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C9" w:rsidRDefault="001B02C9">
      <w:pPr>
        <w:pStyle w:val="Heading1"/>
        <w:jc w:val="center"/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1B02C9" w:rsidRDefault="001B02C9">
      <w:pPr>
        <w:jc w:val="center"/>
      </w:pPr>
    </w:p>
    <w:p w:rsidR="001B02C9" w:rsidRDefault="001B02C9">
      <w:pPr>
        <w:pStyle w:val="Heading4"/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  ЛИВЕНСКИЙ РАЙОН</w:t>
      </w:r>
    </w:p>
    <w:p w:rsidR="001B02C9" w:rsidRDefault="001B02C9">
      <w:pPr>
        <w:jc w:val="center"/>
      </w:pPr>
    </w:p>
    <w:p w:rsidR="001B02C9" w:rsidRDefault="001B02C9">
      <w:pPr>
        <w:pStyle w:val="Heading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НАВЕСНЕНСКИЙ СЕЛЬСКИЙ СОВЕТ НАРОДНЫХ ДЕПУТАТОВ</w:t>
      </w:r>
    </w:p>
    <w:p w:rsidR="001B02C9" w:rsidRDefault="001B02C9">
      <w:pPr>
        <w:jc w:val="center"/>
        <w:rPr>
          <w:rFonts w:ascii="Arial" w:hAnsi="Arial" w:cs="Arial"/>
          <w:b/>
          <w:bCs/>
        </w:rPr>
      </w:pPr>
    </w:p>
    <w:p w:rsidR="001B02C9" w:rsidRDefault="001B02C9">
      <w:pPr>
        <w:jc w:val="center"/>
        <w:rPr>
          <w:rFonts w:ascii="Arial" w:hAnsi="Arial" w:cs="Arial"/>
          <w:b/>
          <w:bCs/>
        </w:rPr>
      </w:pPr>
    </w:p>
    <w:p w:rsidR="001B02C9" w:rsidRDefault="001B02C9">
      <w:pPr>
        <w:pStyle w:val="Heading3"/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1B02C9" w:rsidRDefault="001B02C9">
      <w:pPr>
        <w:pStyle w:val="Heading3"/>
        <w:ind w:left="720" w:hanging="720"/>
        <w:jc w:val="center"/>
        <w:rPr>
          <w:rFonts w:ascii="Arial" w:hAnsi="Arial" w:cs="Arial"/>
          <w:sz w:val="24"/>
          <w:szCs w:val="24"/>
        </w:rPr>
      </w:pPr>
    </w:p>
    <w:p w:rsidR="001B02C9" w:rsidRPr="0057693E" w:rsidRDefault="001B02C9"/>
    <w:p w:rsidR="001B02C9" w:rsidRDefault="001B02C9">
      <w:r>
        <w:rPr>
          <w:rFonts w:ascii="Arial" w:hAnsi="Arial" w:cs="Arial"/>
        </w:rPr>
        <w:t xml:space="preserve">18.12.2015г. </w:t>
      </w:r>
      <w:r>
        <w:rPr>
          <w:rFonts w:ascii="Arial" w:hAnsi="Arial" w:cs="Arial"/>
          <w:u w:val="single"/>
        </w:rPr>
        <w:t>№63/240-СС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Принято на 63 заседании</w:t>
      </w:r>
    </w:p>
    <w:p w:rsidR="001B02C9" w:rsidRDefault="001B02C9">
      <w:pPr>
        <w:pStyle w:val="ConsPlusTitle"/>
        <w:rPr>
          <w:rFonts w:cs="Times New Roman"/>
        </w:rPr>
      </w:pPr>
      <w:r>
        <w:rPr>
          <w:rFonts w:ascii="Arial" w:hAnsi="Arial" w:cs="Arial"/>
          <w:b w:val="0"/>
          <w:bCs w:val="0"/>
        </w:rPr>
        <w:t xml:space="preserve">   с.Навесное</w:t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  <w:t>Навесненского сельского Совета</w:t>
      </w:r>
    </w:p>
    <w:p w:rsidR="001B02C9" w:rsidRDefault="001B02C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народных депутатов</w:t>
      </w:r>
    </w:p>
    <w:p w:rsidR="001B02C9" w:rsidRDefault="001B02C9">
      <w:pPr>
        <w:ind w:right="3705"/>
        <w:jc w:val="both"/>
        <w:rPr>
          <w:rFonts w:ascii="Arial" w:hAnsi="Arial" w:cs="Arial"/>
        </w:rPr>
      </w:pPr>
    </w:p>
    <w:p w:rsidR="001B02C9" w:rsidRDefault="001B02C9">
      <w:pPr>
        <w:ind w:right="4697"/>
        <w:jc w:val="both"/>
        <w:rPr>
          <w:rFonts w:ascii="Arial" w:hAnsi="Arial" w:cs="Arial"/>
        </w:rPr>
      </w:pPr>
      <w:r>
        <w:rPr>
          <w:rFonts w:ascii="Arial" w:hAnsi="Arial" w:cs="Arial"/>
        </w:rPr>
        <w:t>Об утверждении Положения об отдельных правоотношениях, связанных с предоставлением в собственность гражданам земельных участков на территории Навесненского  сельского поселения Ливенского района Орловской области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Pr="0057693E" w:rsidRDefault="001B02C9">
      <w:pPr>
        <w:pStyle w:val="ConsPlusNormal"/>
        <w:ind w:firstLine="540"/>
        <w:jc w:val="both"/>
        <w:rPr>
          <w:rFonts w:cs="Times New Roman"/>
          <w:color w:val="auto"/>
        </w:rPr>
      </w:pPr>
      <w:r w:rsidRPr="0057693E">
        <w:rPr>
          <w:rFonts w:ascii="Arial" w:hAnsi="Arial" w:cs="Arial"/>
          <w:color w:val="auto"/>
        </w:rPr>
        <w:t xml:space="preserve">В соответствии с Земельным </w:t>
      </w:r>
      <w:hyperlink r:id="rId7">
        <w:r w:rsidRPr="0057693E">
          <w:rPr>
            <w:rStyle w:val="-"/>
            <w:rFonts w:ascii="Arial" w:hAnsi="Arial" w:cs="Arial"/>
            <w:color w:val="auto"/>
            <w:u w:val="none"/>
          </w:rPr>
          <w:t>кодексом</w:t>
        </w:r>
      </w:hyperlink>
      <w:r w:rsidRPr="0057693E">
        <w:rPr>
          <w:rFonts w:ascii="Arial" w:hAnsi="Arial" w:cs="Arial"/>
          <w:color w:val="auto"/>
        </w:rPr>
        <w:t xml:space="preserve"> Российской Федерации, Федеральным </w:t>
      </w:r>
      <w:hyperlink r:id="rId8">
        <w:r w:rsidRPr="0057693E">
          <w:rPr>
            <w:rStyle w:val="-"/>
            <w:rFonts w:ascii="Arial" w:hAnsi="Arial" w:cs="Arial"/>
            <w:color w:val="auto"/>
          </w:rPr>
          <w:t>законом</w:t>
        </w:r>
      </w:hyperlink>
      <w:r w:rsidRPr="0057693E">
        <w:rPr>
          <w:rFonts w:ascii="Arial" w:hAnsi="Arial" w:cs="Arial"/>
          <w:color w:val="auto"/>
        </w:rPr>
        <w:t xml:space="preserve"> от 25 октяб</w:t>
      </w:r>
      <w:bookmarkStart w:id="0" w:name="_GoBack"/>
      <w:bookmarkEnd w:id="0"/>
      <w:r w:rsidRPr="0057693E">
        <w:rPr>
          <w:rFonts w:ascii="Arial" w:hAnsi="Arial" w:cs="Arial"/>
          <w:color w:val="auto"/>
        </w:rPr>
        <w:t xml:space="preserve">ря 2001 года № 137-ФЗ «О введении в действие Земельного кодекса Российской Федерации», Законом Орловской области от 10 ноября 2015 года № 1872-ОЗ «Об отдельных правоотношениях, связанных с предоставлением в собственность граждан земельных участков на территории Орловской области», </w:t>
      </w:r>
      <w:hyperlink r:id="rId9">
        <w:r w:rsidRPr="0057693E">
          <w:rPr>
            <w:rStyle w:val="-"/>
            <w:rFonts w:ascii="Arial" w:hAnsi="Arial" w:cs="Arial"/>
            <w:color w:val="auto"/>
          </w:rPr>
          <w:t>Уставом</w:t>
        </w:r>
      </w:hyperlink>
      <w:r w:rsidRPr="0057693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Навесненского</w:t>
      </w:r>
      <w:r w:rsidRPr="0057693E">
        <w:rPr>
          <w:rFonts w:ascii="Arial" w:hAnsi="Arial" w:cs="Arial"/>
          <w:color w:val="auto"/>
        </w:rPr>
        <w:t xml:space="preserve"> сельского поселения Ливенского района Орловской области,</w:t>
      </w:r>
    </w:p>
    <w:p w:rsidR="001B02C9" w:rsidRPr="0057693E" w:rsidRDefault="001B02C9">
      <w:pPr>
        <w:pStyle w:val="ConsPlusNormal"/>
        <w:ind w:firstLine="540"/>
        <w:jc w:val="both"/>
        <w:rPr>
          <w:rFonts w:ascii="Arial" w:hAnsi="Arial" w:cs="Arial"/>
          <w:color w:val="auto"/>
        </w:rPr>
      </w:pPr>
    </w:p>
    <w:p w:rsidR="001B02C9" w:rsidRPr="0057693E" w:rsidRDefault="001B02C9">
      <w:pPr>
        <w:pStyle w:val="ConsPlusNormal"/>
        <w:ind w:firstLine="540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Навесненский</w:t>
      </w:r>
      <w:r w:rsidRPr="0057693E">
        <w:rPr>
          <w:rFonts w:ascii="Arial" w:hAnsi="Arial" w:cs="Arial"/>
          <w:b/>
          <w:bCs/>
          <w:color w:val="auto"/>
        </w:rPr>
        <w:t xml:space="preserve"> сельский Совет народных депутатов р е ш и л:</w:t>
      </w:r>
    </w:p>
    <w:p w:rsidR="001B02C9" w:rsidRPr="0057693E" w:rsidRDefault="001B02C9">
      <w:pPr>
        <w:pStyle w:val="ConsPlusNormal"/>
        <w:ind w:firstLine="540"/>
        <w:jc w:val="both"/>
        <w:rPr>
          <w:rFonts w:ascii="Arial" w:hAnsi="Arial" w:cs="Arial"/>
          <w:color w:val="auto"/>
        </w:rPr>
      </w:pPr>
    </w:p>
    <w:p w:rsidR="001B02C9" w:rsidRPr="0057693E" w:rsidRDefault="001B02C9">
      <w:pPr>
        <w:pStyle w:val="ConsPlusNormal"/>
        <w:ind w:firstLine="540"/>
        <w:jc w:val="both"/>
        <w:rPr>
          <w:rFonts w:cs="Times New Roman"/>
          <w:color w:val="auto"/>
        </w:rPr>
      </w:pPr>
      <w:r w:rsidRPr="0057693E">
        <w:rPr>
          <w:rFonts w:ascii="Arial" w:hAnsi="Arial" w:cs="Arial"/>
          <w:color w:val="auto"/>
        </w:rPr>
        <w:t xml:space="preserve">1. Утвердить </w:t>
      </w:r>
      <w:hyperlink w:anchor="P40">
        <w:r w:rsidRPr="0057693E">
          <w:rPr>
            <w:rStyle w:val="-"/>
            <w:rFonts w:ascii="Arial" w:hAnsi="Arial" w:cs="Arial"/>
            <w:color w:val="auto"/>
            <w:u w:val="none"/>
          </w:rPr>
          <w:t>Положение</w:t>
        </w:r>
      </w:hyperlink>
      <w:r w:rsidRPr="0057693E">
        <w:rPr>
          <w:rFonts w:ascii="Arial" w:hAnsi="Arial" w:cs="Arial"/>
          <w:color w:val="auto"/>
        </w:rPr>
        <w:t xml:space="preserve"> об отдельных правоотношениях, связанных с предоставлением в собственность гражданам земельных участков на территории </w:t>
      </w:r>
      <w:r>
        <w:rPr>
          <w:rFonts w:ascii="Arial" w:hAnsi="Arial" w:cs="Arial"/>
          <w:color w:val="auto"/>
        </w:rPr>
        <w:t>Навесненского</w:t>
      </w:r>
      <w:r w:rsidRPr="0057693E">
        <w:rPr>
          <w:rFonts w:ascii="Arial" w:hAnsi="Arial" w:cs="Arial"/>
          <w:color w:val="auto"/>
        </w:rPr>
        <w:t xml:space="preserve"> сельского поселения Ливенского района Орловской области (прилагается).</w:t>
      </w:r>
    </w:p>
    <w:p w:rsidR="001B02C9" w:rsidRPr="0057693E" w:rsidRDefault="001B02C9">
      <w:pPr>
        <w:pStyle w:val="ConsPlusNormal"/>
        <w:ind w:firstLine="540"/>
        <w:jc w:val="both"/>
        <w:rPr>
          <w:rFonts w:ascii="Arial" w:hAnsi="Arial" w:cs="Arial"/>
          <w:color w:val="auto"/>
        </w:rPr>
      </w:pPr>
      <w:r w:rsidRPr="0057693E">
        <w:rPr>
          <w:rFonts w:ascii="Arial" w:hAnsi="Arial" w:cs="Arial"/>
          <w:color w:val="auto"/>
        </w:rPr>
        <w:t xml:space="preserve">2. Направить настоящее решение главе </w:t>
      </w:r>
      <w:r>
        <w:rPr>
          <w:rFonts w:ascii="Arial" w:hAnsi="Arial" w:cs="Arial"/>
          <w:color w:val="auto"/>
        </w:rPr>
        <w:t>Навесненского</w:t>
      </w:r>
      <w:r w:rsidRPr="0057693E">
        <w:rPr>
          <w:rFonts w:ascii="Arial" w:hAnsi="Arial" w:cs="Arial"/>
          <w:color w:val="auto"/>
        </w:rPr>
        <w:t xml:space="preserve"> сельского поселения для подписания и опубликования.</w:t>
      </w:r>
    </w:p>
    <w:p w:rsidR="001B02C9" w:rsidRPr="0057693E" w:rsidRDefault="001B02C9">
      <w:pPr>
        <w:pStyle w:val="ConsPlusNormal"/>
        <w:ind w:firstLine="540"/>
        <w:jc w:val="both"/>
        <w:rPr>
          <w:rFonts w:ascii="Arial" w:hAnsi="Arial" w:cs="Arial"/>
          <w:color w:val="auto"/>
        </w:rPr>
      </w:pPr>
      <w:r w:rsidRPr="0057693E">
        <w:rPr>
          <w:rFonts w:ascii="Arial" w:hAnsi="Arial" w:cs="Arial"/>
          <w:color w:val="auto"/>
        </w:rPr>
        <w:t>3. Настоящее решение вступает в силу после его официального опубликования.</w:t>
      </w:r>
    </w:p>
    <w:p w:rsidR="001B02C9" w:rsidRPr="0057693E" w:rsidRDefault="001B02C9">
      <w:pPr>
        <w:pStyle w:val="ConsPlusNormal"/>
        <w:ind w:firstLine="540"/>
        <w:jc w:val="both"/>
        <w:rPr>
          <w:rFonts w:ascii="Arial" w:hAnsi="Arial" w:cs="Arial"/>
          <w:color w:val="auto"/>
        </w:rPr>
      </w:pPr>
      <w:r w:rsidRPr="0057693E">
        <w:rPr>
          <w:rFonts w:ascii="Arial" w:hAnsi="Arial" w:cs="Arial"/>
          <w:color w:val="auto"/>
        </w:rPr>
        <w:t>4. Настоящее решение разместить на официальном сайте муниципального образования Ливенский район Орловской области в информационно-телекоммуникационной сети «Интернет</w:t>
      </w:r>
      <w:r>
        <w:rPr>
          <w:rFonts w:ascii="Arial" w:hAnsi="Arial" w:cs="Arial"/>
          <w:color w:val="auto"/>
        </w:rPr>
        <w:t>» и в Информационном бюллетене Навесненского</w:t>
      </w:r>
      <w:r w:rsidRPr="0057693E">
        <w:rPr>
          <w:rFonts w:ascii="Arial" w:hAnsi="Arial" w:cs="Arial"/>
          <w:color w:val="auto"/>
        </w:rPr>
        <w:t xml:space="preserve"> сельского поселения Ливенского района Орловской области.</w:t>
      </w:r>
    </w:p>
    <w:p w:rsidR="001B02C9" w:rsidRPr="0057693E" w:rsidRDefault="001B02C9">
      <w:pPr>
        <w:pStyle w:val="ConsPlusNormal"/>
        <w:ind w:firstLine="540"/>
        <w:jc w:val="both"/>
        <w:rPr>
          <w:rFonts w:ascii="Arial" w:hAnsi="Arial" w:cs="Arial"/>
          <w:color w:val="auto"/>
        </w:rPr>
      </w:pPr>
    </w:p>
    <w:p w:rsidR="001B02C9" w:rsidRPr="0057693E" w:rsidRDefault="001B02C9">
      <w:pPr>
        <w:pStyle w:val="ConsPlusNormal"/>
        <w:ind w:firstLine="540"/>
        <w:jc w:val="both"/>
        <w:rPr>
          <w:rFonts w:ascii="Arial" w:hAnsi="Arial" w:cs="Arial"/>
          <w:color w:val="auto"/>
        </w:rPr>
      </w:pPr>
    </w:p>
    <w:p w:rsidR="001B02C9" w:rsidRPr="0057693E" w:rsidRDefault="001B02C9">
      <w:pPr>
        <w:pStyle w:val="ConsPlusNormal"/>
        <w:ind w:firstLine="540"/>
        <w:jc w:val="both"/>
        <w:rPr>
          <w:rFonts w:ascii="Arial" w:hAnsi="Arial" w:cs="Arial"/>
          <w:color w:val="auto"/>
        </w:rPr>
      </w:pPr>
      <w:r w:rsidRPr="0057693E">
        <w:rPr>
          <w:rFonts w:ascii="Arial" w:hAnsi="Arial" w:cs="Arial"/>
          <w:color w:val="auto"/>
        </w:rPr>
        <w:t xml:space="preserve">Глава </w:t>
      </w:r>
      <w:r>
        <w:rPr>
          <w:rFonts w:ascii="Arial" w:hAnsi="Arial" w:cs="Arial"/>
          <w:color w:val="auto"/>
        </w:rPr>
        <w:t>Навесненского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 w:rsidRPr="0057693E">
        <w:rPr>
          <w:rFonts w:ascii="Arial" w:hAnsi="Arial" w:cs="Arial"/>
          <w:color w:val="auto"/>
        </w:rPr>
        <w:t xml:space="preserve">сельского поселения                                                           </w:t>
      </w:r>
      <w:r>
        <w:rPr>
          <w:rFonts w:ascii="Arial" w:hAnsi="Arial" w:cs="Arial"/>
          <w:color w:val="auto"/>
        </w:rPr>
        <w:t>Л.И.Колосова</w:t>
      </w:r>
    </w:p>
    <w:p w:rsidR="001B02C9" w:rsidRDefault="001B02C9">
      <w:pPr>
        <w:suppressAutoHyphens w:val="0"/>
        <w:spacing w:after="160" w:line="259" w:lineRule="auto"/>
        <w:rPr>
          <w:rFonts w:ascii="Arial" w:hAnsi="Arial" w:cs="Arial"/>
          <w:lang w:eastAsia="ru-RU"/>
        </w:rPr>
      </w:pPr>
    </w:p>
    <w:p w:rsidR="001B02C9" w:rsidRDefault="001B02C9">
      <w:pPr>
        <w:pStyle w:val="ConsPlusNormal"/>
        <w:ind w:left="3969"/>
        <w:jc w:val="center"/>
        <w:rPr>
          <w:rFonts w:ascii="Arial" w:hAnsi="Arial" w:cs="Arial"/>
        </w:rPr>
      </w:pPr>
      <w:r>
        <w:rPr>
          <w:rFonts w:cs="Times New Roman"/>
        </w:rPr>
        <w:br w:type="page"/>
      </w:r>
    </w:p>
    <w:p w:rsidR="001B02C9" w:rsidRDefault="001B02C9">
      <w:pPr>
        <w:pStyle w:val="ConsPlusNormal"/>
        <w:ind w:left="3969"/>
        <w:jc w:val="center"/>
        <w:rPr>
          <w:rFonts w:cs="Times New Roman"/>
        </w:rPr>
      </w:pPr>
      <w:r>
        <w:rPr>
          <w:rFonts w:ascii="Arial" w:hAnsi="Arial" w:cs="Arial"/>
        </w:rPr>
        <w:t xml:space="preserve">Приложение </w:t>
      </w:r>
    </w:p>
    <w:p w:rsidR="001B02C9" w:rsidRDefault="001B02C9">
      <w:pPr>
        <w:pStyle w:val="ConsPlusNormal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к решению Навесненского сельского</w:t>
      </w:r>
    </w:p>
    <w:p w:rsidR="001B02C9" w:rsidRDefault="001B02C9">
      <w:pPr>
        <w:pStyle w:val="ConsPlusNormal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Совета народных депутатов</w:t>
      </w:r>
    </w:p>
    <w:p w:rsidR="001B02C9" w:rsidRDefault="001B02C9">
      <w:pPr>
        <w:pStyle w:val="ConsPlusNormal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от 18.12. 2015 г. N 63/240-СС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Title"/>
        <w:jc w:val="center"/>
        <w:rPr>
          <w:rFonts w:ascii="Arial" w:hAnsi="Arial" w:cs="Arial"/>
        </w:rPr>
      </w:pPr>
      <w:bookmarkStart w:id="1" w:name="P40"/>
      <w:bookmarkEnd w:id="1"/>
      <w:r>
        <w:rPr>
          <w:rFonts w:ascii="Arial" w:hAnsi="Arial" w:cs="Arial"/>
        </w:rPr>
        <w:t>ПОЛОЖЕНИЕ</w:t>
      </w:r>
    </w:p>
    <w:p w:rsidR="001B02C9" w:rsidRDefault="001B02C9">
      <w:pPr>
        <w:pStyle w:val="ConsPlusTitle"/>
        <w:jc w:val="center"/>
        <w:rPr>
          <w:rFonts w:ascii="Arial" w:hAnsi="Arial" w:cs="Arial"/>
        </w:rPr>
      </w:pPr>
      <w:r>
        <w:rPr>
          <w:rFonts w:ascii="Arial" w:hAnsi="Arial" w:cs="Arial"/>
        </w:rPr>
        <w:t>ОБ ОТДЕЛЬНЫХ ПРАВООТНОШЕНИЯХ, СВЯЗАННЫХ С ПРЕДОСТАВЛЕНИЕМ</w:t>
      </w:r>
    </w:p>
    <w:p w:rsidR="001B02C9" w:rsidRDefault="001B02C9">
      <w:pPr>
        <w:pStyle w:val="ConsPlusTitle"/>
        <w:jc w:val="center"/>
        <w:rPr>
          <w:rFonts w:ascii="Arial" w:hAnsi="Arial" w:cs="Arial"/>
        </w:rPr>
      </w:pPr>
      <w:r>
        <w:rPr>
          <w:rFonts w:ascii="Arial" w:hAnsi="Arial" w:cs="Arial"/>
        </w:rPr>
        <w:t>В СОБСТВЕННОСТЬ ГРАЖДАНАМ ЗЕМЕЛЬНЫХ УЧАСТКОВ НА ТЕРРИТОРИИ</w:t>
      </w:r>
    </w:p>
    <w:p w:rsidR="001B02C9" w:rsidRDefault="001B02C9">
      <w:pPr>
        <w:pStyle w:val="ConsPlusTitle"/>
        <w:jc w:val="center"/>
        <w:rPr>
          <w:rFonts w:ascii="Arial" w:hAnsi="Arial" w:cs="Arial"/>
        </w:rPr>
      </w:pPr>
      <w:r>
        <w:rPr>
          <w:rFonts w:ascii="Arial" w:hAnsi="Arial" w:cs="Arial"/>
        </w:rPr>
        <w:t>НАВЕСНЕНСКОГО СЕЛЬСКОГО ПОСЕЛЕНИЯ ЛИВЕНСКОГО РАЙОНА ОРЛОВСКОЙ ОБЛАСТИ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center"/>
        <w:rPr>
          <w:rFonts w:ascii="Arial" w:hAnsi="Arial" w:cs="Arial"/>
        </w:rPr>
      </w:pPr>
      <w:r>
        <w:rPr>
          <w:rFonts w:ascii="Arial" w:hAnsi="Arial" w:cs="Arial"/>
        </w:rPr>
        <w:t>Глава 1. ОБЩИЕ ПОЛОЖЕНИЯ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Статья 1. Сфера применения настоящего Положения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Настоящее Положение об отдельных правоотношениях, связанных с предоставлением в собственность гражданам земельных участков на территории Навесненского сельского поселения Ливенского района Орловской области (далее - Положение), регулирует отношения, связанные с предоставлением в собственность граждан земельных участков из земель, находящихся в муниципальной собственности Навесненского сельского поселения Ливенского района, либо из земель, государственная собственность на которые не разграничена (далее - земельные участки), для индивидуального жилищного строительства, а также ведения садоводства, огородничества, животноводства, дачного строительства, личного подсобного хозяйства - приусадебный земельный участок.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bookmarkStart w:id="2" w:name="P53"/>
      <w:bookmarkEnd w:id="2"/>
      <w:r>
        <w:rPr>
          <w:rFonts w:ascii="Arial" w:hAnsi="Arial" w:cs="Arial"/>
        </w:rPr>
        <w:t>2. Земельные участки предоставляются в собственность бесплатно для целей: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bookmarkStart w:id="3" w:name="P54"/>
      <w:bookmarkStart w:id="4" w:name="P66"/>
      <w:bookmarkEnd w:id="3"/>
      <w:bookmarkEnd w:id="4"/>
      <w:r>
        <w:rPr>
          <w:rFonts w:ascii="Arial" w:hAnsi="Arial" w:cs="Arial"/>
        </w:rPr>
        <w:t>1) ведения личного подсобного хозяйства - приусадебный земельный участок: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а) гражданам Российской Федерации, постоянно проживающим в сельских поселениях Орловской области;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б) вынужденным переселенцам;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в) многодетным семьям;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2) индивидуального жилищного строительства: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а) ветеранам Великой Отечественной войны, ветеранам боевых действий, инвалидам Великой Отечественной войны, инвалидам боевых действий, состоящим на учете в качестве нуждающихся в жилых помещениях;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б) лицам, удостоенным почетных званий СССР, РСФСР, Российской Федерации, а также званий «Почетный гражданин Орловской области», «Почетный гражданин» муниципального образования Ливенский район Орловской области, состоящим на учете в качестве нуждающихся в жилых помещениях;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в) участникам ликвидации последствий катастрофы на Чернобыльской АЭС, состоящим на учете в качестве нуждающихся в жилых помещениях;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г) семьям, имеющим детей-инвалидов, состоящим на учете в качестве нуждающихся в жилых помещениях;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д) семьям погибших (умерших) ветеранов боевых действий, состоящим на учете в качестве нуждающихся в жилых помещениях;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е) многодетным семьям, состоящим на учете в качестве нуждающихся в жилых помещениях или имеющим основания для постановки их на данный учет;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3) ведения садоводства, огородничества, дачного хозяйства: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а) ветеранам Великой Отечественной войны, ветеранам боевых действий, инвалидам Великой Отечественной войны, инвалидам боевых действий;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б) лицам, удостоенным почетных званий СССР, РСФСР, Российской Федерации, а также званий «Почетный гражданин Орловской области», «Почетный гражданин» муниципального образования Ливенский район Орловской области;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в) участникам ликвидации последствий катастрофы на Чернобыльской АЭС;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г) семьям, имеющим детей-инвалидов;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д) семьям погибших (умерших) ветеранов боевых действий;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е) многодетным семьям.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Предоставление гражданам (семьям), указанным в части 2 настоящей статьи, земельных участков осуществляется по месту их жительства на территории сельского поселения Ливенского района Орловской области, если иное не предусмотрено Законом Орловской области от 10.11.2015 № 1872-ОЗ «Об отдельных правоотношениях, связанных с предоставлением в собственность граждан земельных участков на территории Орловской области (далее – Закон), при условии проживания по месту жительства данных граждан (хотя бы одного из членов семьи) на территории Орловской области не менее трех лет.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Земельные участки предоставляются семьям, имеющим детей-инвалидов, семьям погибших (умерших) ветеранов боевых действий, многодетным семьям в общую долевую собственность членам семьи в равных долях.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Предоставление земельных участков из земель, находящихся в муниципальной собственности, либо из земель, государственная собственность на которые не разграничена, гражданам, в том числе гражданам из состава семей, имеющих детей-инвалидов, семей погибших (умерших) ветеранов боевых действий, многодетных семей, по основаниям, указанным в настоящей статье, осуществляется однократно.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Если гражданин, в том числе гражданин из состава семьи, имеющей детей-инвалидов, семьи погибших (умерших) ветеранов боевых действий, многодетной семьи, имеет право на предоставление земельного участка в собственность бесплатно по нескольким основаниям, указанным в настоящей статье, этот гражданин вправе получить бесплатно в собственность земельный участок по одному из указанных оснований.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6. Многодетным семьям, имеющим в своем составе семь и более детей и имеющим право на предоставление земельных участков в собственность бесплатно, предоставляются земельные участки из земель, находящихся в муниципальной собственности, либо из земель, государственная собственность на которые не разграничена, для индивидуального жилищного строительства в первоочередном порядке.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Уполномоченным органом, осуществляющим функции по предоставлению в собственность гражданам земельных участков на территории Навесненского сельского поселения Ливенского района Орловской области, является администрация Навесненского сельского поселения Ливенского района Орловской области (далее - Администрация).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2. ПОРЯДОК ФОРМИРОВАНИЯ ПЕРЕЧНЕЙ-РЕЕСТРОВ ЗЕМЕЛЬНЫХ УЧАСТКОВ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Статья 2. Формирование перечней-реестров земельных участков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Работы по формированию земельных участков проводятся Администрацией, исходя из потребностей в обеспечении земельными участками граждан льготной категории.</w:t>
      </w:r>
    </w:p>
    <w:p w:rsidR="001B02C9" w:rsidRDefault="001B02C9">
      <w:pPr>
        <w:pStyle w:val="ConsPlusNormal"/>
        <w:ind w:firstLine="540"/>
        <w:jc w:val="both"/>
        <w:rPr>
          <w:rFonts w:cs="Times New Roman"/>
        </w:rPr>
      </w:pPr>
      <w:r>
        <w:rPr>
          <w:rFonts w:ascii="Arial" w:hAnsi="Arial" w:cs="Arial"/>
        </w:rPr>
        <w:t xml:space="preserve">2. Формирование земельных участков осуществляется в порядке, установленном Земельным </w:t>
      </w:r>
      <w:hyperlink r:id="rId10">
        <w:r w:rsidRPr="00CA28D1">
          <w:rPr>
            <w:rStyle w:val="-"/>
            <w:rFonts w:ascii="Arial" w:hAnsi="Arial" w:cs="Arial"/>
            <w:color w:val="auto"/>
            <w:u w:val="none"/>
          </w:rPr>
          <w:t>кодексом</w:t>
        </w:r>
      </w:hyperlink>
      <w:r>
        <w:rPr>
          <w:rFonts w:ascii="Arial" w:hAnsi="Arial" w:cs="Arial"/>
        </w:rPr>
        <w:t xml:space="preserve"> Российской Федерации.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Финансирование расходов, связанных с проведением работ по формированию земельных участков из земель, находящихся в муниципальной собственности, и земельных участков из земель, государственная собственность на которые не разграничена, осуществляется за счет средств бюджета Навесненского сельского поселения Ливенского района.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Администрация формирует следующие перечни-реестры: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1) перечень-реестр земельных участков из земель, государственная собственность на которые не разграничена, для индивидуального жилищного строительства;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2) перечень-реестр земельных участков из земель, находящихся в муниципальной собственности, для индивидуального жилищного строительства;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3) перечень-реестр земельных участков из земель, государственная собственность на которые не разграничена, для ведения садоводства;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4) перечень-реестр земельных участков из земель, находящихся в муниципальной собственности, для ведения садоводства;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5) перечень-реестр земельных участков из земель, государственная собственность на которые не разграничена, для ведения огородничества;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6) перечень-реестр земельных участков из земель, находящихся в муниципальной собственности, для ведения огородничества;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7) перечень-реестр земельных участков из земель, государственная собственность на которые не разграничена, для ведения дачного строительства;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8) перечень-реестр земельных участков из земель, находящихся в муниципальной собственности, для ведения дачного строительства;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9) перечень-реестр земельных участков из земель, государственная собственность на которые не разграничена, для ведения личного подсобного хозяйства - приусадебный земельный участок;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10) перечень-реестр земельных участков из земель, находящихся в муниципальной собственности, для ведения личного подсобного хозяйства - приусадебный земельный участок.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В перечни-реестры включаются земельные участки, сформированные Администрацией, для бесплатного предоставления гражданам льготной категории.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bookmarkStart w:id="5" w:name="P95"/>
      <w:bookmarkEnd w:id="5"/>
      <w:r>
        <w:rPr>
          <w:rFonts w:ascii="Arial" w:hAnsi="Arial" w:cs="Arial"/>
        </w:rPr>
        <w:t>6. Администрация не позднее 30 рабочих дней со дня поступления материалов по сформированным земельным участкам принимает решение о формировании соответствующих перечней-реестров или включении таких участков в данные перечни-реестры. Материалы по сформированным земельным участкам регистрируются в день поступления в журнале регистрации.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7. Решение о включении или об исключении земельных участков из перечней-реестров оформляется распоряжением.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8. Решение о включении сформированных земельных участков в перечни-реестры не принимается в случае:</w:t>
      </w:r>
    </w:p>
    <w:p w:rsidR="001B02C9" w:rsidRPr="00CA28D1" w:rsidRDefault="001B02C9">
      <w:pPr>
        <w:pStyle w:val="ConsPlusNormal"/>
        <w:ind w:firstLine="54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1) несоответствия требованиям законодательства материалов по сформированным земельным </w:t>
      </w:r>
      <w:r w:rsidRPr="00CA28D1">
        <w:rPr>
          <w:rFonts w:ascii="Arial" w:hAnsi="Arial" w:cs="Arial"/>
          <w:color w:val="auto"/>
        </w:rPr>
        <w:t>участкам, поступивших в Администрацию;</w:t>
      </w:r>
    </w:p>
    <w:p w:rsidR="001B02C9" w:rsidRPr="00CA28D1" w:rsidRDefault="001B02C9">
      <w:pPr>
        <w:pStyle w:val="ConsPlusNormal"/>
        <w:ind w:firstLine="540"/>
        <w:jc w:val="both"/>
        <w:rPr>
          <w:rFonts w:cs="Times New Roman"/>
          <w:color w:val="auto"/>
        </w:rPr>
      </w:pPr>
      <w:bookmarkStart w:id="6" w:name="P99"/>
      <w:bookmarkEnd w:id="6"/>
      <w:r w:rsidRPr="00CA28D1">
        <w:rPr>
          <w:rFonts w:ascii="Arial" w:hAnsi="Arial" w:cs="Arial"/>
          <w:color w:val="auto"/>
        </w:rPr>
        <w:t xml:space="preserve">2) наступления событий, указанных в </w:t>
      </w:r>
      <w:hyperlink w:anchor="P110">
        <w:r w:rsidRPr="00CA28D1">
          <w:rPr>
            <w:rStyle w:val="-"/>
            <w:rFonts w:ascii="Arial" w:hAnsi="Arial" w:cs="Arial"/>
            <w:color w:val="auto"/>
          </w:rPr>
          <w:t>части 11</w:t>
        </w:r>
      </w:hyperlink>
      <w:r w:rsidRPr="00CA28D1">
        <w:rPr>
          <w:rFonts w:ascii="Arial" w:hAnsi="Arial" w:cs="Arial"/>
          <w:color w:val="auto"/>
        </w:rPr>
        <w:t xml:space="preserve"> настоящей статьи.</w:t>
      </w:r>
    </w:p>
    <w:p w:rsidR="001B02C9" w:rsidRPr="00CA28D1" w:rsidRDefault="001B02C9">
      <w:pPr>
        <w:pStyle w:val="ConsPlusNormal"/>
        <w:ind w:firstLine="540"/>
        <w:jc w:val="both"/>
        <w:rPr>
          <w:rFonts w:cs="Times New Roman"/>
          <w:color w:val="auto"/>
        </w:rPr>
      </w:pPr>
      <w:r w:rsidRPr="00CA28D1">
        <w:rPr>
          <w:rFonts w:ascii="Arial" w:hAnsi="Arial" w:cs="Arial"/>
          <w:color w:val="auto"/>
        </w:rPr>
        <w:t xml:space="preserve">В случаях, предусмотренных </w:t>
      </w:r>
      <w:hyperlink w:anchor="P99">
        <w:r w:rsidRPr="00CA28D1">
          <w:rPr>
            <w:rStyle w:val="-"/>
            <w:rFonts w:ascii="Arial" w:hAnsi="Arial" w:cs="Arial"/>
            <w:color w:val="auto"/>
          </w:rPr>
          <w:t>пунктом 2 части 8</w:t>
        </w:r>
      </w:hyperlink>
      <w:r w:rsidRPr="00CA28D1">
        <w:rPr>
          <w:rFonts w:ascii="Arial" w:hAnsi="Arial" w:cs="Arial"/>
          <w:color w:val="auto"/>
        </w:rPr>
        <w:t xml:space="preserve"> настоящей статьи и </w:t>
      </w:r>
      <w:hyperlink w:anchor="P113">
        <w:r w:rsidRPr="00CA28D1">
          <w:rPr>
            <w:rStyle w:val="-"/>
            <w:rFonts w:ascii="Arial" w:hAnsi="Arial" w:cs="Arial"/>
            <w:color w:val="auto"/>
          </w:rPr>
          <w:t>пунктами 3</w:t>
        </w:r>
      </w:hyperlink>
      <w:r w:rsidRPr="00CA28D1">
        <w:rPr>
          <w:rFonts w:ascii="Arial" w:hAnsi="Arial" w:cs="Arial"/>
          <w:color w:val="auto"/>
        </w:rPr>
        <w:t xml:space="preserve">, </w:t>
      </w:r>
      <w:hyperlink w:anchor="P114">
        <w:r w:rsidRPr="00CA28D1">
          <w:rPr>
            <w:rStyle w:val="-"/>
            <w:rFonts w:ascii="Arial" w:hAnsi="Arial" w:cs="Arial"/>
            <w:color w:val="auto"/>
          </w:rPr>
          <w:t>4 части 11</w:t>
        </w:r>
      </w:hyperlink>
      <w:r w:rsidRPr="00CA28D1">
        <w:rPr>
          <w:rFonts w:ascii="Arial" w:hAnsi="Arial" w:cs="Arial"/>
          <w:color w:val="auto"/>
        </w:rPr>
        <w:t xml:space="preserve"> настоящей статьи, Администрация принимает меры по устранению недостатков по сформированным земельным участкам не позднее 14 рабочих дней со дня окончания срока, установленного </w:t>
      </w:r>
      <w:hyperlink w:anchor="P95">
        <w:r w:rsidRPr="00CA28D1">
          <w:rPr>
            <w:rStyle w:val="-"/>
            <w:rFonts w:ascii="Arial" w:hAnsi="Arial" w:cs="Arial"/>
            <w:color w:val="auto"/>
          </w:rPr>
          <w:t>частью 6</w:t>
        </w:r>
      </w:hyperlink>
      <w:r w:rsidRPr="00CA28D1">
        <w:rPr>
          <w:rFonts w:ascii="Arial" w:hAnsi="Arial" w:cs="Arial"/>
          <w:color w:val="auto"/>
        </w:rPr>
        <w:t xml:space="preserve"> настоящей статьи.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 w:rsidRPr="00CA28D1">
        <w:rPr>
          <w:rFonts w:ascii="Arial" w:hAnsi="Arial" w:cs="Arial"/>
          <w:color w:val="auto"/>
        </w:rPr>
        <w:t>9. В перечни-реестры включается следующая информация о земельных</w:t>
      </w:r>
      <w:r>
        <w:rPr>
          <w:rFonts w:ascii="Arial" w:hAnsi="Arial" w:cs="Arial"/>
        </w:rPr>
        <w:t xml:space="preserve"> участках: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1) кадастровый номер;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2) местоположение;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3) категория земель;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4) разрешенное использование;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5) площадь в квадратных метрах;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6) вид собственности.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10. Перечни-реестры подлежат размещению на официальном сайте муниципального образования Ливенский район Орловской области в информационно-телекоммуникационной сети «Интернет» в течение двух недель со дня формирования земельных участков.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Измененные перечни-реестры подлежат размещению на официальном сайте муниципального образования Ливенский район Орловской области в информационно-телекоммуникационной сети «Интернет» в течение двух недель со дня принятия Администрацией решения о включении (исключении) земельных участков и (или) со дня проведения жеребьевки.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bookmarkStart w:id="7" w:name="P110"/>
      <w:bookmarkEnd w:id="7"/>
      <w:r>
        <w:rPr>
          <w:rFonts w:ascii="Arial" w:hAnsi="Arial" w:cs="Arial"/>
        </w:rPr>
        <w:t>11. Земельные участки, решение о предоставлении которых Администрацией не принималось, исключаются из перечней-реестров в случаях: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1) принятия к производству судом земельного спора в отношении земельного участка;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2) наличия документа, свидетельствующего о государственной регистрации права собственности на этот земельный участок, или документа, предоставляющего в установленном законодательством порядке право на осуществление регистрации права собственности на такой земельный участок;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bookmarkStart w:id="8" w:name="P113"/>
      <w:bookmarkEnd w:id="8"/>
      <w:r>
        <w:rPr>
          <w:rFonts w:ascii="Arial" w:hAnsi="Arial" w:cs="Arial"/>
        </w:rPr>
        <w:t>3) аннулирования и исключения из государственного кадастра недвижимости сведений о данном земельном участке;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bookmarkStart w:id="9" w:name="P114"/>
      <w:bookmarkEnd w:id="9"/>
      <w:r>
        <w:rPr>
          <w:rFonts w:ascii="Arial" w:hAnsi="Arial" w:cs="Arial"/>
        </w:rPr>
        <w:t>4) непригодности для использования земельного участка, в том числе в связи с его захламлением, самовольным занятием или самовольным строительством на нем, иными случаями, повлекшими за собой невозможность использования земельного участка по целевому назначению.</w:t>
      </w:r>
    </w:p>
    <w:p w:rsidR="001B02C9" w:rsidRPr="00CA28D1" w:rsidRDefault="001B02C9">
      <w:pPr>
        <w:pStyle w:val="ConsPlusNormal"/>
        <w:ind w:firstLine="540"/>
        <w:jc w:val="both"/>
        <w:rPr>
          <w:rFonts w:cs="Times New Roman"/>
          <w:color w:val="auto"/>
        </w:rPr>
      </w:pPr>
      <w:r>
        <w:rPr>
          <w:rFonts w:ascii="Arial" w:hAnsi="Arial" w:cs="Arial"/>
        </w:rPr>
        <w:t xml:space="preserve">12. Решение об исключении земельных участков принимается и оформляется в течение двух недель со дня поступления в Администрацию сведений о наступлении одного из </w:t>
      </w:r>
      <w:r w:rsidRPr="00CA28D1">
        <w:rPr>
          <w:rFonts w:ascii="Arial" w:hAnsi="Arial" w:cs="Arial"/>
          <w:color w:val="auto"/>
        </w:rPr>
        <w:t xml:space="preserve">указанных в </w:t>
      </w:r>
      <w:hyperlink w:anchor="P110">
        <w:r w:rsidRPr="00CA28D1">
          <w:rPr>
            <w:rStyle w:val="-"/>
            <w:rFonts w:ascii="Arial" w:hAnsi="Arial" w:cs="Arial"/>
            <w:color w:val="auto"/>
          </w:rPr>
          <w:t>части 11</w:t>
        </w:r>
      </w:hyperlink>
      <w:r w:rsidRPr="00CA28D1">
        <w:rPr>
          <w:rFonts w:ascii="Arial" w:hAnsi="Arial" w:cs="Arial"/>
          <w:color w:val="auto"/>
        </w:rPr>
        <w:t xml:space="preserve"> настоящей статьи случаев.</w:t>
      </w:r>
    </w:p>
    <w:p w:rsidR="001B02C9" w:rsidRDefault="001B02C9">
      <w:pPr>
        <w:pStyle w:val="ConsPlusNormal"/>
        <w:ind w:firstLine="540"/>
        <w:jc w:val="both"/>
        <w:rPr>
          <w:rFonts w:cs="Times New Roman"/>
        </w:rPr>
      </w:pPr>
      <w:r w:rsidRPr="00CA28D1">
        <w:rPr>
          <w:rFonts w:ascii="Arial" w:hAnsi="Arial" w:cs="Arial"/>
          <w:color w:val="auto"/>
        </w:rPr>
        <w:t xml:space="preserve">13. Решение о включении ранее исключенных земельных участков в перечни-реестры принимается Администрацией в течение двух недель со дня поступления в Администрацию сведений об устранении обстоятельств, указанных в </w:t>
      </w:r>
      <w:hyperlink w:anchor="P110">
        <w:r w:rsidRPr="00CA28D1">
          <w:rPr>
            <w:rStyle w:val="-"/>
            <w:rFonts w:ascii="Arial" w:hAnsi="Arial" w:cs="Arial"/>
            <w:color w:val="auto"/>
          </w:rPr>
          <w:t>части 11</w:t>
        </w:r>
      </w:hyperlink>
      <w:r w:rsidRPr="00CA28D1">
        <w:rPr>
          <w:rFonts w:ascii="Arial" w:hAnsi="Arial" w:cs="Arial"/>
          <w:color w:val="auto"/>
        </w:rPr>
        <w:t xml:space="preserve"> настоящей статьи, и (или) отказа гражданина льготной категории от земельного</w:t>
      </w:r>
      <w:r>
        <w:rPr>
          <w:rFonts w:ascii="Arial" w:hAnsi="Arial" w:cs="Arial"/>
        </w:rPr>
        <w:t xml:space="preserve"> участка, выбранного им путем жеребьевки.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3. СОСТАВ И ПОРЯДОК РАБОТЫ КОМИССИИ ПО ПРОВЕДЕНИЮ ЖЕРЕБЬЕВКИ ЗЕМЕЛЬНЫХ УЧАСТКОВ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Статья 3. Порядок работы комиссии по проведению жеребьевки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Целью создания комиссии по проведению жеребьевки земельных участков, предназначенных для бесплатного предоставления в собственность граждан, является организация и проведение жеребьевки земельных участков, включенных в перечень-реестр земельных участков для индивидуального жилищного строительства, гражданам, состоящим на учете в Администрации.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 Комиссия - постоянно действующий, коллегиальный орган, возглавляемый председателем, состоящий из заместителя председателя, секретаря и членов Комиссии. Состав комиссии утверждается постановлением администрации.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Комиссия осуществляет свою деятельность в соответствии с настоящим Положением.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Статья 4. Полномочия председателя, секретаря, членов Комиссии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Председатель Комиссии руководит деятельностью Комиссии, при наличии в перечне-реестре земельных участков принимает решение о назначении даты и времени проведения жеребьевки, председательствует, организует работу Комиссии.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 Заместитель председателя Комиссии осуществляет полномочия председателя Комиссии в период его временного отсутствия, выполняет по поручению председателя иные функции, связанные с деятельностью Комиссии.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Секретарь Комиссии: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1) направляет извещение заявителям по почте заказным письмом с уведомлением по адресу места жительства заявителей, либо вручает лично заявителям не позднее 14 дней до дня проведения жеребьевки в соответствии с установленной очередностью с предложением об участии в жеребьевке;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2) одновременно с извещением заявителей обеспечивает размещение на официальном сайте муниципального образования Ливенский район Орловской области в информационно-телекоммуникационной сети «Интернет» извещение не позднее 14 дней до дня проведения жеребьевки;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3) осуществляет контроль за возвратом почтовых уведомлений о вручении заявителям извещений, обеспечивает их учет и хранение;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4) осуществляет регистрацию заявителей (их представителей), явившихся на жеребьевку в журнале регистрации;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5) ведет протокол жеребьевки, оформляет его в течение 3 рабочих дней после проведения жеребьевки, обеспечивает хранение протоколов и материалов жеребьевки;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6) не позднее трех рабочих дней со дня проведения жеребьевки обеспечивает размещение на официальном сайте муниципального образования Ливенский район Орловской области в информационно-телекоммуникационной сети «Интернет» информацию об итогах проведения жеребьевки;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7) направляет извещение о результатах проведенной жеребьевки, содержащее цель использования, местоположение, кадастровый номер и площадь выбранного путем жеребьевки земельного участка, по почте заказным письмом с уведомлением по адресу места жительства данного заявителя, принимавшего участие в жеребьевке, или вручает заявителю лично, не позднее трех рабочих дней со дня проведения жеребьевки;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8) выполняет поручения председателя и заместителя председателя Комиссии.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Статья 5. Порядок работы Комиссии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Комиссия организует и проводит жеребьевки земельных участков по мере формирования перечня-реестра, либо внесения в него изменений.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 Жеребьевку ведет председатель Комиссии, а в его отсутствие - заместитель председателя Комиссии.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Проведение жеребьевки является правомочным при участии не менее 1/2 утвержденного состава Комиссии.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Результаты жеребьевки фиксируются в протоколе.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Протокол жеребьевки должен содержать: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дату, время, место проведения жеребьевки;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состав Комиссии, с указанием должности, фамилии, имени, отчества председателя, членов и секретаря Комиссии;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фамилии, имена, отчества заявителей (их представителей), зарегистрировавшихся для участия в жеребьевке;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фамилии, имена, отчества заявителей (их представителей), принявших участие в жеребьевке, с отражением информации по каждому выбранному земельному участку по итогам жеребьевки;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подписи председателя, членов и секретаря Комиссии, заявителей (их представителей), принявших участие в жеребьевке.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4. ПОРЯДОК ПРОВЕДЕНИЯ ЖЕРЕБЬЕВКИ ЗЕМЕЛЬНЫХ УЧАСТКОВ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Статья 6. Порядок проведения жеребьевки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Порядок проведения жеребьевки земельных участков определяет правила организации и проведения Администрацией жеребьевки при предоставлении земельных участков для индивидуального жилищного строительства, состоящим на учете в Администрации в качестве желающих бесплатно получить земельные участки (далее - учет).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 Процедура жеребьевки является открытой и общедоступной.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Жеребьевка проводится в помещении, позволяющем вместить всех приглашенных заявителей, членов комиссии по проведению жеребьевки земельных участков (далее также - Комиссия).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Помещение оборудуется сидячими местами в количестве, достаточном для размещения всех приглашенных на жеребьевку, жеребьевочным столом, столом и стульями для членов Комиссии. При проведении жеребьевки допускается ведение аудио- или видеосъемки.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В целях обеспечения процедуры проведения жеребьевки в помещении размещается непрозрачный ящик в форме куба размером 45 на 45 сантиметров с отверстием в верхней его части размером 15 на 15 сантиметров (далее - жеребьевочный ящик).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Проведение жеребьевки начинается с оглашения секретарем Комиссии земельных участков, предназначенных для бесплатного предоставления в собственность граждан в соответствии с перечнем-реестром по состоянию на день проведения жеребьевки, а также демонстрации схемы размещения данных земельных участков.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6. Секретарь Комиссии в присутствии членов Комиссии и заявителей (их представителей) пересчитывает листы, на которых указана информация о земельных участках, планируемых к предоставлению по результатам жеребьевки (номера земельных участков, включенных в перечень-реестр земельных участков, кадастровый номер, местоположение, категория земель, разрешенное использование, площадь в квадратных метрах, вид собственности), и выкладывает их на стол вверх стороной, содержащей информацию, для предъявления на обозрение присутствующим на жеребьевке. После завершения процедуры ознакомления, секретарь Комиссии каждый лист вкладывает в отдельный конверт, перетасовывает конверты в произвольном порядке и помещает их в жеребьевочный ящик.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7. Информация о каждом земельном участке печатается на листе формата А6 по центру листа шрифтом Times New Roman, размер шрифта - 18. Информация указывается по одному земельному участку на каждом листе.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целей жеребьевки используются непрозрачные белые чистые (без обозначений и пометок) конверты форматом 114 х 162.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8. Очередность участия заявителей (их представителей) в жеребьевке определяется в хронологической последовательности, исходя из даты постановки заявителей на учет, за исключением заявителей (их представителей), участвующих в жеребьевке в соответствии с частью 8 статьи 6 Закона, которые приглашаются к жеребьевочному столу после всех заявителей (их представителей), принявших участие в жеребьевке.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Если надлежаще уведомленный заявитель не явился на жеребьевку, он не участвует в жеребьевке.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9. Секретарь Комиссии оглашает фамилию, имя, отчество заявителя (его представителя) и предлагает пройти к жеребьевочному столу для жеребьевки.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10. Заявитель (его представитель) достает из жеребьевочного ящика один конверт, оглашает информацию о земельном участке. Секретарь Комиссии заносит информацию о выбранном заявителем земельном участке в протокол жеребьевки.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11. После окончания жеребьевки протокол жеребьевки оформляется в течение 3 рабочих дней и подписывается председателем, секретарем, присутствовавшими на жеребьевке членами Комиссии.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12. Отказ от участия в жеребьевке либо от выбранного путем жеребьевки земельного участка заявители (их представители) оформляют в письменном виде.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13. Не позднее трех рабочих дней со дня проведения жеребьевки секретарь Комиссии обеспечивает размещение на официальном сайте муниципального образования Ливенский район Орловской области в информационно-телекоммуникационной сети «Интернет» следующую информацию об итогах проведения жеребьевки: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дата, время, место проведения жеребьевки;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порядковые номера заявителей (согласно журналу учета), принявших участие в жеребьевке, с указанием по каждому номера земельного участка (согласно перечню-реестру), который будет предоставлен заявителю в соответствии с результатами жеребьевки.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5. ПОРЯДОК ОЗНАКОМЛЕНИЯ С ПРАВОУСТАНАВЛИВАЮЩИМИ ДОКУМЕНТАМИ НА ПРЕДОСТАВЛЯМЕМЫЕ ЗЕМЕЛЬНЫЕ УЧАСТКИ ДЛЯ ВЕДЕНИЯ САДОВОДСТВА, ОГОРОДНИЧЕСТВА, ДАЧНОГО ХОЗЯЙСТВА ИЛИ ДЛЯ ВЕДЕНИЯ ЛИЧНОГО ПОДСОБНОГО ХОЗЯЙСТВА И ВЫБОР ТАКИХ ЗЕМЕЛЬНЫХ УЧАСТКОВ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Статья 7. Порядок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О наличии земельных участков для ведения садоводства, огородничества, дачного хозяйства или для ведения личного подсобного хозяйства в соответствующем Перечне-реестре земельных участков Администрация извещает заявителя в письменной форме.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 В извещении указываются дата, время и место ознакомления с правоустанавливающими документами на предоставляемые земельные участки.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Извещение вручается Администрацией лично заявителю или направляется по почте заказным письмом с уведомлением по адресу места жительства заявителя, указанному в заявлении о постановке на учет, не позднее 14 дней до дня явки заявителя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Ознакомление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 таких земельных участков организуются и проводятся Администрацией.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Статья 8. Выбор земельных участков для ведения садоводства, огородничества, дачного хозяйства или для ведения личного подсобного хозяйства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Гражданам (семьям), состоящим на учете в качестве лиц, имеющих право на предоставление земельных участков в собственность бесплатно для ведения садоводства, огородничества, дачного хозяйства или для ведения личного подсобного хозяйства, предоставление земельных участков осуществляется в порядке очередности (без проведения жеребьевки) комиссией по предоставлению земельных участков (без проведения жеребьевки) для ведения садоводства, огородничества, дачного хозяйства или для ведения личного подсобного хозяйства.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 Состав комиссии по предоставлению земельных участков (без проведения жеребьевки) для ведения садоводства, огородничества, дачного хозяйства или для ведения личного подсобного хозяйства утверждается постановлением администрации.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Очередь желающих бесплатно получить в собственность земельный участок для ведения садоводства, огородничества, дачного хозяйства или для ведения личного подсобного хозяйства формируется исходя из даты и времени поступления заявлений о постановке на учет в качестве лиц, имеющих право на предоставление земельных участков в собственность бесплатно.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Заявитель о согласии на получение земельного участка либо об отказе от получения земельного участка в письменной форме уведомляет Администрацию непосредственно в день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В случае согласия на получение земельного участка заявитель не позднее десяти рабочих дней со дня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 лично подает в Администрацию письменное заявление о предоставлении гражданину (семье) выбранного в порядке очередности земельного участка в собственность бесплатно с указанием цели использования, местоположения, кадастрового номера и площади земельного участка.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целях подтверждения неизменности представленных при постановке на учет сведений к указанному заявлению прилагаются документы в соответствии с частью 4 статьи 4 Закона.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6. Место в очереди желающих получить земельный участок в собственность бесплатно для ведения садоводства, огородничества, дачного хозяйства или для ведения личного подсобного хозяйства сохраняется, если заявитель при условии его надлежащего уведомления не явился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 либо отказался от получения земельного участка после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7. Если надлежаще уведомленный заявитель не явился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 либо отказался от получения земельного участка после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хозяйства, он повторно приглашается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в порядке, установленном статьей 7 настоящего Положения.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8. При повторных отказе заявителя от получения земельного участка после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хозяйства, неявке заявителя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 гражданин (семья) перемещается в конец очереди желающих бесплатно получить в собственность земельный участок для ведения садоводства, огородничества, дачного хозяйства или для ведения личного подсобного хозяйства не позднее трех дней со дня наступления указанных обстоятельств посредством внесения Администрацией соответствующих изменений в журнал учета. Извещение о перемещении гражданина (семьи) в конец очереди желающих бесплатно получить в собственность земельный участок для ведения садоводства, огородничества, дачного хозяйства или для ведения личного подсобного хозяйства вручается Администрацией лично заявителю или направляется по почте заказным письмом с уведомлением по адресу места жительства заявителя, указанному в заявлении о постановке на учет, не позднее пяти дней со дня внесения записи в журнал учета о перемещении гражданина (семьи) в конец очереди желающих бесплатно получить в собственность земельный участок для ведения садоводства, огородничества, дачного хозяйства или для ведения личного подсобного хозяйства.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9. Администрация в тридцатидневный срок со дня поступления заявления о предоставлении гражданину (семье) земельного участка для ведения садоводства, огородничества, дачного хозяйства или для ведения личного подсобного хозяйства принимает одно из следующих решений: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1) предоставить земельный участок гражданину (семье);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2) отказать гражданину (семье) в предоставлении земельного участка.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10. В решении о предоставлении земельного участка указываются цель использования, местоположение, кадастровый номер и площадь земельного участка.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11. Решение о предоставлении гражданину (семье) земельного участка либо об отказе в бесплатном предоставлении гражданину (семье) земельного участка принимается и оформляется в форме распоряжения администрации.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12. Извещение о принятом решении в четырнадцатидневный срок со дня его оформления вручается Администрацией лично заявителю или направляется по почте заказным письмом с уведомлением по адресу места жительства заявителя, указанному в заявлении о постановке на учет.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Статья 9. Порядок работы комиссии по предоставлению земельных участков (без проведения жеребьевки) для ведения садоводства, огородничества, дачного хозяйства или для ведения личного подсобного хозяйства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Комиссия по предоставлению земельных участков (без проведения жеребьевки) для ведения садоводства, огородничества, дачного хозяйства или для ведения личного подсобного хозяйства (далее – Комиссия) организует и проводит выбор земельных участков для ведения садоводства, огородничества, дачного хозяйства или для ведения личного подсобного хозяйства в порядке очередности.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 Выбор земельных участков путем ознакомления с правоустанавливающими документами на предоставляемые земельные участки ведет председатель Комиссии, а в его отсутствие - заместитель председателя Комиссии.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Проведение выбора земельных участков является правомочным при участии не менее 1/2 утвержденного состава Комиссии.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Результаты выбора земельных участков фиксируются в протоколе.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Протокол Комиссии должен содержать: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дату, время, место проведения выбора земельных участков;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состав Комиссии, с указанием должности, фамилии, имени, отчества председателя, членов и секретаря Комиссии;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фамилии, имена, отчества заявителей (их представителей), зарегистрировавшихся для участия в выборе земельных участков;</w:t>
      </w:r>
    </w:p>
    <w:p w:rsidR="001B02C9" w:rsidRDefault="001B02C9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фамилии, имена, отчества заявителей (их представителей), принявших участие в выборе земельных участков, с отражением информации по каждому выбранному земельному участку;</w:t>
      </w:r>
    </w:p>
    <w:p w:rsidR="001B02C9" w:rsidRDefault="001B02C9">
      <w:pPr>
        <w:pStyle w:val="ConsPlusNormal"/>
        <w:ind w:firstLine="540"/>
        <w:jc w:val="both"/>
        <w:rPr>
          <w:rFonts w:cs="Times New Roman"/>
        </w:rPr>
      </w:pPr>
      <w:r>
        <w:rPr>
          <w:rFonts w:ascii="Arial" w:hAnsi="Arial" w:cs="Arial"/>
        </w:rPr>
        <w:t>- подписи председателя, членов и секретаря Комиссии, заявителей (их представителей), принявших участие в выборе земельных участков.</w:t>
      </w:r>
    </w:p>
    <w:sectPr w:rsidR="001B02C9" w:rsidSect="00E15F63">
      <w:headerReference w:type="default" r:id="rId11"/>
      <w:pgSz w:w="11906" w:h="16838"/>
      <w:pgMar w:top="851" w:right="848" w:bottom="1134" w:left="1276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C9" w:rsidRDefault="001B02C9" w:rsidP="00E15F63">
      <w:r>
        <w:separator/>
      </w:r>
    </w:p>
  </w:endnote>
  <w:endnote w:type="continuationSeparator" w:id="0">
    <w:p w:rsidR="001B02C9" w:rsidRDefault="001B02C9" w:rsidP="00E15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C9" w:rsidRDefault="001B02C9" w:rsidP="00E15F63">
      <w:r>
        <w:separator/>
      </w:r>
    </w:p>
  </w:footnote>
  <w:footnote w:type="continuationSeparator" w:id="0">
    <w:p w:rsidR="001B02C9" w:rsidRDefault="001B02C9" w:rsidP="00E15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2C9" w:rsidRDefault="001B02C9">
    <w:pPr>
      <w:pStyle w:val="Header"/>
      <w:jc w:val="center"/>
    </w:pPr>
    <w:fldSimple w:instr="PAGE">
      <w:r>
        <w:rPr>
          <w:noProof/>
        </w:rPr>
        <w:t>1</w:t>
      </w:r>
    </w:fldSimple>
  </w:p>
  <w:p w:rsidR="001B02C9" w:rsidRDefault="001B02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96C49"/>
    <w:multiLevelType w:val="multilevel"/>
    <w:tmpl w:val="FFFFFFFF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EF57D67"/>
    <w:multiLevelType w:val="multilevel"/>
    <w:tmpl w:val="FFFFFFFF"/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F63"/>
    <w:rsid w:val="001B02C9"/>
    <w:rsid w:val="0057693E"/>
    <w:rsid w:val="006862BB"/>
    <w:rsid w:val="006F3949"/>
    <w:rsid w:val="00BD327F"/>
    <w:rsid w:val="00CA28D1"/>
    <w:rsid w:val="00E1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Heading1">
    <w:name w:val="heading 1"/>
    <w:basedOn w:val="Normal"/>
    <w:link w:val="Heading1Char1"/>
    <w:uiPriority w:val="99"/>
    <w:qFormat/>
    <w:pPr>
      <w:keepNext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link w:val="Heading2Char1"/>
    <w:uiPriority w:val="99"/>
    <w:qFormat/>
    <w:pPr>
      <w:keepNext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1"/>
    <w:uiPriority w:val="99"/>
    <w:qFormat/>
    <w:pPr>
      <w:keepNext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link w:val="Heading4Char1"/>
    <w:uiPriority w:val="99"/>
    <w:qFormat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82C"/>
    <w:rPr>
      <w:rFonts w:asciiTheme="majorHAnsi" w:eastAsiaTheme="majorEastAsia" w:hAnsiTheme="majorHAnsi" w:cstheme="majorBidi"/>
      <w:b/>
      <w:bCs/>
      <w:color w:val="00000A"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782C"/>
    <w:rPr>
      <w:rFonts w:asciiTheme="majorHAnsi" w:eastAsiaTheme="majorEastAsia" w:hAnsiTheme="majorHAnsi" w:cstheme="majorBidi"/>
      <w:b/>
      <w:bCs/>
      <w:i/>
      <w:iCs/>
      <w:color w:val="00000A"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782C"/>
    <w:rPr>
      <w:rFonts w:asciiTheme="majorHAnsi" w:eastAsiaTheme="majorEastAsia" w:hAnsiTheme="majorHAnsi" w:cstheme="majorBidi"/>
      <w:b/>
      <w:bCs/>
      <w:color w:val="00000A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782C"/>
    <w:rPr>
      <w:rFonts w:asciiTheme="minorHAnsi" w:eastAsiaTheme="minorEastAsia" w:hAnsiTheme="minorHAnsi" w:cstheme="minorBidi"/>
      <w:b/>
      <w:bCs/>
      <w:color w:val="00000A"/>
      <w:sz w:val="28"/>
      <w:szCs w:val="28"/>
      <w:lang w:eastAsia="ar-SA"/>
    </w:rPr>
  </w:style>
  <w:style w:type="character" w:customStyle="1" w:styleId="Heading1Char1">
    <w:name w:val="Heading 1 Char1"/>
    <w:basedOn w:val="DefaultParagraphFont"/>
    <w:link w:val="Heading1"/>
    <w:uiPriority w:val="99"/>
    <w:locked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Heading2Char1">
    <w:name w:val="Heading 2 Char1"/>
    <w:basedOn w:val="DefaultParagraphFont"/>
    <w:link w:val="Heading2"/>
    <w:uiPriority w:val="99"/>
    <w:locked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Heading3Char1">
    <w:name w:val="Heading 3 Char1"/>
    <w:basedOn w:val="DefaultParagraphFont"/>
    <w:link w:val="Heading3"/>
    <w:uiPriority w:val="99"/>
    <w:locked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Heading4Char1">
    <w:name w:val="Heading 4 Char1"/>
    <w:basedOn w:val="DefaultParagraphFont"/>
    <w:link w:val="Heading4"/>
    <w:uiPriority w:val="99"/>
    <w:locked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">
    <w:name w:val="Текст выноски Знак"/>
    <w:basedOn w:val="DefaultParagraphFont"/>
    <w:uiPriority w:val="99"/>
    <w:semiHidden/>
    <w:rPr>
      <w:rFonts w:ascii="Segoe UI" w:hAnsi="Segoe UI" w:cs="Segoe UI"/>
      <w:sz w:val="18"/>
      <w:szCs w:val="18"/>
      <w:lang w:eastAsia="ar-SA" w:bidi="ar-SA"/>
    </w:rPr>
  </w:style>
  <w:style w:type="character" w:customStyle="1" w:styleId="a0">
    <w:name w:val="Верхний колонтитул Знак"/>
    <w:basedOn w:val="DefaultParagraphFont"/>
    <w:uiPriority w:val="99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1">
    <w:name w:val="Нижний колонтитул Знак"/>
    <w:basedOn w:val="DefaultParagraphFont"/>
    <w:uiPriority w:val="99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-">
    <w:name w:val="Интернет-ссылка"/>
    <w:uiPriority w:val="99"/>
    <w:rsid w:val="00E15F63"/>
    <w:rPr>
      <w:color w:val="000080"/>
      <w:u w:val="single"/>
    </w:rPr>
  </w:style>
  <w:style w:type="paragraph" w:customStyle="1" w:styleId="a2">
    <w:name w:val="Заголовок"/>
    <w:basedOn w:val="Normal"/>
    <w:next w:val="BodyText"/>
    <w:uiPriority w:val="99"/>
    <w:rsid w:val="00E15F63"/>
    <w:pPr>
      <w:keepNext/>
      <w:spacing w:before="240" w:after="120"/>
    </w:pPr>
    <w:rPr>
      <w:rFonts w:ascii="Liberation Sans" w:eastAsia="Calibr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15F63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3782C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List">
    <w:name w:val="List"/>
    <w:basedOn w:val="BodyText"/>
    <w:uiPriority w:val="99"/>
    <w:rsid w:val="00E15F63"/>
  </w:style>
  <w:style w:type="paragraph" w:styleId="Title">
    <w:name w:val="Title"/>
    <w:basedOn w:val="Normal"/>
    <w:link w:val="TitleChar"/>
    <w:uiPriority w:val="99"/>
    <w:qFormat/>
    <w:rsid w:val="00E15F63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03782C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ar-SA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E15F63"/>
    <w:pPr>
      <w:suppressLineNumbers/>
    </w:pPr>
  </w:style>
  <w:style w:type="paragraph" w:customStyle="1" w:styleId="ConsPlusNormal">
    <w:name w:val="ConsPlusNormal"/>
    <w:uiPriority w:val="99"/>
    <w:pPr>
      <w:widowControl w:val="0"/>
      <w:suppressAutoHyphens/>
    </w:pPr>
    <w:rPr>
      <w:rFonts w:eastAsia="Times New Roman"/>
      <w:color w:val="00000A"/>
      <w:sz w:val="24"/>
      <w:szCs w:val="24"/>
    </w:rPr>
  </w:style>
  <w:style w:type="paragraph" w:customStyle="1" w:styleId="ConsPlusTitle">
    <w:name w:val="ConsPlusTitle"/>
    <w:uiPriority w:val="99"/>
    <w:pPr>
      <w:widowControl w:val="0"/>
      <w:suppressAutoHyphens/>
    </w:pPr>
    <w:rPr>
      <w:rFonts w:eastAsia="Times New Roman"/>
      <w:b/>
      <w:bCs/>
      <w:color w:val="00000A"/>
      <w:sz w:val="24"/>
      <w:szCs w:val="24"/>
    </w:rPr>
  </w:style>
  <w:style w:type="paragraph" w:customStyle="1" w:styleId="ConsPlusTitlePage">
    <w:name w:val="ConsPlusTitlePage"/>
    <w:uiPriority w:val="99"/>
    <w:pPr>
      <w:widowControl w:val="0"/>
      <w:suppressAutoHyphens/>
    </w:pPr>
    <w:rPr>
      <w:rFonts w:ascii="Tahoma" w:eastAsia="Times New Roman" w:hAnsi="Tahoma" w:cs="Tahoma"/>
      <w:color w:val="00000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82C"/>
    <w:rPr>
      <w:rFonts w:ascii="Times New Roman" w:eastAsia="Times New Roman" w:hAnsi="Times New Roman" w:cs="Times New Roman"/>
      <w:color w:val="00000A"/>
      <w:sz w:val="0"/>
      <w:szCs w:val="0"/>
      <w:lang w:eastAsia="ar-SA"/>
    </w:rPr>
  </w:style>
  <w:style w:type="paragraph" w:styleId="Header">
    <w:name w:val="header"/>
    <w:basedOn w:val="Normal"/>
    <w:link w:val="HeaderChar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782C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82C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64B8C2C654A9F223A3FFFED6B63C8030BC25E641497B676F7B7D2069HBP6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64B8C2C654A9F223A3FFFED6B63C8030B32DED47437B676F7B7D2069B6026296FB879DCF5061F8H8PB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164B8C2C654A9F223A3FFFED6B63C8030B32DED47437B676F7B7D2069HBP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64B8C2C654A9F223A3FFFDC4DA638F36BF7BE3414377313B24267D3EBF0835HDP1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766</TotalTime>
  <Pages>11</Pages>
  <Words>4640</Words>
  <Characters>26452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user1</cp:lastModifiedBy>
  <cp:revision>136</cp:revision>
  <cp:lastPrinted>2015-11-19T12:46:00Z</cp:lastPrinted>
  <dcterms:created xsi:type="dcterms:W3CDTF">2015-11-19T09:15:00Z</dcterms:created>
  <dcterms:modified xsi:type="dcterms:W3CDTF">2015-12-17T07:52:00Z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