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EF3" w:rsidRDefault="004E0EF3" w:rsidP="00B44510">
      <w:pPr>
        <w:tabs>
          <w:tab w:val="left" w:pos="6705"/>
        </w:tabs>
        <w:jc w:val="right"/>
      </w:pPr>
      <w:r>
        <w:tab/>
      </w:r>
    </w:p>
    <w:p w:rsidR="004E0EF3" w:rsidRDefault="004E0EF3" w:rsidP="004E0EF3"/>
    <w:p w:rsidR="00414643" w:rsidRPr="00B848D5" w:rsidRDefault="004E0EF3" w:rsidP="00B848D5">
      <w:pPr>
        <w:pStyle w:val="a7"/>
        <w:jc w:val="center"/>
        <w:rPr>
          <w:b/>
          <w:sz w:val="28"/>
          <w:szCs w:val="28"/>
          <w:u w:val="single"/>
        </w:rPr>
      </w:pPr>
      <w:r w:rsidRPr="00B848D5">
        <w:rPr>
          <w:b/>
          <w:sz w:val="28"/>
          <w:szCs w:val="28"/>
          <w:u w:val="single"/>
        </w:rPr>
        <w:t>СХЕМА ТЕПЛОСНАБЖЕНИЯ КОЗЬМИНСКОГО СЕЛЬСКОГО ПОСЕЛЕНИЯ ЛИВЕНСКОГО РАЙОНА ОРЛОВСКОЙ ОБЛАСТИ</w:t>
      </w:r>
    </w:p>
    <w:p w:rsidR="00414643" w:rsidRDefault="00414643" w:rsidP="00414643">
      <w:pPr>
        <w:pStyle w:val="a7"/>
      </w:pPr>
      <w:r w:rsidRPr="00414643">
        <w:t xml:space="preserve">Разработка схемы теплоснабжения предусматривает удовлетворение спроса на тепловую энергию и обеспечение спроса на тепловую </w:t>
      </w:r>
      <w:proofErr w:type="gramStart"/>
      <w:r w:rsidRPr="00414643">
        <w:t>энергию</w:t>
      </w:r>
      <w:proofErr w:type="gramEnd"/>
      <w:r w:rsidRPr="00414643">
        <w:t xml:space="preserve"> и обеспечение спроса на тепловую энергию и обеспечения надежного теплоснабжения наиболее экономическим способом при минимальных воздействиях </w:t>
      </w:r>
      <w:r>
        <w:t>на окружающую среду, экономического стимулирования развития систем теплоснабжения и внедрения энергосберегающих технологий</w:t>
      </w:r>
      <w:r w:rsidR="0082036F">
        <w:t>.</w:t>
      </w:r>
    </w:p>
    <w:p w:rsidR="0082036F" w:rsidRDefault="0082036F" w:rsidP="00414643">
      <w:pPr>
        <w:rPr>
          <w:b/>
          <w:u w:val="single"/>
        </w:rPr>
      </w:pPr>
    </w:p>
    <w:p w:rsidR="0082036F" w:rsidRDefault="0082036F" w:rsidP="00414643">
      <w:pPr>
        <w:rPr>
          <w:b/>
          <w:u w:val="single"/>
        </w:rPr>
      </w:pPr>
      <w:r>
        <w:rPr>
          <w:b/>
          <w:u w:val="single"/>
        </w:rPr>
        <w:t xml:space="preserve"> </w:t>
      </w:r>
      <w:r w:rsidR="00414643" w:rsidRPr="0082036F">
        <w:rPr>
          <w:b/>
          <w:u w:val="single"/>
        </w:rPr>
        <w:t xml:space="preserve">      Раздел 1. Показатели перспективного спроса на тепловую энергию </w:t>
      </w:r>
      <w:r w:rsidRPr="0082036F">
        <w:rPr>
          <w:b/>
          <w:u w:val="single"/>
        </w:rPr>
        <w:t>«мощность и теплоноситель в установленных границах территории поселения»:</w:t>
      </w:r>
    </w:p>
    <w:p w:rsidR="0082036F" w:rsidRDefault="0082036F" w:rsidP="0082036F">
      <w:pPr>
        <w:pStyle w:val="a8"/>
        <w:numPr>
          <w:ilvl w:val="1"/>
          <w:numId w:val="1"/>
        </w:numPr>
        <w:rPr>
          <w:b/>
          <w:u w:val="single"/>
        </w:rPr>
      </w:pPr>
      <w:r w:rsidRPr="0082036F">
        <w:rPr>
          <w:b/>
          <w:u w:val="single"/>
        </w:rPr>
        <w:t>Площадь  строительных фондов в границах территории поселения в населенных пунктах</w:t>
      </w:r>
      <w:r>
        <w:rPr>
          <w:b/>
          <w:u w:val="single"/>
        </w:rPr>
        <w:t>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03"/>
        <w:gridCol w:w="1838"/>
        <w:gridCol w:w="1859"/>
        <w:gridCol w:w="1885"/>
        <w:gridCol w:w="1886"/>
      </w:tblGrid>
      <w:tr w:rsidR="0082036F" w:rsidTr="0082036F">
        <w:tc>
          <w:tcPr>
            <w:tcW w:w="1914" w:type="dxa"/>
          </w:tcPr>
          <w:p w:rsidR="0082036F" w:rsidRDefault="0082036F" w:rsidP="0082036F"/>
        </w:tc>
        <w:tc>
          <w:tcPr>
            <w:tcW w:w="1914" w:type="dxa"/>
          </w:tcPr>
          <w:p w:rsidR="0082036F" w:rsidRDefault="0082036F" w:rsidP="0082036F">
            <w:r>
              <w:t>Общая площадь жилого фонда м</w:t>
            </w:r>
            <w:proofErr w:type="gramStart"/>
            <w:r>
              <w:t>2</w:t>
            </w:r>
            <w:proofErr w:type="gramEnd"/>
          </w:p>
        </w:tc>
        <w:tc>
          <w:tcPr>
            <w:tcW w:w="1914" w:type="dxa"/>
          </w:tcPr>
          <w:p w:rsidR="0082036F" w:rsidRDefault="0082036F" w:rsidP="0082036F">
            <w:r>
              <w:t>Количество домов (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>)</w:t>
            </w:r>
          </w:p>
        </w:tc>
        <w:tc>
          <w:tcPr>
            <w:tcW w:w="1914" w:type="dxa"/>
          </w:tcPr>
          <w:p w:rsidR="0082036F" w:rsidRDefault="0082036F" w:rsidP="0082036F">
            <w:r>
              <w:t>В том числе многоэтажных домов (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>)</w:t>
            </w:r>
          </w:p>
        </w:tc>
        <w:tc>
          <w:tcPr>
            <w:tcW w:w="1915" w:type="dxa"/>
          </w:tcPr>
          <w:p w:rsidR="0082036F" w:rsidRDefault="0082036F" w:rsidP="0082036F">
            <w:r>
              <w:t>Общая площадь многоэтажных домов  м</w:t>
            </w:r>
            <w:proofErr w:type="gramStart"/>
            <w:r>
              <w:t>2</w:t>
            </w:r>
            <w:proofErr w:type="gramEnd"/>
          </w:p>
        </w:tc>
      </w:tr>
      <w:tr w:rsidR="0082036F" w:rsidTr="0082036F">
        <w:tc>
          <w:tcPr>
            <w:tcW w:w="1914" w:type="dxa"/>
          </w:tcPr>
          <w:p w:rsidR="0082036F" w:rsidRDefault="0082036F" w:rsidP="0082036F">
            <w:proofErr w:type="spellStart"/>
            <w:r>
              <w:t>с</w:t>
            </w:r>
            <w:proofErr w:type="gramStart"/>
            <w:r>
              <w:t>.К</w:t>
            </w:r>
            <w:proofErr w:type="gramEnd"/>
            <w:r>
              <w:t>озьминка</w:t>
            </w:r>
            <w:proofErr w:type="spellEnd"/>
          </w:p>
        </w:tc>
        <w:tc>
          <w:tcPr>
            <w:tcW w:w="1914" w:type="dxa"/>
          </w:tcPr>
          <w:p w:rsidR="0082036F" w:rsidRDefault="0082036F" w:rsidP="0082036F">
            <w:r>
              <w:t>12309,0</w:t>
            </w:r>
          </w:p>
        </w:tc>
        <w:tc>
          <w:tcPr>
            <w:tcW w:w="1914" w:type="dxa"/>
          </w:tcPr>
          <w:p w:rsidR="0082036F" w:rsidRDefault="00E1793B" w:rsidP="0082036F">
            <w:r>
              <w:t>141</w:t>
            </w:r>
          </w:p>
        </w:tc>
        <w:tc>
          <w:tcPr>
            <w:tcW w:w="1914" w:type="dxa"/>
          </w:tcPr>
          <w:p w:rsidR="0082036F" w:rsidRDefault="00E1793B" w:rsidP="0082036F">
            <w:r>
              <w:t>4</w:t>
            </w:r>
          </w:p>
        </w:tc>
        <w:tc>
          <w:tcPr>
            <w:tcW w:w="1915" w:type="dxa"/>
          </w:tcPr>
          <w:p w:rsidR="0082036F" w:rsidRDefault="00E1793B" w:rsidP="0082036F">
            <w:r>
              <w:t>4657,0</w:t>
            </w:r>
          </w:p>
        </w:tc>
      </w:tr>
      <w:tr w:rsidR="0082036F" w:rsidTr="0082036F">
        <w:tc>
          <w:tcPr>
            <w:tcW w:w="1914" w:type="dxa"/>
          </w:tcPr>
          <w:p w:rsidR="0082036F" w:rsidRDefault="0082036F" w:rsidP="0082036F">
            <w:proofErr w:type="spellStart"/>
            <w:r>
              <w:t>с</w:t>
            </w:r>
            <w:proofErr w:type="gramStart"/>
            <w:r>
              <w:t>.Г</w:t>
            </w:r>
            <w:proofErr w:type="gramEnd"/>
            <w:r>
              <w:t>рязцы</w:t>
            </w:r>
            <w:proofErr w:type="spellEnd"/>
          </w:p>
        </w:tc>
        <w:tc>
          <w:tcPr>
            <w:tcW w:w="1914" w:type="dxa"/>
          </w:tcPr>
          <w:p w:rsidR="0082036F" w:rsidRDefault="0082036F" w:rsidP="0082036F">
            <w:r>
              <w:t>4818,0</w:t>
            </w:r>
          </w:p>
        </w:tc>
        <w:tc>
          <w:tcPr>
            <w:tcW w:w="1914" w:type="dxa"/>
          </w:tcPr>
          <w:p w:rsidR="0082036F" w:rsidRDefault="00E1793B" w:rsidP="0082036F">
            <w:r>
              <w:t>91</w:t>
            </w:r>
          </w:p>
        </w:tc>
        <w:tc>
          <w:tcPr>
            <w:tcW w:w="1914" w:type="dxa"/>
          </w:tcPr>
          <w:p w:rsidR="0082036F" w:rsidRDefault="0082036F" w:rsidP="0082036F"/>
        </w:tc>
        <w:tc>
          <w:tcPr>
            <w:tcW w:w="1915" w:type="dxa"/>
          </w:tcPr>
          <w:p w:rsidR="0082036F" w:rsidRDefault="0082036F" w:rsidP="0082036F"/>
        </w:tc>
      </w:tr>
      <w:tr w:rsidR="0082036F" w:rsidTr="0082036F">
        <w:tc>
          <w:tcPr>
            <w:tcW w:w="1914" w:type="dxa"/>
          </w:tcPr>
          <w:p w:rsidR="0082036F" w:rsidRDefault="0082036F" w:rsidP="0082036F">
            <w:proofErr w:type="spellStart"/>
            <w:r>
              <w:t>д</w:t>
            </w:r>
            <w:proofErr w:type="gramStart"/>
            <w:r>
              <w:t>.Х</w:t>
            </w:r>
            <w:proofErr w:type="gramEnd"/>
            <w:r>
              <w:t>мелевая</w:t>
            </w:r>
            <w:proofErr w:type="spellEnd"/>
            <w:r>
              <w:t xml:space="preserve"> </w:t>
            </w:r>
          </w:p>
        </w:tc>
        <w:tc>
          <w:tcPr>
            <w:tcW w:w="1914" w:type="dxa"/>
          </w:tcPr>
          <w:p w:rsidR="0082036F" w:rsidRDefault="0082036F" w:rsidP="0082036F">
            <w:r>
              <w:t>1185,0</w:t>
            </w:r>
          </w:p>
        </w:tc>
        <w:tc>
          <w:tcPr>
            <w:tcW w:w="1914" w:type="dxa"/>
          </w:tcPr>
          <w:p w:rsidR="0082036F" w:rsidRDefault="00E1793B" w:rsidP="0082036F">
            <w:r>
              <w:t>25</w:t>
            </w:r>
          </w:p>
        </w:tc>
        <w:tc>
          <w:tcPr>
            <w:tcW w:w="1914" w:type="dxa"/>
          </w:tcPr>
          <w:p w:rsidR="0082036F" w:rsidRDefault="0082036F" w:rsidP="0082036F"/>
        </w:tc>
        <w:tc>
          <w:tcPr>
            <w:tcW w:w="1915" w:type="dxa"/>
          </w:tcPr>
          <w:p w:rsidR="0082036F" w:rsidRDefault="0082036F" w:rsidP="0082036F"/>
        </w:tc>
      </w:tr>
      <w:tr w:rsidR="0082036F" w:rsidTr="0082036F">
        <w:tc>
          <w:tcPr>
            <w:tcW w:w="1914" w:type="dxa"/>
          </w:tcPr>
          <w:p w:rsidR="0082036F" w:rsidRDefault="0082036F" w:rsidP="0082036F">
            <w:proofErr w:type="spellStart"/>
            <w:r>
              <w:t>д</w:t>
            </w:r>
            <w:proofErr w:type="gramStart"/>
            <w:r>
              <w:t>.Л</w:t>
            </w:r>
            <w:proofErr w:type="gramEnd"/>
            <w:r>
              <w:t>иповвец</w:t>
            </w:r>
            <w:proofErr w:type="spellEnd"/>
          </w:p>
        </w:tc>
        <w:tc>
          <w:tcPr>
            <w:tcW w:w="1914" w:type="dxa"/>
          </w:tcPr>
          <w:p w:rsidR="0082036F" w:rsidRDefault="0082036F" w:rsidP="0082036F">
            <w:r>
              <w:t>11560,0</w:t>
            </w:r>
          </w:p>
        </w:tc>
        <w:tc>
          <w:tcPr>
            <w:tcW w:w="1914" w:type="dxa"/>
          </w:tcPr>
          <w:p w:rsidR="0082036F" w:rsidRDefault="00E1793B" w:rsidP="0082036F">
            <w:r>
              <w:t>191</w:t>
            </w:r>
          </w:p>
        </w:tc>
        <w:tc>
          <w:tcPr>
            <w:tcW w:w="1914" w:type="dxa"/>
          </w:tcPr>
          <w:p w:rsidR="0082036F" w:rsidRDefault="0082036F" w:rsidP="0082036F"/>
        </w:tc>
        <w:tc>
          <w:tcPr>
            <w:tcW w:w="1915" w:type="dxa"/>
          </w:tcPr>
          <w:p w:rsidR="0082036F" w:rsidRDefault="0082036F" w:rsidP="0082036F"/>
        </w:tc>
      </w:tr>
      <w:tr w:rsidR="0082036F" w:rsidTr="0082036F">
        <w:tc>
          <w:tcPr>
            <w:tcW w:w="1914" w:type="dxa"/>
          </w:tcPr>
          <w:p w:rsidR="0082036F" w:rsidRDefault="0082036F" w:rsidP="0082036F">
            <w:proofErr w:type="spellStart"/>
            <w:r>
              <w:t>д</w:t>
            </w:r>
            <w:proofErr w:type="gramStart"/>
            <w:r>
              <w:t>.К</w:t>
            </w:r>
            <w:proofErr w:type="gramEnd"/>
            <w:r>
              <w:t>аменево</w:t>
            </w:r>
            <w:proofErr w:type="spellEnd"/>
          </w:p>
        </w:tc>
        <w:tc>
          <w:tcPr>
            <w:tcW w:w="1914" w:type="dxa"/>
          </w:tcPr>
          <w:p w:rsidR="0082036F" w:rsidRDefault="0082036F" w:rsidP="0082036F">
            <w:r>
              <w:t>2326,0</w:t>
            </w:r>
          </w:p>
        </w:tc>
        <w:tc>
          <w:tcPr>
            <w:tcW w:w="1914" w:type="dxa"/>
          </w:tcPr>
          <w:p w:rsidR="0082036F" w:rsidRDefault="00E1793B" w:rsidP="0082036F">
            <w:r>
              <w:t>50</w:t>
            </w:r>
          </w:p>
        </w:tc>
        <w:tc>
          <w:tcPr>
            <w:tcW w:w="1914" w:type="dxa"/>
          </w:tcPr>
          <w:p w:rsidR="0082036F" w:rsidRDefault="0082036F" w:rsidP="0082036F"/>
        </w:tc>
        <w:tc>
          <w:tcPr>
            <w:tcW w:w="1915" w:type="dxa"/>
          </w:tcPr>
          <w:p w:rsidR="0082036F" w:rsidRDefault="0082036F" w:rsidP="0082036F"/>
        </w:tc>
      </w:tr>
      <w:tr w:rsidR="0082036F" w:rsidTr="0082036F">
        <w:tc>
          <w:tcPr>
            <w:tcW w:w="1914" w:type="dxa"/>
          </w:tcPr>
          <w:p w:rsidR="0082036F" w:rsidRDefault="0082036F" w:rsidP="0082036F">
            <w:proofErr w:type="spellStart"/>
            <w:r>
              <w:t>д</w:t>
            </w:r>
            <w:proofErr w:type="gramStart"/>
            <w:r>
              <w:t>.Ж</w:t>
            </w:r>
            <w:proofErr w:type="gramEnd"/>
            <w:r>
              <w:t>илево</w:t>
            </w:r>
            <w:proofErr w:type="spellEnd"/>
          </w:p>
        </w:tc>
        <w:tc>
          <w:tcPr>
            <w:tcW w:w="1914" w:type="dxa"/>
          </w:tcPr>
          <w:p w:rsidR="0082036F" w:rsidRDefault="0082036F" w:rsidP="0082036F">
            <w:r>
              <w:t>1371,0</w:t>
            </w:r>
          </w:p>
        </w:tc>
        <w:tc>
          <w:tcPr>
            <w:tcW w:w="1914" w:type="dxa"/>
          </w:tcPr>
          <w:p w:rsidR="0082036F" w:rsidRDefault="00E1793B" w:rsidP="0082036F">
            <w:r>
              <w:t>43</w:t>
            </w:r>
          </w:p>
        </w:tc>
        <w:tc>
          <w:tcPr>
            <w:tcW w:w="1914" w:type="dxa"/>
          </w:tcPr>
          <w:p w:rsidR="0082036F" w:rsidRDefault="0082036F" w:rsidP="0082036F"/>
        </w:tc>
        <w:tc>
          <w:tcPr>
            <w:tcW w:w="1915" w:type="dxa"/>
          </w:tcPr>
          <w:p w:rsidR="0082036F" w:rsidRDefault="0082036F" w:rsidP="0082036F"/>
        </w:tc>
      </w:tr>
      <w:tr w:rsidR="0082036F" w:rsidTr="0082036F">
        <w:tc>
          <w:tcPr>
            <w:tcW w:w="1914" w:type="dxa"/>
          </w:tcPr>
          <w:p w:rsidR="0082036F" w:rsidRDefault="0082036F" w:rsidP="0082036F">
            <w:proofErr w:type="spellStart"/>
            <w:r>
              <w:t>пос</w:t>
            </w:r>
            <w:proofErr w:type="gramStart"/>
            <w:r>
              <w:t>.С</w:t>
            </w:r>
            <w:proofErr w:type="gramEnd"/>
            <w:r>
              <w:t>овхозный</w:t>
            </w:r>
            <w:proofErr w:type="spellEnd"/>
            <w:r>
              <w:t xml:space="preserve"> </w:t>
            </w:r>
          </w:p>
        </w:tc>
        <w:tc>
          <w:tcPr>
            <w:tcW w:w="1914" w:type="dxa"/>
          </w:tcPr>
          <w:p w:rsidR="0082036F" w:rsidRDefault="0082036F" w:rsidP="0082036F">
            <w:r>
              <w:t>18830,0</w:t>
            </w:r>
          </w:p>
        </w:tc>
        <w:tc>
          <w:tcPr>
            <w:tcW w:w="1914" w:type="dxa"/>
          </w:tcPr>
          <w:p w:rsidR="0082036F" w:rsidRDefault="00E1793B" w:rsidP="0082036F">
            <w:r>
              <w:t>136</w:t>
            </w:r>
          </w:p>
        </w:tc>
        <w:tc>
          <w:tcPr>
            <w:tcW w:w="1914" w:type="dxa"/>
          </w:tcPr>
          <w:p w:rsidR="0082036F" w:rsidRDefault="00E1793B" w:rsidP="0082036F">
            <w:r>
              <w:t>14</w:t>
            </w:r>
          </w:p>
        </w:tc>
        <w:tc>
          <w:tcPr>
            <w:tcW w:w="1915" w:type="dxa"/>
          </w:tcPr>
          <w:p w:rsidR="0082036F" w:rsidRDefault="00E1793B" w:rsidP="0082036F">
            <w:r>
              <w:t>6834,0</w:t>
            </w:r>
          </w:p>
        </w:tc>
      </w:tr>
      <w:tr w:rsidR="0082036F" w:rsidTr="0082036F">
        <w:tc>
          <w:tcPr>
            <w:tcW w:w="1914" w:type="dxa"/>
          </w:tcPr>
          <w:p w:rsidR="0082036F" w:rsidRDefault="0082036F" w:rsidP="0082036F">
            <w:proofErr w:type="spellStart"/>
            <w:r>
              <w:t>пос</w:t>
            </w:r>
            <w:proofErr w:type="gramStart"/>
            <w:r>
              <w:t>.К</w:t>
            </w:r>
            <w:proofErr w:type="gramEnd"/>
            <w:r>
              <w:t>омсомольский</w:t>
            </w:r>
            <w:proofErr w:type="spellEnd"/>
          </w:p>
        </w:tc>
        <w:tc>
          <w:tcPr>
            <w:tcW w:w="1914" w:type="dxa"/>
          </w:tcPr>
          <w:p w:rsidR="0082036F" w:rsidRDefault="0082036F" w:rsidP="0082036F">
            <w:r>
              <w:t>796,0</w:t>
            </w:r>
          </w:p>
        </w:tc>
        <w:tc>
          <w:tcPr>
            <w:tcW w:w="1914" w:type="dxa"/>
          </w:tcPr>
          <w:p w:rsidR="0082036F" w:rsidRDefault="00E1793B" w:rsidP="0082036F">
            <w:r>
              <w:t>12</w:t>
            </w:r>
          </w:p>
        </w:tc>
        <w:tc>
          <w:tcPr>
            <w:tcW w:w="1914" w:type="dxa"/>
          </w:tcPr>
          <w:p w:rsidR="0082036F" w:rsidRDefault="0082036F" w:rsidP="0082036F"/>
        </w:tc>
        <w:tc>
          <w:tcPr>
            <w:tcW w:w="1915" w:type="dxa"/>
          </w:tcPr>
          <w:p w:rsidR="0082036F" w:rsidRDefault="0082036F" w:rsidP="0082036F"/>
        </w:tc>
      </w:tr>
      <w:tr w:rsidR="0082036F" w:rsidTr="0082036F">
        <w:tc>
          <w:tcPr>
            <w:tcW w:w="1914" w:type="dxa"/>
          </w:tcPr>
          <w:p w:rsidR="0082036F" w:rsidRDefault="0082036F" w:rsidP="0082036F">
            <w:proofErr w:type="spellStart"/>
            <w:r>
              <w:t>Пос</w:t>
            </w:r>
            <w:proofErr w:type="gramStart"/>
            <w:r>
              <w:t>.Б</w:t>
            </w:r>
            <w:proofErr w:type="gramEnd"/>
            <w:r>
              <w:t>ерезово</w:t>
            </w:r>
            <w:proofErr w:type="spellEnd"/>
            <w:r>
              <w:t>-Воротынский</w:t>
            </w:r>
          </w:p>
        </w:tc>
        <w:tc>
          <w:tcPr>
            <w:tcW w:w="1914" w:type="dxa"/>
          </w:tcPr>
          <w:p w:rsidR="0082036F" w:rsidRDefault="0082036F" w:rsidP="0082036F">
            <w:r>
              <w:t>220,0</w:t>
            </w:r>
          </w:p>
        </w:tc>
        <w:tc>
          <w:tcPr>
            <w:tcW w:w="1914" w:type="dxa"/>
          </w:tcPr>
          <w:p w:rsidR="0082036F" w:rsidRDefault="00E1793B" w:rsidP="0082036F">
            <w:r>
              <w:t>3</w:t>
            </w:r>
          </w:p>
        </w:tc>
        <w:tc>
          <w:tcPr>
            <w:tcW w:w="1914" w:type="dxa"/>
          </w:tcPr>
          <w:p w:rsidR="0082036F" w:rsidRDefault="0082036F" w:rsidP="0082036F"/>
        </w:tc>
        <w:tc>
          <w:tcPr>
            <w:tcW w:w="1915" w:type="dxa"/>
          </w:tcPr>
          <w:p w:rsidR="0082036F" w:rsidRDefault="0082036F" w:rsidP="0082036F"/>
        </w:tc>
      </w:tr>
      <w:tr w:rsidR="0082036F" w:rsidTr="0082036F">
        <w:tc>
          <w:tcPr>
            <w:tcW w:w="1914" w:type="dxa"/>
          </w:tcPr>
          <w:p w:rsidR="0082036F" w:rsidRDefault="0082036F" w:rsidP="0082036F"/>
        </w:tc>
        <w:tc>
          <w:tcPr>
            <w:tcW w:w="1914" w:type="dxa"/>
          </w:tcPr>
          <w:p w:rsidR="0082036F" w:rsidRDefault="00E1793B" w:rsidP="0082036F">
            <w:r>
              <w:t>53415,0</w:t>
            </w:r>
          </w:p>
        </w:tc>
        <w:tc>
          <w:tcPr>
            <w:tcW w:w="1914" w:type="dxa"/>
          </w:tcPr>
          <w:p w:rsidR="0082036F" w:rsidRDefault="00E1793B" w:rsidP="0082036F">
            <w:r>
              <w:t>692</w:t>
            </w:r>
          </w:p>
        </w:tc>
        <w:tc>
          <w:tcPr>
            <w:tcW w:w="1914" w:type="dxa"/>
          </w:tcPr>
          <w:p w:rsidR="0082036F" w:rsidRDefault="00E1793B" w:rsidP="0082036F">
            <w:r>
              <w:t>18</w:t>
            </w:r>
          </w:p>
        </w:tc>
        <w:tc>
          <w:tcPr>
            <w:tcW w:w="1915" w:type="dxa"/>
          </w:tcPr>
          <w:p w:rsidR="0082036F" w:rsidRDefault="00E1793B" w:rsidP="0082036F">
            <w:r>
              <w:t>11491,0</w:t>
            </w:r>
          </w:p>
        </w:tc>
      </w:tr>
    </w:tbl>
    <w:p w:rsidR="00F04175" w:rsidRDefault="00F04175" w:rsidP="00E1793B">
      <w:pPr>
        <w:rPr>
          <w:b/>
          <w:u w:val="single"/>
        </w:rPr>
      </w:pPr>
    </w:p>
    <w:p w:rsidR="00E1793B" w:rsidRDefault="00E1793B" w:rsidP="00E1793B">
      <w:pPr>
        <w:rPr>
          <w:b/>
          <w:u w:val="single"/>
        </w:rPr>
      </w:pPr>
      <w:r w:rsidRPr="00E1793B">
        <w:rPr>
          <w:b/>
          <w:u w:val="single"/>
        </w:rPr>
        <w:t>1.2 Приросты площади строительных фондов</w:t>
      </w:r>
    </w:p>
    <w:p w:rsidR="00F04175" w:rsidRDefault="00E1793B" w:rsidP="00F04175">
      <w:pPr>
        <w:pStyle w:val="a7"/>
      </w:pPr>
      <w:r>
        <w:t>Увеличение прироста  площадей  строительных фондов по расчетным элементам территориального деления на перспективу планируется стро</w:t>
      </w:r>
      <w:r w:rsidR="00F04175">
        <w:t>ительство индивидуальных жилых домов на каждом этапе следующих пятилеток.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04175" w:rsidTr="00F04175">
        <w:tc>
          <w:tcPr>
            <w:tcW w:w="3190" w:type="dxa"/>
          </w:tcPr>
          <w:p w:rsidR="00F04175" w:rsidRDefault="00F04175" w:rsidP="00F04175"/>
        </w:tc>
        <w:tc>
          <w:tcPr>
            <w:tcW w:w="3190" w:type="dxa"/>
          </w:tcPr>
          <w:p w:rsidR="00F04175" w:rsidRDefault="00F04175" w:rsidP="00F04175">
            <w:r>
              <w:t>Первый пятилетний период м</w:t>
            </w:r>
            <w:proofErr w:type="gramStart"/>
            <w:r>
              <w:t>2</w:t>
            </w:r>
            <w:proofErr w:type="gramEnd"/>
          </w:p>
        </w:tc>
        <w:tc>
          <w:tcPr>
            <w:tcW w:w="3191" w:type="dxa"/>
          </w:tcPr>
          <w:p w:rsidR="00F04175" w:rsidRDefault="00F04175" w:rsidP="00F04175">
            <w:r>
              <w:t>Второй пятилетний период м</w:t>
            </w:r>
            <w:proofErr w:type="gramStart"/>
            <w:r>
              <w:t>2</w:t>
            </w:r>
            <w:proofErr w:type="gramEnd"/>
          </w:p>
        </w:tc>
      </w:tr>
      <w:tr w:rsidR="00F04175" w:rsidTr="00F04175">
        <w:tc>
          <w:tcPr>
            <w:tcW w:w="3190" w:type="dxa"/>
          </w:tcPr>
          <w:p w:rsidR="00F04175" w:rsidRDefault="00F04175" w:rsidP="00F04175">
            <w:r>
              <w:t xml:space="preserve">С. </w:t>
            </w:r>
            <w:proofErr w:type="spellStart"/>
            <w:r>
              <w:t>Козьминка</w:t>
            </w:r>
            <w:proofErr w:type="spellEnd"/>
            <w:r>
              <w:t xml:space="preserve"> </w:t>
            </w:r>
          </w:p>
        </w:tc>
        <w:tc>
          <w:tcPr>
            <w:tcW w:w="3190" w:type="dxa"/>
          </w:tcPr>
          <w:p w:rsidR="00F04175" w:rsidRDefault="00F04175" w:rsidP="00F04175">
            <w:r>
              <w:t>1000</w:t>
            </w:r>
          </w:p>
        </w:tc>
        <w:tc>
          <w:tcPr>
            <w:tcW w:w="3191" w:type="dxa"/>
          </w:tcPr>
          <w:p w:rsidR="00F04175" w:rsidRDefault="00F04175" w:rsidP="00F04175">
            <w:r>
              <w:t>1000</w:t>
            </w:r>
          </w:p>
        </w:tc>
      </w:tr>
      <w:tr w:rsidR="00F04175" w:rsidTr="00F04175">
        <w:tc>
          <w:tcPr>
            <w:tcW w:w="3190" w:type="dxa"/>
          </w:tcPr>
          <w:p w:rsidR="00F04175" w:rsidRDefault="00F04175" w:rsidP="00F04175">
            <w:proofErr w:type="spellStart"/>
            <w:r>
              <w:t>Пос</w:t>
            </w:r>
            <w:proofErr w:type="gramStart"/>
            <w:r>
              <w:t>.С</w:t>
            </w:r>
            <w:proofErr w:type="gramEnd"/>
            <w:r>
              <w:t>овхозный</w:t>
            </w:r>
            <w:proofErr w:type="spellEnd"/>
            <w:r>
              <w:t xml:space="preserve"> </w:t>
            </w:r>
          </w:p>
        </w:tc>
        <w:tc>
          <w:tcPr>
            <w:tcW w:w="3190" w:type="dxa"/>
          </w:tcPr>
          <w:p w:rsidR="00F04175" w:rsidRDefault="00F04175" w:rsidP="00F04175">
            <w:r>
              <w:t>2000</w:t>
            </w:r>
          </w:p>
        </w:tc>
        <w:tc>
          <w:tcPr>
            <w:tcW w:w="3191" w:type="dxa"/>
          </w:tcPr>
          <w:p w:rsidR="00F04175" w:rsidRDefault="00F04175" w:rsidP="00F04175">
            <w:r>
              <w:t>2500</w:t>
            </w:r>
          </w:p>
        </w:tc>
      </w:tr>
    </w:tbl>
    <w:p w:rsidR="00F04175" w:rsidRDefault="00F04175" w:rsidP="00F04175">
      <w:pPr>
        <w:rPr>
          <w:b/>
          <w:u w:val="single"/>
        </w:rPr>
      </w:pPr>
    </w:p>
    <w:p w:rsidR="00F04175" w:rsidRDefault="00F04175" w:rsidP="00F04175">
      <w:pPr>
        <w:rPr>
          <w:b/>
          <w:u w:val="single"/>
        </w:rPr>
      </w:pPr>
      <w:r w:rsidRPr="00F04175">
        <w:rPr>
          <w:b/>
          <w:u w:val="single"/>
        </w:rPr>
        <w:t xml:space="preserve">1.3 Объемы потребления типовой энергии </w:t>
      </w:r>
    </w:p>
    <w:p w:rsidR="00681198" w:rsidRDefault="00F04175" w:rsidP="00F04175">
      <w:pPr>
        <w:pStyle w:val="a7"/>
      </w:pPr>
      <w:r>
        <w:t>В населенных пунктах с.</w:t>
      </w:r>
      <w:r w:rsidR="002F2FCF">
        <w:t xml:space="preserve"> </w:t>
      </w:r>
      <w:proofErr w:type="spellStart"/>
      <w:r>
        <w:t>Козьминка</w:t>
      </w:r>
      <w:proofErr w:type="spellEnd"/>
      <w:r>
        <w:t xml:space="preserve"> четыре многоэтажных дома, общей площадью 4657,0 м2, </w:t>
      </w:r>
      <w:proofErr w:type="spellStart"/>
      <w:r>
        <w:t>пос</w:t>
      </w:r>
      <w:proofErr w:type="gramStart"/>
      <w:r>
        <w:t>.С</w:t>
      </w:r>
      <w:proofErr w:type="gramEnd"/>
      <w:r>
        <w:t>овхозный</w:t>
      </w:r>
      <w:proofErr w:type="spellEnd"/>
      <w:r>
        <w:t xml:space="preserve"> четырнадцать многоэтажных домов общей площадью 6834,0 м2</w:t>
      </w:r>
    </w:p>
    <w:p w:rsidR="00F04175" w:rsidRDefault="00F04175" w:rsidP="00F04175">
      <w:pPr>
        <w:pStyle w:val="a7"/>
      </w:pPr>
    </w:p>
    <w:p w:rsidR="003D279E" w:rsidRPr="004638CA" w:rsidRDefault="003D279E" w:rsidP="003D279E">
      <w:pPr>
        <w:pStyle w:val="a7"/>
      </w:pPr>
      <w:r w:rsidRPr="004638CA">
        <w:t>Производится централизованное отопление квартальными котельными. Источником тепловой энергии является природный газ. Объемы тепловой энергии потребления теплоносителя  в год составляет:</w:t>
      </w:r>
    </w:p>
    <w:p w:rsidR="003D279E" w:rsidRPr="004638CA" w:rsidRDefault="003D279E" w:rsidP="003D279E">
      <w:pPr>
        <w:pStyle w:val="a7"/>
      </w:pPr>
      <w:r w:rsidRPr="004638CA">
        <w:t>Котельная с.</w:t>
      </w:r>
      <w:r w:rsidR="002F2FCF">
        <w:t xml:space="preserve"> </w:t>
      </w:r>
      <w:proofErr w:type="spellStart"/>
      <w:r w:rsidRPr="004638CA">
        <w:t>Козьминка</w:t>
      </w:r>
      <w:proofErr w:type="spellEnd"/>
      <w:r w:rsidRPr="004638CA">
        <w:t xml:space="preserve"> </w:t>
      </w:r>
      <w:r>
        <w:t>1378,042</w:t>
      </w:r>
      <w:r w:rsidRPr="004638CA">
        <w:t xml:space="preserve"> Гкал.</w:t>
      </w:r>
    </w:p>
    <w:p w:rsidR="003D279E" w:rsidRPr="004638CA" w:rsidRDefault="003D279E" w:rsidP="003D279E">
      <w:pPr>
        <w:pStyle w:val="a7"/>
      </w:pPr>
      <w:r w:rsidRPr="004638CA">
        <w:lastRenderedPageBreak/>
        <w:t xml:space="preserve">Котельная </w:t>
      </w:r>
      <w:proofErr w:type="spellStart"/>
      <w:r w:rsidRPr="004638CA">
        <w:t>пос</w:t>
      </w:r>
      <w:proofErr w:type="gramStart"/>
      <w:r w:rsidRPr="004638CA">
        <w:t>.С</w:t>
      </w:r>
      <w:proofErr w:type="gramEnd"/>
      <w:r w:rsidRPr="004638CA">
        <w:t>овхозный</w:t>
      </w:r>
      <w:proofErr w:type="spellEnd"/>
      <w:r w:rsidRPr="004638CA">
        <w:t xml:space="preserve"> </w:t>
      </w:r>
      <w:r>
        <w:t>1499,587</w:t>
      </w:r>
      <w:r w:rsidRPr="004638CA">
        <w:t xml:space="preserve"> Гкал.</w:t>
      </w:r>
    </w:p>
    <w:p w:rsidR="003D279E" w:rsidRPr="004638CA" w:rsidRDefault="003D279E" w:rsidP="003D279E">
      <w:pPr>
        <w:pStyle w:val="a7"/>
      </w:pPr>
    </w:p>
    <w:p w:rsidR="003D279E" w:rsidRPr="004638CA" w:rsidRDefault="003D279E" w:rsidP="003D279E">
      <w:pPr>
        <w:pStyle w:val="a7"/>
        <w:rPr>
          <w:b/>
          <w:u w:val="single"/>
        </w:rPr>
      </w:pPr>
      <w:r w:rsidRPr="004638CA">
        <w:rPr>
          <w:b/>
          <w:u w:val="single"/>
        </w:rPr>
        <w:t>1.4 Мощности теплоносителя прироста потребления тепловой энергии.</w:t>
      </w:r>
    </w:p>
    <w:p w:rsidR="003D279E" w:rsidRPr="004638CA" w:rsidRDefault="003D279E" w:rsidP="003D279E">
      <w:pPr>
        <w:pStyle w:val="a7"/>
      </w:pPr>
      <w:r w:rsidRPr="004638CA">
        <w:t>с.</w:t>
      </w:r>
      <w:r w:rsidR="002F2FCF">
        <w:t xml:space="preserve"> </w:t>
      </w:r>
      <w:proofErr w:type="spellStart"/>
      <w:r w:rsidRPr="004638CA">
        <w:t>Козьминка</w:t>
      </w:r>
      <w:proofErr w:type="spellEnd"/>
      <w:r w:rsidRPr="004638CA">
        <w:t xml:space="preserve"> </w:t>
      </w:r>
    </w:p>
    <w:p w:rsidR="003D279E" w:rsidRPr="004638CA" w:rsidRDefault="003D279E" w:rsidP="003D279E">
      <w:pPr>
        <w:pStyle w:val="a7"/>
      </w:pPr>
      <w:r w:rsidRPr="004638CA">
        <w:t>котельная                           марка котлов КСВА – 1,0 – 2 шт.</w:t>
      </w:r>
    </w:p>
    <w:p w:rsidR="003D279E" w:rsidRPr="004638CA" w:rsidRDefault="003D279E" w:rsidP="003D279E">
      <w:pPr>
        <w:pStyle w:val="a7"/>
      </w:pPr>
      <w:r>
        <w:tab/>
        <w:t xml:space="preserve">               мощность котлов </w:t>
      </w:r>
      <w:r w:rsidRPr="004638CA">
        <w:t xml:space="preserve"> 1,</w:t>
      </w:r>
      <w:r>
        <w:t>72</w:t>
      </w:r>
      <w:r w:rsidRPr="004638CA">
        <w:t xml:space="preserve"> Г кал/час</w:t>
      </w:r>
    </w:p>
    <w:p w:rsidR="003D279E" w:rsidRPr="004638CA" w:rsidRDefault="003D279E" w:rsidP="003D279E">
      <w:pPr>
        <w:pStyle w:val="a7"/>
      </w:pPr>
    </w:p>
    <w:p w:rsidR="003D279E" w:rsidRPr="004638CA" w:rsidRDefault="003D279E" w:rsidP="003D279E">
      <w:pPr>
        <w:pStyle w:val="a7"/>
      </w:pPr>
      <w:proofErr w:type="spellStart"/>
      <w:r w:rsidRPr="004638CA">
        <w:t>пос</w:t>
      </w:r>
      <w:proofErr w:type="gramStart"/>
      <w:r w:rsidRPr="004638CA">
        <w:t>.С</w:t>
      </w:r>
      <w:proofErr w:type="gramEnd"/>
      <w:r w:rsidRPr="004638CA">
        <w:t>овхозный</w:t>
      </w:r>
      <w:proofErr w:type="spellEnd"/>
      <w:r w:rsidRPr="004638CA">
        <w:t xml:space="preserve"> </w:t>
      </w:r>
    </w:p>
    <w:p w:rsidR="003D279E" w:rsidRPr="004638CA" w:rsidRDefault="003D279E" w:rsidP="003D279E">
      <w:pPr>
        <w:pStyle w:val="a7"/>
      </w:pPr>
      <w:r w:rsidRPr="004638CA">
        <w:t>котельная                             марка котлов  КСВА- 0,63- 2 шт.</w:t>
      </w:r>
    </w:p>
    <w:p w:rsidR="003D279E" w:rsidRPr="004638CA" w:rsidRDefault="003D279E" w:rsidP="003D279E">
      <w:pPr>
        <w:pStyle w:val="a7"/>
      </w:pPr>
      <w:r>
        <w:tab/>
        <w:t>мощность котлов  1,08 Г</w:t>
      </w:r>
      <w:r w:rsidRPr="004638CA">
        <w:t xml:space="preserve"> кал/ час </w:t>
      </w:r>
    </w:p>
    <w:p w:rsidR="003D279E" w:rsidRPr="004638CA" w:rsidRDefault="003D279E" w:rsidP="003D279E">
      <w:pPr>
        <w:pStyle w:val="a7"/>
        <w:rPr>
          <w:b/>
          <w:u w:val="single"/>
        </w:rPr>
      </w:pPr>
      <w:r w:rsidRPr="004638CA">
        <w:rPr>
          <w:b/>
          <w:u w:val="single"/>
        </w:rPr>
        <w:t>1.5  Потребление тепловой энергии (мощности) и теплоносителя  объектами, расположенными в производственных зонах.</w:t>
      </w:r>
    </w:p>
    <w:p w:rsidR="003D279E" w:rsidRPr="004638CA" w:rsidRDefault="003D279E" w:rsidP="003D279E">
      <w:pPr>
        <w:pStyle w:val="a7"/>
      </w:pPr>
      <w:r w:rsidRPr="004638CA">
        <w:t xml:space="preserve">Сельхоз предприятия </w:t>
      </w:r>
      <w:r w:rsidR="002F2FCF">
        <w:t xml:space="preserve"> </w:t>
      </w:r>
      <w:r w:rsidRPr="004638CA">
        <w:t xml:space="preserve">АО «ПЗ им. А.С. Георгиевского» </w:t>
      </w:r>
      <w:r w:rsidR="002F2FCF">
        <w:t>производи</w:t>
      </w:r>
      <w:r w:rsidRPr="004638CA">
        <w:t>т отопление от индивидуальных источников тепловой энергии.</w:t>
      </w:r>
    </w:p>
    <w:p w:rsidR="003D279E" w:rsidRPr="004638CA" w:rsidRDefault="003D279E" w:rsidP="003D279E">
      <w:pPr>
        <w:pStyle w:val="a7"/>
      </w:pPr>
    </w:p>
    <w:p w:rsidR="003D279E" w:rsidRPr="004638CA" w:rsidRDefault="003D279E" w:rsidP="003D279E">
      <w:pPr>
        <w:pStyle w:val="a7"/>
        <w:rPr>
          <w:b/>
          <w:u w:val="single"/>
        </w:rPr>
      </w:pPr>
      <w:r w:rsidRPr="004638CA">
        <w:rPr>
          <w:b/>
          <w:u w:val="single"/>
        </w:rPr>
        <w:t>2. Раздел. «Перспективные балансы  располагаемой тепловой мощности источников тепловой энергии и тепловой нагрузки».</w:t>
      </w:r>
    </w:p>
    <w:p w:rsidR="003D279E" w:rsidRPr="004638CA" w:rsidRDefault="003D279E" w:rsidP="003D279E">
      <w:pPr>
        <w:pStyle w:val="a7"/>
      </w:pPr>
    </w:p>
    <w:p w:rsidR="003D279E" w:rsidRPr="004638CA" w:rsidRDefault="003D279E" w:rsidP="003D279E">
      <w:pPr>
        <w:pStyle w:val="a7"/>
        <w:rPr>
          <w:u w:val="single"/>
        </w:rPr>
      </w:pPr>
      <w:r w:rsidRPr="004638CA">
        <w:rPr>
          <w:u w:val="single"/>
        </w:rPr>
        <w:t>2.1. Радиус эффективного теплоснабжения</w:t>
      </w:r>
    </w:p>
    <w:p w:rsidR="003D279E" w:rsidRPr="004638CA" w:rsidRDefault="003D279E" w:rsidP="003D279E">
      <w:pPr>
        <w:pStyle w:val="a7"/>
      </w:pPr>
      <w:r w:rsidRPr="004638CA">
        <w:t>Радиус эффективного теплоснабжения при которых подключение новых или увеличивающих тепловую нагрузку тепло-потребляющих установок к системам теплоснабжения позволяет так как расчетная присоединенная  мощность котельной с.</w:t>
      </w:r>
      <w:r w:rsidR="002F2FCF">
        <w:t xml:space="preserve"> </w:t>
      </w:r>
      <w:proofErr w:type="spellStart"/>
      <w:r w:rsidRPr="004638CA">
        <w:t>Козьминка</w:t>
      </w:r>
      <w:proofErr w:type="spellEnd"/>
      <w:r w:rsidRPr="004638CA">
        <w:t xml:space="preserve"> составляет 0,</w:t>
      </w:r>
      <w:r>
        <w:t xml:space="preserve">59 Г кал/час при мощности котлов </w:t>
      </w:r>
      <w:r w:rsidRPr="004638CA">
        <w:t xml:space="preserve"> 1,</w:t>
      </w:r>
      <w:r>
        <w:t>72</w:t>
      </w:r>
      <w:r w:rsidRPr="004638CA">
        <w:t xml:space="preserve"> Г кал</w:t>
      </w:r>
      <w:proofErr w:type="gramStart"/>
      <w:r w:rsidRPr="004638CA">
        <w:t>.</w:t>
      </w:r>
      <w:proofErr w:type="gramEnd"/>
      <w:r w:rsidRPr="004638CA">
        <w:t>/</w:t>
      </w:r>
      <w:proofErr w:type="gramStart"/>
      <w:r w:rsidRPr="004638CA">
        <w:t>ч</w:t>
      </w:r>
      <w:proofErr w:type="gramEnd"/>
      <w:r w:rsidRPr="004638CA">
        <w:t>ас.</w:t>
      </w:r>
    </w:p>
    <w:p w:rsidR="003D279E" w:rsidRPr="004638CA" w:rsidRDefault="003D279E" w:rsidP="003D279E">
      <w:pPr>
        <w:pStyle w:val="a7"/>
      </w:pPr>
      <w:r w:rsidRPr="004638CA">
        <w:t>Котельн</w:t>
      </w:r>
      <w:r>
        <w:t xml:space="preserve">ая </w:t>
      </w:r>
      <w:proofErr w:type="spellStart"/>
      <w:r>
        <w:t>пос</w:t>
      </w:r>
      <w:proofErr w:type="gramStart"/>
      <w:r>
        <w:t>.С</w:t>
      </w:r>
      <w:proofErr w:type="gramEnd"/>
      <w:r>
        <w:t>овхозный</w:t>
      </w:r>
      <w:proofErr w:type="spellEnd"/>
      <w:r>
        <w:t xml:space="preserve"> составляет 0,59</w:t>
      </w:r>
      <w:r w:rsidRPr="004638CA">
        <w:t xml:space="preserve"> Г кал/час при мощности котл</w:t>
      </w:r>
      <w:r>
        <w:t>ов  1,08</w:t>
      </w:r>
      <w:r w:rsidRPr="004638CA">
        <w:t xml:space="preserve"> Г кал/час.</w:t>
      </w:r>
    </w:p>
    <w:p w:rsidR="003D279E" w:rsidRPr="004638CA" w:rsidRDefault="003D279E" w:rsidP="003D279E">
      <w:pPr>
        <w:pStyle w:val="a7"/>
      </w:pPr>
      <w:r w:rsidRPr="004638CA">
        <w:rPr>
          <w:u w:val="single"/>
        </w:rPr>
        <w:t>2.2. Описание существующих и перспективных зон действия систем теплоснабжения</w:t>
      </w:r>
      <w:r w:rsidRPr="004638CA">
        <w:t>.</w:t>
      </w:r>
    </w:p>
    <w:p w:rsidR="003D279E" w:rsidRPr="004638CA" w:rsidRDefault="003D279E" w:rsidP="003D279E">
      <w:pPr>
        <w:pStyle w:val="a7"/>
      </w:pPr>
      <w:r w:rsidRPr="004638CA">
        <w:t>В с.</w:t>
      </w:r>
      <w:r w:rsidR="002F2FCF">
        <w:t xml:space="preserve"> </w:t>
      </w:r>
      <w:proofErr w:type="spellStart"/>
      <w:r w:rsidRPr="004638CA">
        <w:t>Козьминка</w:t>
      </w:r>
      <w:proofErr w:type="spellEnd"/>
      <w:r w:rsidRPr="004638CA">
        <w:t xml:space="preserve"> квартальная котельная производит отопление четырех многоэтажных домов общей площадью 4657 м</w:t>
      </w:r>
      <w:proofErr w:type="gramStart"/>
      <w:r w:rsidRPr="004638CA">
        <w:t>2</w:t>
      </w:r>
      <w:proofErr w:type="gramEnd"/>
      <w:r w:rsidRPr="004638CA">
        <w:t xml:space="preserve"> .Используют два котла марки КСВА -1,0- протяженность теплотрассы </w:t>
      </w:r>
      <w:r>
        <w:t>630</w:t>
      </w:r>
      <w:r w:rsidRPr="004638CA">
        <w:t xml:space="preserve"> м (схема теплотрассы прилагается).</w:t>
      </w:r>
    </w:p>
    <w:p w:rsidR="003D279E" w:rsidRPr="004638CA" w:rsidRDefault="003D279E" w:rsidP="003D279E">
      <w:pPr>
        <w:pStyle w:val="a7"/>
      </w:pPr>
      <w:r w:rsidRPr="004638CA">
        <w:t xml:space="preserve">В </w:t>
      </w:r>
      <w:proofErr w:type="spellStart"/>
      <w:r w:rsidRPr="004638CA">
        <w:t>пос</w:t>
      </w:r>
      <w:proofErr w:type="gramStart"/>
      <w:r w:rsidRPr="004638CA">
        <w:t>.С</w:t>
      </w:r>
      <w:proofErr w:type="gramEnd"/>
      <w:r w:rsidRPr="004638CA">
        <w:t>овхозном</w:t>
      </w:r>
      <w:proofErr w:type="spellEnd"/>
      <w:r w:rsidRPr="004638CA">
        <w:t xml:space="preserve">  квартальная котельная производит отопление четырнадцати многоэтажных домов общей площадью 6834 м2, использует два котла марки КСВА -0,63 протяженность теплотрассы </w:t>
      </w:r>
      <w:r>
        <w:t xml:space="preserve">1050 </w:t>
      </w:r>
      <w:r w:rsidRPr="004638CA">
        <w:t>м (схема теплотрассы прилагается).</w:t>
      </w:r>
    </w:p>
    <w:p w:rsidR="003D279E" w:rsidRPr="004638CA" w:rsidRDefault="003D279E" w:rsidP="003D279E">
      <w:pPr>
        <w:pStyle w:val="a7"/>
        <w:rPr>
          <w:u w:val="single"/>
        </w:rPr>
      </w:pPr>
      <w:r w:rsidRPr="004638CA">
        <w:rPr>
          <w:u w:val="single"/>
        </w:rPr>
        <w:t>2.3 Перспективные балансы тепловой мощности и тепловой нагрузки в перспективных зонах.</w:t>
      </w:r>
    </w:p>
    <w:p w:rsidR="003D279E" w:rsidRPr="004638CA" w:rsidRDefault="003D279E" w:rsidP="003D279E">
      <w:pPr>
        <w:pStyle w:val="a7"/>
      </w:pPr>
      <w:r w:rsidRPr="004638CA">
        <w:t>Возможные изменения производственных зон и их формирования, и необходимость прироста потребления тепловой энергии (мощности) теплоносителя, ближайшие годы</w:t>
      </w:r>
      <w:r>
        <w:t xml:space="preserve"> </w:t>
      </w:r>
      <w:r w:rsidRPr="004638CA">
        <w:t>пятилетнего периода не планируется.</w:t>
      </w:r>
    </w:p>
    <w:p w:rsidR="003D279E" w:rsidRPr="004638CA" w:rsidRDefault="003D279E" w:rsidP="003D279E">
      <w:pPr>
        <w:pStyle w:val="a7"/>
      </w:pPr>
    </w:p>
    <w:p w:rsidR="003D279E" w:rsidRPr="004638CA" w:rsidRDefault="003D279E" w:rsidP="003D279E">
      <w:pPr>
        <w:pStyle w:val="a7"/>
        <w:rPr>
          <w:b/>
          <w:u w:val="single"/>
        </w:rPr>
      </w:pPr>
      <w:r w:rsidRPr="004638CA">
        <w:rPr>
          <w:b/>
          <w:u w:val="single"/>
        </w:rPr>
        <w:t>3. Раздел. «Перспективные балансы теплоносителя»</w:t>
      </w:r>
    </w:p>
    <w:p w:rsidR="003D279E" w:rsidRPr="004638CA" w:rsidRDefault="003D279E" w:rsidP="003D279E">
      <w:pPr>
        <w:pStyle w:val="a7"/>
      </w:pPr>
      <w:r w:rsidRPr="004638CA">
        <w:t>Увеличение или снижение потребляемой тепловой мощности остается на прежнем  уровне.</w:t>
      </w:r>
    </w:p>
    <w:p w:rsidR="003D279E" w:rsidRPr="004638CA" w:rsidRDefault="003D279E" w:rsidP="003D279E">
      <w:pPr>
        <w:pStyle w:val="a7"/>
      </w:pPr>
    </w:p>
    <w:p w:rsidR="003D279E" w:rsidRPr="004638CA" w:rsidRDefault="003D279E" w:rsidP="003D279E">
      <w:pPr>
        <w:pStyle w:val="a7"/>
        <w:rPr>
          <w:b/>
          <w:u w:val="single"/>
        </w:rPr>
      </w:pPr>
      <w:r w:rsidRPr="004638CA">
        <w:rPr>
          <w:b/>
          <w:u w:val="single"/>
        </w:rPr>
        <w:t>4. Раздел. «Предложение по новому строительству, реконструкции и техническому перевооружению источников тепловой энергии»</w:t>
      </w:r>
    </w:p>
    <w:p w:rsidR="003D279E" w:rsidRPr="004638CA" w:rsidRDefault="003D279E" w:rsidP="003D279E">
      <w:pPr>
        <w:pStyle w:val="a7"/>
      </w:pPr>
    </w:p>
    <w:p w:rsidR="003D279E" w:rsidRPr="004638CA" w:rsidRDefault="003D279E" w:rsidP="003D279E">
      <w:pPr>
        <w:pStyle w:val="a7"/>
      </w:pPr>
      <w:r w:rsidRPr="004638CA">
        <w:t>4.1. В ближайший период до 2020 года новое строительство, реконструкция и техническое перевооружение источников тепловой энергии не предусматривается.</w:t>
      </w:r>
    </w:p>
    <w:p w:rsidR="003D279E" w:rsidRPr="004638CA" w:rsidRDefault="003D279E" w:rsidP="003D279E">
      <w:pPr>
        <w:pStyle w:val="a7"/>
      </w:pPr>
      <w:r w:rsidRPr="004638CA">
        <w:t>4.2 Оптимальный температурный график отпуска тепловой энергии источников тепловой энергии прилагается.</w:t>
      </w:r>
    </w:p>
    <w:p w:rsidR="003D279E" w:rsidRDefault="003D279E" w:rsidP="003D279E">
      <w:pPr>
        <w:pStyle w:val="a7"/>
      </w:pPr>
      <w:r w:rsidRPr="004638CA">
        <w:t>4.3 Отопление многоквартирных домов с.</w:t>
      </w:r>
      <w:r w:rsidR="002F2FCF">
        <w:t xml:space="preserve"> </w:t>
      </w:r>
      <w:proofErr w:type="spellStart"/>
      <w:r w:rsidRPr="004638CA">
        <w:t>Козьминка</w:t>
      </w:r>
      <w:proofErr w:type="spellEnd"/>
      <w:r w:rsidRPr="004638CA">
        <w:t xml:space="preserve"> и </w:t>
      </w:r>
      <w:proofErr w:type="spellStart"/>
      <w:r w:rsidRPr="004638CA">
        <w:t>пос</w:t>
      </w:r>
      <w:proofErr w:type="gramStart"/>
      <w:r w:rsidRPr="004638CA">
        <w:t>.С</w:t>
      </w:r>
      <w:proofErr w:type="gramEnd"/>
      <w:r w:rsidRPr="004638CA">
        <w:t>овхозный</w:t>
      </w:r>
      <w:proofErr w:type="spellEnd"/>
      <w:r w:rsidRPr="004638CA">
        <w:t xml:space="preserve"> предусмотрено от центральной системы отопления. Перевод отдельных квартир на индивидуальное поквартирное отопление не предусмотрен. </w:t>
      </w:r>
    </w:p>
    <w:p w:rsidR="003D279E" w:rsidRDefault="003D279E" w:rsidP="003D279E">
      <w:pPr>
        <w:pStyle w:val="a7"/>
      </w:pPr>
    </w:p>
    <w:p w:rsidR="003D279E" w:rsidRDefault="003D279E" w:rsidP="003D279E">
      <w:pPr>
        <w:pStyle w:val="a7"/>
      </w:pPr>
      <w:r w:rsidRPr="00B926E8">
        <w:rPr>
          <w:b/>
          <w:sz w:val="24"/>
          <w:szCs w:val="24"/>
          <w:u w:val="single"/>
        </w:rPr>
        <w:t xml:space="preserve">         5. Раздел. «Предложения по новому строительству и реконструкции тепловых систем»</w:t>
      </w:r>
    </w:p>
    <w:p w:rsidR="003D279E" w:rsidRDefault="003D279E" w:rsidP="003D279E">
      <w:pPr>
        <w:pStyle w:val="a7"/>
      </w:pPr>
      <w:r>
        <w:t>В ближайший период  до 2020 года новое строительство реконструкция тепловых сетей  не предусматривается.</w:t>
      </w:r>
    </w:p>
    <w:p w:rsidR="003D279E" w:rsidRPr="00B926E8" w:rsidRDefault="003D279E" w:rsidP="003D279E">
      <w:pPr>
        <w:ind w:firstLine="708"/>
        <w:rPr>
          <w:b/>
          <w:sz w:val="24"/>
          <w:szCs w:val="24"/>
          <w:u w:val="single"/>
        </w:rPr>
      </w:pPr>
      <w:r w:rsidRPr="00B926E8">
        <w:rPr>
          <w:b/>
          <w:sz w:val="24"/>
          <w:szCs w:val="24"/>
          <w:u w:val="single"/>
        </w:rPr>
        <w:lastRenderedPageBreak/>
        <w:t>6. Раздел «Перспективные топливные балансы»</w:t>
      </w:r>
    </w:p>
    <w:p w:rsidR="00F04175" w:rsidRDefault="003D279E" w:rsidP="00B926E8">
      <w:pPr>
        <w:pStyle w:val="a7"/>
      </w:pPr>
      <w:r>
        <w:t>Перспективные  топливные балансы планируются для каждого источника</w:t>
      </w:r>
      <w:r w:rsidR="00AB3277">
        <w:t xml:space="preserve"> </w:t>
      </w:r>
      <w:r w:rsidR="00B926E8">
        <w:t xml:space="preserve">тепловой энергии расположенного в границах поселения по видам основного резервного и аварийного топлива на каждом этапе планируемого периода. С. </w:t>
      </w:r>
      <w:proofErr w:type="spellStart"/>
      <w:r w:rsidR="00B926E8">
        <w:t>Козьминка</w:t>
      </w:r>
      <w:proofErr w:type="spellEnd"/>
      <w:r w:rsidR="00B926E8">
        <w:t xml:space="preserve"> приобретен генератор переменного тока. </w:t>
      </w:r>
      <w:proofErr w:type="spellStart"/>
      <w:r w:rsidR="00B926E8">
        <w:t>Пос</w:t>
      </w:r>
      <w:proofErr w:type="gramStart"/>
      <w:r w:rsidR="00B926E8">
        <w:t>.С</w:t>
      </w:r>
      <w:proofErr w:type="gramEnd"/>
      <w:r w:rsidR="00B926E8">
        <w:t>овхозный</w:t>
      </w:r>
      <w:proofErr w:type="spellEnd"/>
      <w:r w:rsidR="00B926E8">
        <w:t xml:space="preserve"> смонтированы резервные котлы.</w:t>
      </w:r>
    </w:p>
    <w:p w:rsidR="00B926E8" w:rsidRDefault="00B926E8" w:rsidP="008B2586">
      <w:pPr>
        <w:ind w:firstLine="708"/>
        <w:rPr>
          <w:b/>
          <w:sz w:val="24"/>
          <w:szCs w:val="24"/>
          <w:u w:val="single"/>
        </w:rPr>
      </w:pPr>
      <w:r w:rsidRPr="00B926E8">
        <w:rPr>
          <w:b/>
          <w:sz w:val="24"/>
          <w:szCs w:val="24"/>
          <w:u w:val="single"/>
        </w:rPr>
        <w:t>7. Раздел. «Инвестиции в новое строительство реконструкцию и техническое перевооружение»</w:t>
      </w:r>
      <w:r w:rsidR="008B2586">
        <w:rPr>
          <w:b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</w:t>
      </w:r>
      <w:r>
        <w:t>По данному разделу инвестирование сре</w:t>
      </w:r>
      <w:proofErr w:type="gramStart"/>
      <w:r>
        <w:t>дств в с</w:t>
      </w:r>
      <w:proofErr w:type="gramEnd"/>
      <w:r>
        <w:t>уществующие объекты источников тепловой энергии не планируются.</w:t>
      </w:r>
      <w:r>
        <w:rPr>
          <w:b/>
          <w:sz w:val="24"/>
          <w:szCs w:val="24"/>
          <w:u w:val="single"/>
        </w:rPr>
        <w:t xml:space="preserve">          </w:t>
      </w:r>
    </w:p>
    <w:p w:rsidR="00B926E8" w:rsidRDefault="00B926E8" w:rsidP="00B926E8">
      <w:pPr>
        <w:pStyle w:val="a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   </w:t>
      </w:r>
      <w:r w:rsidRPr="00B926E8">
        <w:rPr>
          <w:b/>
          <w:sz w:val="24"/>
          <w:szCs w:val="24"/>
          <w:u w:val="single"/>
        </w:rPr>
        <w:t>8. Раздел. «Существующие положение в сфере производства, передачи и потребления тепловой энергии для целей теплоснабжения».</w:t>
      </w:r>
    </w:p>
    <w:p w:rsidR="00B926E8" w:rsidRPr="00DF1649" w:rsidRDefault="00DF1649" w:rsidP="00B926E8">
      <w:pPr>
        <w:rPr>
          <w:b/>
          <w:u w:val="single"/>
        </w:rPr>
      </w:pPr>
      <w:r w:rsidRPr="00DF1649">
        <w:rPr>
          <w:b/>
          <w:u w:val="single"/>
        </w:rPr>
        <w:t>8</w:t>
      </w:r>
      <w:r w:rsidR="00B926E8" w:rsidRPr="00DF1649">
        <w:rPr>
          <w:b/>
          <w:u w:val="single"/>
        </w:rPr>
        <w:t xml:space="preserve">.1 Функциональная структура теплоснабжения: </w:t>
      </w:r>
    </w:p>
    <w:p w:rsidR="00DF1649" w:rsidRDefault="00B926E8" w:rsidP="00DF1649">
      <w:pPr>
        <w:pStyle w:val="a7"/>
      </w:pPr>
      <w:r>
        <w:t xml:space="preserve">В населенных пунктах с. </w:t>
      </w:r>
      <w:proofErr w:type="spellStart"/>
      <w:r>
        <w:t>Козьминка</w:t>
      </w:r>
      <w:proofErr w:type="spellEnd"/>
      <w:r>
        <w:t xml:space="preserve">  и </w:t>
      </w:r>
      <w:proofErr w:type="spellStart"/>
      <w:r>
        <w:t>пос</w:t>
      </w:r>
      <w:proofErr w:type="gramStart"/>
      <w:r>
        <w:t>.С</w:t>
      </w:r>
      <w:proofErr w:type="gramEnd"/>
      <w:r>
        <w:t>овхозный</w:t>
      </w:r>
      <w:proofErr w:type="spellEnd"/>
      <w:r>
        <w:t xml:space="preserve"> имеются квартальные кот</w:t>
      </w:r>
      <w:r w:rsidR="00DF1649">
        <w:t>ельные , которые осуществляют теплоснабжения многоквартирных жилых домов. Индивидуальные жилые дома имеют индивидуальные источники тепловой энергии.</w:t>
      </w:r>
    </w:p>
    <w:p w:rsidR="00AE1F8A" w:rsidRDefault="00DF1649" w:rsidP="00DF1649">
      <w:pPr>
        <w:spacing w:line="240" w:lineRule="auto"/>
        <w:rPr>
          <w:b/>
          <w:u w:val="single"/>
        </w:rPr>
      </w:pPr>
      <w:r>
        <w:rPr>
          <w:b/>
          <w:u w:val="single"/>
        </w:rPr>
        <w:t>8</w:t>
      </w:r>
      <w:r w:rsidRPr="00DF1649">
        <w:rPr>
          <w:b/>
          <w:u w:val="single"/>
        </w:rPr>
        <w:t>.2 Источники тепловой энергии:</w:t>
      </w:r>
    </w:p>
    <w:p w:rsidR="00557E08" w:rsidRPr="009173B5" w:rsidRDefault="00AE1F8A" w:rsidP="009173B5">
      <w:pPr>
        <w:pStyle w:val="a7"/>
      </w:pPr>
      <w:proofErr w:type="spellStart"/>
      <w:r w:rsidRPr="009173B5">
        <w:t>С.Козьминка</w:t>
      </w:r>
      <w:proofErr w:type="spellEnd"/>
      <w:r w:rsidRPr="009173B5">
        <w:t xml:space="preserve"> марка котлов КСВА-1,0 мощность –1,72</w:t>
      </w:r>
      <w:r w:rsidR="00380A0E" w:rsidRPr="009173B5">
        <w:t xml:space="preserve"> Гкал/час отапливает четыре многоэтажных дома общей площадью 4657 м</w:t>
      </w:r>
      <w:proofErr w:type="gramStart"/>
      <w:r w:rsidR="00380A0E" w:rsidRPr="009173B5">
        <w:t>2</w:t>
      </w:r>
      <w:proofErr w:type="gramEnd"/>
      <w:r w:rsidR="00557E08" w:rsidRPr="009173B5">
        <w:t xml:space="preserve">. </w:t>
      </w:r>
      <w:proofErr w:type="spellStart"/>
      <w:r w:rsidR="00557E08" w:rsidRPr="009173B5">
        <w:t>Козьминскую</w:t>
      </w:r>
      <w:proofErr w:type="spellEnd"/>
      <w:r w:rsidR="00557E08" w:rsidRPr="009173B5">
        <w:t xml:space="preserve"> среднюю школу  общей площадью 4832,м</w:t>
      </w:r>
      <w:proofErr w:type="gramStart"/>
      <w:r w:rsidR="00557E08" w:rsidRPr="009173B5">
        <w:t>2</w:t>
      </w:r>
      <w:proofErr w:type="gramEnd"/>
    </w:p>
    <w:p w:rsidR="00557E08" w:rsidRPr="009173B5" w:rsidRDefault="00557E08" w:rsidP="009173B5">
      <w:pPr>
        <w:pStyle w:val="a7"/>
      </w:pPr>
      <w:proofErr w:type="spellStart"/>
      <w:r w:rsidRPr="009173B5">
        <w:t>Пос</w:t>
      </w:r>
      <w:proofErr w:type="gramStart"/>
      <w:r w:rsidRPr="009173B5">
        <w:t>.С</w:t>
      </w:r>
      <w:proofErr w:type="gramEnd"/>
      <w:r w:rsidRPr="009173B5">
        <w:t>овхозный</w:t>
      </w:r>
      <w:proofErr w:type="spellEnd"/>
      <w:r w:rsidRPr="009173B5">
        <w:t xml:space="preserve"> марка котла КСВА -0,63 мощность 1,08 Гкал/час отапливает четырнадцать многоэтажных  домов общей площадью 6834,0 м2. В остальных населенных пунктах общей жилой площадью 43700 м</w:t>
      </w:r>
      <w:proofErr w:type="gramStart"/>
      <w:r w:rsidRPr="009173B5">
        <w:t>2</w:t>
      </w:r>
      <w:proofErr w:type="gramEnd"/>
      <w:r w:rsidRPr="009173B5">
        <w:t xml:space="preserve"> индивидуальное отопление.</w:t>
      </w:r>
    </w:p>
    <w:p w:rsidR="00557E08" w:rsidRDefault="008B2586" w:rsidP="009173B5">
      <w:pPr>
        <w:spacing w:line="240" w:lineRule="auto"/>
        <w:rPr>
          <w:b/>
          <w:u w:val="single"/>
        </w:rPr>
      </w:pPr>
      <w:r>
        <w:rPr>
          <w:b/>
          <w:u w:val="single"/>
        </w:rPr>
        <w:t>8</w:t>
      </w:r>
      <w:r w:rsidR="00557E08" w:rsidRPr="00557E08">
        <w:rPr>
          <w:b/>
          <w:u w:val="single"/>
        </w:rPr>
        <w:t>.3 Тепловые сети, сооружения на них и тепловые пункты:</w:t>
      </w:r>
    </w:p>
    <w:p w:rsidR="009173B5" w:rsidRDefault="00557E08" w:rsidP="009173B5">
      <w:pPr>
        <w:pStyle w:val="a7"/>
      </w:pPr>
      <w:proofErr w:type="spellStart"/>
      <w:r>
        <w:t>С.Козьминка</w:t>
      </w:r>
      <w:proofErr w:type="spellEnd"/>
      <w:r>
        <w:t xml:space="preserve">  протяженность теплотрассы </w:t>
      </w:r>
      <w:r w:rsidR="00B848D5">
        <w:t>1094</w:t>
      </w:r>
      <w:r>
        <w:t xml:space="preserve"> м стальные поверхностный способ размещения  Ф-100</w:t>
      </w:r>
      <w:r w:rsidR="009173B5">
        <w:t xml:space="preserve"> мм </w:t>
      </w:r>
      <w:r>
        <w:t>-966 м,</w:t>
      </w:r>
      <w:r w:rsidR="009173B5">
        <w:t xml:space="preserve"> Ф 57мм -128 м, с теплоизоляцией . </w:t>
      </w:r>
      <w:r w:rsidR="00B848D5">
        <w:t xml:space="preserve">                                                                                 </w:t>
      </w:r>
      <w:proofErr w:type="spellStart"/>
      <w:r w:rsidR="009173B5">
        <w:t>Пос</w:t>
      </w:r>
      <w:proofErr w:type="gramStart"/>
      <w:r w:rsidR="009173B5">
        <w:t>.С</w:t>
      </w:r>
      <w:proofErr w:type="gramEnd"/>
      <w:r w:rsidR="009173B5">
        <w:t>овхозный</w:t>
      </w:r>
      <w:proofErr w:type="spellEnd"/>
      <w:r w:rsidR="009173B5">
        <w:t xml:space="preserve"> протяженность теплотрассы </w:t>
      </w:r>
      <w:r w:rsidR="00B848D5">
        <w:t xml:space="preserve">2194 </w:t>
      </w:r>
      <w:r w:rsidR="009173B5">
        <w:t xml:space="preserve"> м. размещена в железобетонных лотках. Трубы стальные  Ф 150 мм-848 м., Ф 100 мм-104 м., Ф 76 мм – 390 м., Ф 57 мм -852 м.,</w:t>
      </w:r>
    </w:p>
    <w:p w:rsidR="009173B5" w:rsidRDefault="009173B5" w:rsidP="009173B5">
      <w:pPr>
        <w:spacing w:line="240" w:lineRule="auto"/>
        <w:rPr>
          <w:b/>
          <w:u w:val="single"/>
        </w:rPr>
      </w:pPr>
      <w:r w:rsidRPr="009173B5">
        <w:rPr>
          <w:b/>
          <w:u w:val="single"/>
        </w:rPr>
        <w:t xml:space="preserve">8.4 Зона действий источника </w:t>
      </w:r>
      <w:r>
        <w:rPr>
          <w:b/>
          <w:u w:val="single"/>
        </w:rPr>
        <w:t>тепловой энергии:</w:t>
      </w:r>
    </w:p>
    <w:p w:rsidR="008B2586" w:rsidRDefault="009173B5" w:rsidP="008B2586">
      <w:pPr>
        <w:pStyle w:val="a7"/>
      </w:pPr>
      <w:r>
        <w:t xml:space="preserve">Зона действия источника тепловой энергии </w:t>
      </w:r>
      <w:r w:rsidR="00480934">
        <w:t xml:space="preserve"> - </w:t>
      </w:r>
      <w:r>
        <w:t xml:space="preserve">квартальной котельной </w:t>
      </w:r>
      <w:proofErr w:type="spellStart"/>
      <w:r>
        <w:t>с</w:t>
      </w:r>
      <w:proofErr w:type="gramStart"/>
      <w:r>
        <w:t>.К</w:t>
      </w:r>
      <w:proofErr w:type="gramEnd"/>
      <w:r>
        <w:t>озьминка</w:t>
      </w:r>
      <w:proofErr w:type="spellEnd"/>
      <w:r w:rsidR="00480934">
        <w:t xml:space="preserve"> -</w:t>
      </w:r>
      <w:r>
        <w:t xml:space="preserve"> многоэтажные жилые </w:t>
      </w:r>
      <w:proofErr w:type="spellStart"/>
      <w:r>
        <w:t>дома,в</w:t>
      </w:r>
      <w:proofErr w:type="spellEnd"/>
      <w:r>
        <w:t xml:space="preserve"> количестве четыре дома 99 квартир и </w:t>
      </w:r>
      <w:proofErr w:type="spellStart"/>
      <w:r w:rsidR="00480934">
        <w:t>К</w:t>
      </w:r>
      <w:r>
        <w:t>озьминск</w:t>
      </w:r>
      <w:r w:rsidR="00480934">
        <w:t>ая</w:t>
      </w:r>
      <w:proofErr w:type="spellEnd"/>
      <w:r>
        <w:t xml:space="preserve">  </w:t>
      </w:r>
      <w:r w:rsidR="008B2586">
        <w:t xml:space="preserve"> с</w:t>
      </w:r>
      <w:r>
        <w:t>редн</w:t>
      </w:r>
      <w:r w:rsidR="00480934">
        <w:t>яя</w:t>
      </w:r>
      <w:r>
        <w:t xml:space="preserve"> школ</w:t>
      </w:r>
      <w:r w:rsidR="00480934">
        <w:t>а;</w:t>
      </w:r>
      <w:r>
        <w:t xml:space="preserve"> </w:t>
      </w:r>
      <w:r w:rsidR="00480934">
        <w:t>к</w:t>
      </w:r>
      <w:r w:rsidR="008B2586">
        <w:t>вартальн</w:t>
      </w:r>
      <w:r w:rsidR="00480934">
        <w:t>ой</w:t>
      </w:r>
      <w:r w:rsidR="008B2586">
        <w:t xml:space="preserve"> котельн</w:t>
      </w:r>
      <w:r w:rsidR="00480934">
        <w:t>ой</w:t>
      </w:r>
      <w:r w:rsidR="008B2586">
        <w:t xml:space="preserve"> </w:t>
      </w:r>
      <w:proofErr w:type="spellStart"/>
      <w:r w:rsidR="008B2586">
        <w:t>пос.Совхозный</w:t>
      </w:r>
      <w:proofErr w:type="spellEnd"/>
      <w:r w:rsidR="008B2586">
        <w:t xml:space="preserve">  </w:t>
      </w:r>
      <w:r w:rsidR="00480934">
        <w:t>-</w:t>
      </w:r>
      <w:r w:rsidR="008B2586">
        <w:t xml:space="preserve"> многоэтажные жилые дома в количестве четырнадцати домов 153 квартиры.</w:t>
      </w:r>
    </w:p>
    <w:p w:rsidR="008B2586" w:rsidRDefault="008B2586" w:rsidP="008B2586">
      <w:pPr>
        <w:pStyle w:val="a7"/>
        <w:rPr>
          <w:b/>
          <w:u w:val="single"/>
        </w:rPr>
      </w:pPr>
      <w:r w:rsidRPr="008B2586">
        <w:rPr>
          <w:b/>
          <w:u w:val="single"/>
        </w:rPr>
        <w:t>8.5</w:t>
      </w:r>
      <w:r>
        <w:rPr>
          <w:b/>
          <w:u w:val="single"/>
        </w:rPr>
        <w:t>.</w:t>
      </w:r>
      <w:r w:rsidRPr="008B2586">
        <w:rPr>
          <w:b/>
          <w:u w:val="single"/>
        </w:rPr>
        <w:t xml:space="preserve"> Тепловые нагрузки потребителей тепловой энергии в зонах действия источников тепловой энергии:</w:t>
      </w:r>
    </w:p>
    <w:p w:rsidR="008B2586" w:rsidRDefault="008B2586" w:rsidP="008B2586">
      <w:pPr>
        <w:pStyle w:val="a7"/>
      </w:pPr>
      <w:r>
        <w:t xml:space="preserve">Составляют котельная </w:t>
      </w:r>
      <w:proofErr w:type="spellStart"/>
      <w:r>
        <w:t>с</w:t>
      </w:r>
      <w:proofErr w:type="gramStart"/>
      <w:r>
        <w:t>.К</w:t>
      </w:r>
      <w:proofErr w:type="gramEnd"/>
      <w:r>
        <w:t>озьминка</w:t>
      </w:r>
      <w:proofErr w:type="spellEnd"/>
      <w:r>
        <w:t xml:space="preserve"> 1378,042 Гкал. в  год  котельная пос.Совхозный-1499,587 </w:t>
      </w:r>
      <w:proofErr w:type="spellStart"/>
      <w:r>
        <w:t>Гкал.в</w:t>
      </w:r>
      <w:proofErr w:type="spellEnd"/>
      <w:r>
        <w:t xml:space="preserve"> год.</w:t>
      </w:r>
    </w:p>
    <w:p w:rsidR="000C3146" w:rsidRDefault="008B2586" w:rsidP="008B2586">
      <w:r w:rsidRPr="008B2586">
        <w:rPr>
          <w:b/>
          <w:u w:val="single"/>
        </w:rPr>
        <w:t>8.6.Надежность теплоснабжения:</w:t>
      </w:r>
      <w:r>
        <w:rPr>
          <w:b/>
          <w:u w:val="single"/>
        </w:rPr>
        <w:t xml:space="preserve">                                                                                                            </w:t>
      </w:r>
      <w:r>
        <w:t>Существующее теплоснабжение в эксплуатации надежное.</w:t>
      </w:r>
    </w:p>
    <w:p w:rsidR="004D369C" w:rsidRDefault="004D369C" w:rsidP="008B2586">
      <w:pPr>
        <w:rPr>
          <w:b/>
          <w:u w:val="single"/>
        </w:rPr>
      </w:pPr>
      <w:r w:rsidRPr="004D369C">
        <w:rPr>
          <w:b/>
          <w:u w:val="single"/>
        </w:rPr>
        <w:t>8.7.</w:t>
      </w:r>
      <w:r>
        <w:rPr>
          <w:b/>
          <w:u w:val="single"/>
        </w:rPr>
        <w:t xml:space="preserve"> Решение об определении единой теплоснабжающей организации</w:t>
      </w:r>
    </w:p>
    <w:p w:rsidR="004D369C" w:rsidRPr="004D369C" w:rsidRDefault="004D369C" w:rsidP="008B2586">
      <w:r>
        <w:t>Единая теплоснабжающая организация</w:t>
      </w:r>
      <w:bookmarkStart w:id="0" w:name="_GoBack"/>
      <w:bookmarkEnd w:id="0"/>
      <w:r>
        <w:t xml:space="preserve"> на территории Козьминского сельского поселения – ООО «</w:t>
      </w:r>
      <w:proofErr w:type="spellStart"/>
      <w:r>
        <w:t>Теплосервис</w:t>
      </w:r>
      <w:proofErr w:type="spellEnd"/>
      <w:r>
        <w:t>»</w:t>
      </w:r>
    </w:p>
    <w:p w:rsidR="009173B5" w:rsidRDefault="000C3146" w:rsidP="000C3146">
      <w:pPr>
        <w:tabs>
          <w:tab w:val="left" w:pos="3390"/>
        </w:tabs>
      </w:pPr>
      <w:r>
        <w:tab/>
      </w:r>
    </w:p>
    <w:p w:rsidR="000C3146" w:rsidRDefault="000C3146" w:rsidP="000C3146">
      <w:pPr>
        <w:tabs>
          <w:tab w:val="left" w:pos="3390"/>
        </w:tabs>
      </w:pPr>
    </w:p>
    <w:p w:rsidR="000C3146" w:rsidRDefault="000C3146" w:rsidP="000C3146">
      <w:pPr>
        <w:tabs>
          <w:tab w:val="left" w:pos="3390"/>
        </w:tabs>
      </w:pPr>
    </w:p>
    <w:p w:rsidR="000C3146" w:rsidRDefault="000C3146" w:rsidP="000C3146">
      <w:pPr>
        <w:tabs>
          <w:tab w:val="left" w:pos="3390"/>
        </w:tabs>
        <w:rPr>
          <w:b/>
          <w:sz w:val="24"/>
          <w:szCs w:val="24"/>
          <w:u w:val="single"/>
        </w:rPr>
      </w:pPr>
      <w:r w:rsidRPr="000C3146">
        <w:rPr>
          <w:b/>
          <w:sz w:val="24"/>
          <w:szCs w:val="24"/>
          <w:u w:val="single"/>
        </w:rPr>
        <w:lastRenderedPageBreak/>
        <w:t>Подраздел. «Источники тепловой энергии»</w:t>
      </w:r>
    </w:p>
    <w:p w:rsidR="000C3146" w:rsidRPr="0065596D" w:rsidRDefault="0065596D" w:rsidP="0065596D">
      <w:pPr>
        <w:pStyle w:val="a7"/>
        <w:rPr>
          <w:u w:val="single"/>
        </w:rPr>
      </w:pPr>
      <w:r w:rsidRPr="0065596D">
        <w:rPr>
          <w:u w:val="single"/>
        </w:rPr>
        <w:t>а</w:t>
      </w:r>
      <w:r w:rsidR="000C3146" w:rsidRPr="0065596D">
        <w:rPr>
          <w:u w:val="single"/>
        </w:rPr>
        <w:t xml:space="preserve">) Структура основного оборудования: </w:t>
      </w:r>
      <w:proofErr w:type="spellStart"/>
      <w:r w:rsidR="000C3146" w:rsidRPr="0065596D">
        <w:rPr>
          <w:u w:val="single"/>
        </w:rPr>
        <w:t>см</w:t>
      </w:r>
      <w:proofErr w:type="gramStart"/>
      <w:r w:rsidR="000C3146" w:rsidRPr="0065596D">
        <w:rPr>
          <w:u w:val="single"/>
        </w:rPr>
        <w:t>.в</w:t>
      </w:r>
      <w:proofErr w:type="gramEnd"/>
      <w:r w:rsidR="000C3146" w:rsidRPr="0065596D">
        <w:rPr>
          <w:u w:val="single"/>
        </w:rPr>
        <w:t>кладыш</w:t>
      </w:r>
      <w:proofErr w:type="spellEnd"/>
      <w:r w:rsidR="000C3146" w:rsidRPr="0065596D">
        <w:rPr>
          <w:u w:val="single"/>
        </w:rPr>
        <w:t xml:space="preserve"> №1:</w:t>
      </w:r>
    </w:p>
    <w:p w:rsidR="0065596D" w:rsidRDefault="0065596D" w:rsidP="0065596D">
      <w:pPr>
        <w:pStyle w:val="a7"/>
      </w:pPr>
      <w:r>
        <w:t xml:space="preserve">с. </w:t>
      </w:r>
      <w:proofErr w:type="spellStart"/>
      <w:r>
        <w:t>Козьминка</w:t>
      </w:r>
      <w:proofErr w:type="spellEnd"/>
    </w:p>
    <w:p w:rsidR="0065596D" w:rsidRDefault="0065596D" w:rsidP="0065596D">
      <w:pPr>
        <w:pStyle w:val="a7"/>
      </w:pPr>
      <w:r>
        <w:tab/>
        <w:t>котлы КСВА – 1,0 мощность 1,</w:t>
      </w:r>
      <w:r w:rsidR="000F061B">
        <w:t>72</w:t>
      </w:r>
      <w:r>
        <w:t xml:space="preserve"> Гкал/час-2 шт.</w:t>
      </w:r>
    </w:p>
    <w:p w:rsidR="0065596D" w:rsidRDefault="0065596D" w:rsidP="0065596D">
      <w:pPr>
        <w:pStyle w:val="a7"/>
      </w:pPr>
      <w:proofErr w:type="spellStart"/>
      <w:r>
        <w:t>пос</w:t>
      </w:r>
      <w:proofErr w:type="gramStart"/>
      <w:r>
        <w:t>.С</w:t>
      </w:r>
      <w:proofErr w:type="gramEnd"/>
      <w:r>
        <w:t>овхозный</w:t>
      </w:r>
      <w:proofErr w:type="spellEnd"/>
      <w:r>
        <w:t xml:space="preserve"> </w:t>
      </w:r>
    </w:p>
    <w:p w:rsidR="0065596D" w:rsidRDefault="0065596D" w:rsidP="0065596D">
      <w:pPr>
        <w:pStyle w:val="a7"/>
      </w:pPr>
      <w:r>
        <w:tab/>
        <w:t xml:space="preserve">котлы КСВА – 0,63 мощность </w:t>
      </w:r>
      <w:r w:rsidR="000F061B">
        <w:t xml:space="preserve">1,08 </w:t>
      </w:r>
      <w:r>
        <w:t xml:space="preserve"> Гкал/час-2 шт.</w:t>
      </w:r>
    </w:p>
    <w:p w:rsidR="0065596D" w:rsidRDefault="0065596D" w:rsidP="0065596D">
      <w:pPr>
        <w:pStyle w:val="a7"/>
        <w:rPr>
          <w:u w:val="single"/>
        </w:rPr>
      </w:pPr>
      <w:r w:rsidRPr="0065596D">
        <w:rPr>
          <w:u w:val="single"/>
        </w:rPr>
        <w:t>б) Параметры установленной тепловой мощности теплофикационного оборудования теплофикационной установки:</w:t>
      </w:r>
    </w:p>
    <w:p w:rsidR="0065596D" w:rsidRDefault="0065596D" w:rsidP="0065596D">
      <w:pPr>
        <w:pStyle w:val="a7"/>
      </w:pPr>
      <w:r>
        <w:t xml:space="preserve">с. </w:t>
      </w:r>
      <w:proofErr w:type="spellStart"/>
      <w:r>
        <w:t>Козьминка</w:t>
      </w:r>
      <w:proofErr w:type="spellEnd"/>
    </w:p>
    <w:p w:rsidR="0065596D" w:rsidRDefault="0065596D" w:rsidP="0065596D">
      <w:pPr>
        <w:pStyle w:val="a7"/>
      </w:pPr>
      <w:r>
        <w:tab/>
        <w:t>котел № 1  КСВА – 1,0 мощность</w:t>
      </w:r>
      <w:r w:rsidR="000F061B">
        <w:t xml:space="preserve"> 1,72</w:t>
      </w:r>
      <w:r>
        <w:t xml:space="preserve"> Гкал/час-2 шт.</w:t>
      </w:r>
    </w:p>
    <w:p w:rsidR="0065596D" w:rsidRDefault="0065596D" w:rsidP="0065596D">
      <w:pPr>
        <w:pStyle w:val="a7"/>
        <w:ind w:firstLine="708"/>
      </w:pPr>
      <w:r>
        <w:t>котел № 2  КСВА – 1,</w:t>
      </w:r>
      <w:r w:rsidR="000F061B">
        <w:t>0 мощность 1,72</w:t>
      </w:r>
      <w:r>
        <w:t xml:space="preserve"> Гкал/час – 2 шт.</w:t>
      </w:r>
    </w:p>
    <w:p w:rsidR="0065596D" w:rsidRDefault="0065596D" w:rsidP="0065596D">
      <w:pPr>
        <w:pStyle w:val="a7"/>
      </w:pPr>
      <w:proofErr w:type="spellStart"/>
      <w:r>
        <w:t>пос</w:t>
      </w:r>
      <w:proofErr w:type="gramStart"/>
      <w:r>
        <w:t>.С</w:t>
      </w:r>
      <w:proofErr w:type="gramEnd"/>
      <w:r>
        <w:t>овхозный</w:t>
      </w:r>
      <w:proofErr w:type="spellEnd"/>
      <w:r>
        <w:t xml:space="preserve"> </w:t>
      </w:r>
    </w:p>
    <w:p w:rsidR="0065596D" w:rsidRDefault="0065596D" w:rsidP="0065596D">
      <w:pPr>
        <w:pStyle w:val="a7"/>
      </w:pPr>
      <w:r>
        <w:tab/>
        <w:t xml:space="preserve">котел № 1  КСВА – 0,63 мощность </w:t>
      </w:r>
      <w:r w:rsidR="000F061B">
        <w:t>1,08</w:t>
      </w:r>
      <w:r>
        <w:t xml:space="preserve"> Гкал/час-2 шт.</w:t>
      </w:r>
    </w:p>
    <w:p w:rsidR="0065596D" w:rsidRDefault="0065596D" w:rsidP="0065596D">
      <w:pPr>
        <w:pStyle w:val="a7"/>
        <w:ind w:firstLine="708"/>
      </w:pPr>
      <w:r>
        <w:t xml:space="preserve">котел № 2  КСВА – 0,63 мощность </w:t>
      </w:r>
      <w:r w:rsidR="000F061B">
        <w:t>1,08</w:t>
      </w:r>
      <w:r>
        <w:t xml:space="preserve"> Гкал/час – 2 шт.</w:t>
      </w:r>
    </w:p>
    <w:p w:rsidR="0065596D" w:rsidRDefault="0065596D" w:rsidP="0065596D">
      <w:pPr>
        <w:pStyle w:val="a7"/>
      </w:pPr>
    </w:p>
    <w:p w:rsidR="0065596D" w:rsidRDefault="0065596D" w:rsidP="0065596D">
      <w:pPr>
        <w:rPr>
          <w:u w:val="single"/>
        </w:rPr>
      </w:pPr>
      <w:r w:rsidRPr="0065596D">
        <w:rPr>
          <w:u w:val="single"/>
        </w:rPr>
        <w:t>в) ограничение тепловой мощности и параметры располагаемой тепловой мощности;</w:t>
      </w:r>
    </w:p>
    <w:p w:rsidR="0065596D" w:rsidRDefault="0065596D" w:rsidP="0065596D">
      <w:pPr>
        <w:pStyle w:val="a7"/>
      </w:pPr>
      <w:r>
        <w:t xml:space="preserve">с. </w:t>
      </w:r>
      <w:proofErr w:type="spellStart"/>
      <w:r>
        <w:t>Козьминка</w:t>
      </w:r>
      <w:proofErr w:type="spellEnd"/>
    </w:p>
    <w:p w:rsidR="0065596D" w:rsidRDefault="0065596D" w:rsidP="0065596D">
      <w:pPr>
        <w:pStyle w:val="a7"/>
      </w:pPr>
      <w:r>
        <w:tab/>
        <w:t xml:space="preserve">котел № 1  </w:t>
      </w:r>
      <w:r w:rsidR="000F061B">
        <w:t>0,432 Гкал/час</w:t>
      </w:r>
    </w:p>
    <w:p w:rsidR="0065596D" w:rsidRDefault="0065596D" w:rsidP="0065596D">
      <w:pPr>
        <w:pStyle w:val="a7"/>
        <w:ind w:firstLine="708"/>
      </w:pPr>
      <w:r>
        <w:t xml:space="preserve">котел № 2 </w:t>
      </w:r>
      <w:r w:rsidR="000F061B">
        <w:t xml:space="preserve"> 0,5096 Гкал/час</w:t>
      </w:r>
    </w:p>
    <w:p w:rsidR="0065596D" w:rsidRDefault="0065596D" w:rsidP="0065596D">
      <w:pPr>
        <w:pStyle w:val="a7"/>
      </w:pPr>
      <w:proofErr w:type="spellStart"/>
      <w:r>
        <w:t>пос</w:t>
      </w:r>
      <w:proofErr w:type="gramStart"/>
      <w:r>
        <w:t>.С</w:t>
      </w:r>
      <w:proofErr w:type="gramEnd"/>
      <w:r>
        <w:t>овхозный</w:t>
      </w:r>
      <w:proofErr w:type="spellEnd"/>
      <w:r>
        <w:t xml:space="preserve"> </w:t>
      </w:r>
    </w:p>
    <w:p w:rsidR="0065596D" w:rsidRDefault="0065596D" w:rsidP="0065596D">
      <w:pPr>
        <w:pStyle w:val="a7"/>
      </w:pPr>
      <w:r>
        <w:tab/>
        <w:t xml:space="preserve">котел № 1  </w:t>
      </w:r>
      <w:r w:rsidR="000F061B">
        <w:t>0,5096 Гкал/час</w:t>
      </w:r>
    </w:p>
    <w:p w:rsidR="0065596D" w:rsidRDefault="0065596D" w:rsidP="0065596D">
      <w:pPr>
        <w:pStyle w:val="a7"/>
        <w:ind w:firstLine="708"/>
      </w:pPr>
      <w:r>
        <w:t xml:space="preserve">котел № 2  </w:t>
      </w:r>
      <w:r w:rsidR="000F061B">
        <w:t>0,4637 Гкал/час</w:t>
      </w:r>
    </w:p>
    <w:p w:rsidR="0065596D" w:rsidRDefault="0065596D" w:rsidP="0065596D">
      <w:pPr>
        <w:pStyle w:val="a7"/>
      </w:pPr>
    </w:p>
    <w:p w:rsidR="000F061B" w:rsidRDefault="000F061B" w:rsidP="000F061B">
      <w:pPr>
        <w:pStyle w:val="a7"/>
      </w:pPr>
      <w:r>
        <w:t xml:space="preserve">г) регулирование отпуска  тепловой энергии от источников тепловой энергии. </w:t>
      </w:r>
      <w:r w:rsidR="006C2587">
        <w:t xml:space="preserve">                             </w:t>
      </w:r>
      <w:r>
        <w:t xml:space="preserve">Температурный график воды в системе отопления и в наружных тепловых сетях </w:t>
      </w:r>
      <w:proofErr w:type="gramStart"/>
      <w:r>
        <w:t>при</w:t>
      </w:r>
      <w:proofErr w:type="gramEnd"/>
      <w:r>
        <w:t xml:space="preserve"> различных расчетных температурного воздуха (прилагается).</w:t>
      </w:r>
    </w:p>
    <w:p w:rsidR="000F061B" w:rsidRDefault="000F061B" w:rsidP="000F061B">
      <w:pPr>
        <w:pStyle w:val="a7"/>
      </w:pPr>
      <w:r>
        <w:t>д) способы учета тепла отпущенного  в тепловые сети.</w:t>
      </w:r>
    </w:p>
    <w:p w:rsidR="000F061B" w:rsidRDefault="000F061B" w:rsidP="000F061B">
      <w:pPr>
        <w:pStyle w:val="a7"/>
      </w:pPr>
      <w:r>
        <w:t xml:space="preserve">            Учет тепла </w:t>
      </w:r>
      <w:proofErr w:type="gramStart"/>
      <w:r>
        <w:t>осуществляется по нормативам счетчики учета тепла отсутствуют</w:t>
      </w:r>
      <w:proofErr w:type="gramEnd"/>
      <w:r>
        <w:t xml:space="preserve">.                                       </w:t>
      </w:r>
    </w:p>
    <w:p w:rsidR="006C2587" w:rsidRDefault="000F061B" w:rsidP="000F061B">
      <w:pPr>
        <w:pStyle w:val="a7"/>
      </w:pPr>
      <w:r>
        <w:t>е) статистика отказов и восстановления оборудования источников тепловой энергии.</w:t>
      </w:r>
    </w:p>
    <w:p w:rsidR="006C2587" w:rsidRDefault="006C2587" w:rsidP="006C2587">
      <w:r>
        <w:t>Отсутствует.</w:t>
      </w:r>
    </w:p>
    <w:p w:rsidR="006C2587" w:rsidRPr="006C2587" w:rsidRDefault="006C2587" w:rsidP="006C2587">
      <w:pPr>
        <w:pStyle w:val="a7"/>
        <w:jc w:val="center"/>
        <w:rPr>
          <w:b/>
          <w:sz w:val="28"/>
          <w:szCs w:val="28"/>
          <w:u w:val="single"/>
        </w:rPr>
      </w:pPr>
      <w:r w:rsidRPr="006C2587">
        <w:rPr>
          <w:b/>
          <w:sz w:val="28"/>
          <w:szCs w:val="28"/>
          <w:u w:val="single"/>
        </w:rPr>
        <w:t>Подраздел «Тепловые сети»</w:t>
      </w:r>
      <w:r>
        <w:rPr>
          <w:b/>
          <w:sz w:val="28"/>
          <w:szCs w:val="28"/>
          <w:u w:val="single"/>
        </w:rPr>
        <w:t xml:space="preserve">                                                                                                             </w:t>
      </w:r>
      <w:r w:rsidRPr="006C2587">
        <w:rPr>
          <w:sz w:val="28"/>
          <w:szCs w:val="28"/>
          <w:u w:val="single"/>
        </w:rPr>
        <w:t>а</w:t>
      </w:r>
      <w:r w:rsidRPr="006C2587">
        <w:t>)</w:t>
      </w:r>
      <w:r>
        <w:t xml:space="preserve"> схема тепловых сетей в зонах действия тепловой энергии</w:t>
      </w:r>
    </w:p>
    <w:p w:rsidR="006C2587" w:rsidRDefault="006C2587" w:rsidP="006C2587">
      <w:pPr>
        <w:pStyle w:val="a7"/>
      </w:pPr>
      <w:r>
        <w:t xml:space="preserve">Котельной </w:t>
      </w:r>
      <w:proofErr w:type="spellStart"/>
      <w:r>
        <w:t>с</w:t>
      </w:r>
      <w:proofErr w:type="gramStart"/>
      <w:r>
        <w:t>.К</w:t>
      </w:r>
      <w:proofErr w:type="gramEnd"/>
      <w:r>
        <w:t>озьминка</w:t>
      </w:r>
      <w:proofErr w:type="spellEnd"/>
      <w:r>
        <w:t xml:space="preserve"> (прилагается)</w:t>
      </w:r>
    </w:p>
    <w:p w:rsidR="006C2587" w:rsidRDefault="006C2587" w:rsidP="006C2587">
      <w:pPr>
        <w:pStyle w:val="a7"/>
      </w:pPr>
      <w:r>
        <w:t xml:space="preserve">Котельной </w:t>
      </w:r>
      <w:proofErr w:type="spellStart"/>
      <w:r>
        <w:t>пос</w:t>
      </w:r>
      <w:proofErr w:type="gramStart"/>
      <w:r>
        <w:t>.С</w:t>
      </w:r>
      <w:proofErr w:type="gramEnd"/>
      <w:r>
        <w:t>овхозный</w:t>
      </w:r>
      <w:proofErr w:type="spellEnd"/>
      <w:r>
        <w:t xml:space="preserve"> (прилагается</w:t>
      </w:r>
    </w:p>
    <w:p w:rsidR="006C2587" w:rsidRDefault="006C2587" w:rsidP="006C2587">
      <w:pPr>
        <w:pStyle w:val="a7"/>
      </w:pPr>
      <w:r>
        <w:t>б) описание графиков регулирования отпуска  тепла в теплосети</w:t>
      </w:r>
    </w:p>
    <w:p w:rsidR="006C2587" w:rsidRDefault="006C2587" w:rsidP="006C2587">
      <w:pPr>
        <w:pStyle w:val="a7"/>
      </w:pPr>
      <w:r>
        <w:t>- отпускается по нормативам</w:t>
      </w:r>
    </w:p>
    <w:p w:rsidR="006C2587" w:rsidRDefault="006C2587" w:rsidP="006C2587">
      <w:pPr>
        <w:pStyle w:val="a7"/>
      </w:pPr>
      <w:r>
        <w:t>Режимная карта работы водогрейного котла типа КСВА – 1,0 (прилагается)</w:t>
      </w:r>
    </w:p>
    <w:p w:rsidR="006C2587" w:rsidRDefault="006C2587" w:rsidP="006C2587">
      <w:pPr>
        <w:pStyle w:val="a7"/>
      </w:pPr>
      <w:r>
        <w:t xml:space="preserve">В) описание потерь теплоносителя включаемых в расчет отпущенной тепловой энергии.                      Потери по тепловым сетям </w:t>
      </w:r>
      <w:proofErr w:type="spellStart"/>
      <w:r>
        <w:t>с</w:t>
      </w:r>
      <w:proofErr w:type="gramStart"/>
      <w:r>
        <w:t>.К</w:t>
      </w:r>
      <w:proofErr w:type="gramEnd"/>
      <w:r>
        <w:t>озьминка</w:t>
      </w:r>
      <w:proofErr w:type="spellEnd"/>
      <w:r>
        <w:t xml:space="preserve"> 82,16 Гкал в год и </w:t>
      </w:r>
      <w:proofErr w:type="spellStart"/>
      <w:r>
        <w:t>пос.Совхозный</w:t>
      </w:r>
      <w:proofErr w:type="spellEnd"/>
      <w:r>
        <w:t xml:space="preserve"> 73,66 Гкал в год</w:t>
      </w:r>
    </w:p>
    <w:p w:rsidR="006C2587" w:rsidRDefault="006C2587" w:rsidP="006C2587">
      <w:pPr>
        <w:pStyle w:val="a7"/>
      </w:pPr>
      <w:r>
        <w:t xml:space="preserve">Потребление тепла на собственные нужды котельной </w:t>
      </w:r>
      <w:proofErr w:type="spellStart"/>
      <w:r>
        <w:t>с</w:t>
      </w:r>
      <w:proofErr w:type="gramStart"/>
      <w:r>
        <w:t>.К</w:t>
      </w:r>
      <w:proofErr w:type="gramEnd"/>
      <w:r>
        <w:t>озьминка</w:t>
      </w:r>
      <w:proofErr w:type="spellEnd"/>
      <w:r>
        <w:t xml:space="preserve"> 14,00 Гкал. </w:t>
      </w:r>
      <w:proofErr w:type="spellStart"/>
      <w:r>
        <w:t>вгод</w:t>
      </w:r>
      <w:proofErr w:type="spellEnd"/>
      <w:r>
        <w:t xml:space="preserve"> и </w:t>
      </w:r>
      <w:proofErr w:type="spellStart"/>
      <w:r>
        <w:t>пос.Совхозный</w:t>
      </w:r>
      <w:proofErr w:type="spellEnd"/>
      <w:r>
        <w:t xml:space="preserve"> 13,8 Гкал в год</w:t>
      </w:r>
    </w:p>
    <w:p w:rsidR="00A73061" w:rsidRDefault="006C2587" w:rsidP="00A73061">
      <w:pPr>
        <w:pStyle w:val="a7"/>
        <w:jc w:val="center"/>
        <w:rPr>
          <w:b/>
          <w:sz w:val="28"/>
          <w:szCs w:val="28"/>
          <w:u w:val="single"/>
        </w:rPr>
      </w:pPr>
      <w:r w:rsidRPr="00A73061">
        <w:rPr>
          <w:b/>
          <w:sz w:val="28"/>
          <w:szCs w:val="28"/>
          <w:u w:val="single"/>
        </w:rPr>
        <w:t xml:space="preserve">Подраздел. «Тепловые нагрузки потребителей тепловой энергии в зонах действия тепловой </w:t>
      </w:r>
      <w:r w:rsidR="00A73061" w:rsidRPr="00A73061">
        <w:rPr>
          <w:b/>
          <w:sz w:val="28"/>
          <w:szCs w:val="28"/>
          <w:u w:val="single"/>
        </w:rPr>
        <w:t>энергии»</w:t>
      </w:r>
    </w:p>
    <w:p w:rsidR="00A73061" w:rsidRDefault="00A73061" w:rsidP="00A73061">
      <w:pPr>
        <w:pStyle w:val="a7"/>
        <w:rPr>
          <w:u w:val="single"/>
        </w:rPr>
      </w:pPr>
      <w:r w:rsidRPr="00A73061">
        <w:rPr>
          <w:u w:val="single"/>
        </w:rPr>
        <w:t>а) случаи (условия) применения отопления жилых помещений в многоквартирных домах с использованием индивидуальных квартирных источников тепловой энергии.</w:t>
      </w:r>
    </w:p>
    <w:p w:rsidR="006C2587" w:rsidRDefault="00A73061" w:rsidP="00A73061">
      <w:pPr>
        <w:pStyle w:val="a7"/>
      </w:pPr>
      <w:r>
        <w:t xml:space="preserve">1. Новое строительство                                                                                                                                                              2. Ликвидация котельной                                                                                                                                                           3. </w:t>
      </w:r>
      <w:proofErr w:type="gramStart"/>
      <w:r>
        <w:t>В следствии</w:t>
      </w:r>
      <w:proofErr w:type="gramEnd"/>
      <w:r>
        <w:t xml:space="preserve"> несоответствия мощности котельной не позволяющее обеспечить объем тепловой величины.</w:t>
      </w:r>
    </w:p>
    <w:p w:rsidR="00A73061" w:rsidRDefault="00A73061" w:rsidP="00A73061">
      <w:pPr>
        <w:pStyle w:val="a7"/>
      </w:pPr>
    </w:p>
    <w:p w:rsidR="00A73061" w:rsidRPr="00A73061" w:rsidRDefault="00A73061" w:rsidP="00A73061">
      <w:pPr>
        <w:pStyle w:val="a7"/>
        <w:jc w:val="center"/>
        <w:rPr>
          <w:b/>
          <w:sz w:val="28"/>
          <w:szCs w:val="28"/>
          <w:u w:val="single"/>
        </w:rPr>
      </w:pPr>
    </w:p>
    <w:p w:rsidR="00A73061" w:rsidRDefault="00A73061" w:rsidP="00A73061">
      <w:pPr>
        <w:pStyle w:val="a7"/>
        <w:jc w:val="center"/>
        <w:rPr>
          <w:b/>
          <w:sz w:val="28"/>
          <w:szCs w:val="28"/>
          <w:u w:val="single"/>
        </w:rPr>
      </w:pPr>
      <w:r w:rsidRPr="00A73061">
        <w:rPr>
          <w:b/>
          <w:sz w:val="28"/>
          <w:szCs w:val="28"/>
          <w:u w:val="single"/>
        </w:rPr>
        <w:t>Подраздел. «Тарифы на тепловую энергию»</w:t>
      </w:r>
    </w:p>
    <w:p w:rsidR="00A73061" w:rsidRDefault="00A73061" w:rsidP="00A73061"/>
    <w:p w:rsidR="00A73061" w:rsidRDefault="00A73061" w:rsidP="00A73061">
      <w:pPr>
        <w:pStyle w:val="a7"/>
      </w:pPr>
      <w:r>
        <w:t xml:space="preserve">Динамики утвержденных  тарифов, устанавливаемых органами исполнительной власти субъекта Российской Федерации по каждой теплоснабжающей организации на 2012 год </w:t>
      </w:r>
    </w:p>
    <w:p w:rsidR="00A73061" w:rsidRDefault="00A73061" w:rsidP="00A73061">
      <w:pPr>
        <w:pStyle w:val="a7"/>
      </w:pPr>
    </w:p>
    <w:p w:rsidR="00A73061" w:rsidRDefault="00A73061" w:rsidP="00A73061">
      <w:pPr>
        <w:pStyle w:val="a7"/>
        <w:jc w:val="center"/>
      </w:pPr>
      <w:r>
        <w:t>Тарифы на 2017 год</w:t>
      </w:r>
    </w:p>
    <w:p w:rsidR="00A73061" w:rsidRDefault="00A73061" w:rsidP="00A73061">
      <w:pPr>
        <w:pStyle w:val="a7"/>
      </w:pPr>
      <w:r>
        <w:t>С  01.07.2016 г. по 30.06.2017 г. -2014,88 руб</w:t>
      </w:r>
      <w:r w:rsidR="002F2FCF">
        <w:t>.</w:t>
      </w:r>
      <w:r>
        <w:t>/Гкал</w:t>
      </w:r>
    </w:p>
    <w:p w:rsidR="00A73061" w:rsidRDefault="00A73061" w:rsidP="00A73061">
      <w:pPr>
        <w:pStyle w:val="a7"/>
      </w:pPr>
      <w:r>
        <w:t xml:space="preserve">С </w:t>
      </w:r>
      <w:r w:rsidR="00081D37">
        <w:t xml:space="preserve"> 0</w:t>
      </w:r>
      <w:r>
        <w:t>1.07.17 г. по 30.06.2018 г.-2088,81 руб./Гкал</w:t>
      </w:r>
    </w:p>
    <w:p w:rsidR="00081D37" w:rsidRDefault="00A73061" w:rsidP="00A73061">
      <w:pPr>
        <w:tabs>
          <w:tab w:val="left" w:pos="3180"/>
        </w:tabs>
      </w:pPr>
      <w:r>
        <w:tab/>
        <w:t>Стоимость отопления 1 м</w:t>
      </w:r>
      <w:proofErr w:type="gramStart"/>
      <w:r>
        <w:t>2</w:t>
      </w:r>
      <w:proofErr w:type="gramEnd"/>
      <w:r>
        <w:t xml:space="preserve"> на 2017 год</w:t>
      </w:r>
    </w:p>
    <w:p w:rsidR="00081D37" w:rsidRDefault="00081D37" w:rsidP="00081D37">
      <w:r>
        <w:t>С  01.07.2016 г. по 30.06.2017 г. -60,44 р.</w:t>
      </w:r>
    </w:p>
    <w:p w:rsidR="00081D37" w:rsidRDefault="00081D37" w:rsidP="00081D37">
      <w:pPr>
        <w:jc w:val="center"/>
        <w:rPr>
          <w:b/>
          <w:sz w:val="28"/>
          <w:szCs w:val="28"/>
          <w:u w:val="single"/>
        </w:rPr>
      </w:pPr>
      <w:r w:rsidRPr="00081D37">
        <w:rPr>
          <w:b/>
          <w:sz w:val="28"/>
          <w:szCs w:val="28"/>
          <w:u w:val="single"/>
        </w:rPr>
        <w:t>9. Раздел. « Перспективное потребление тепловой энергии на цели теплоснабжения»</w:t>
      </w:r>
    </w:p>
    <w:p w:rsidR="00081D37" w:rsidRDefault="00081D37" w:rsidP="00081D37">
      <w:pPr>
        <w:pStyle w:val="a7"/>
        <w:rPr>
          <w:sz w:val="28"/>
          <w:szCs w:val="28"/>
        </w:rPr>
      </w:pPr>
      <w:r>
        <w:t>1. Данные базового уровня потребленного тепла на цели теплоснабжения. Потребление тепла на собственные нужды котельной.</w:t>
      </w:r>
    </w:p>
    <w:p w:rsidR="00081D37" w:rsidRDefault="00081D37" w:rsidP="00081D37">
      <w:pPr>
        <w:pStyle w:val="a7"/>
      </w:pPr>
      <w:r>
        <w:t xml:space="preserve">Котельная с. </w:t>
      </w:r>
      <w:proofErr w:type="spellStart"/>
      <w:r>
        <w:t>Козьминка</w:t>
      </w:r>
      <w:proofErr w:type="spellEnd"/>
      <w:r>
        <w:t xml:space="preserve"> 14,00 Гкал</w:t>
      </w:r>
    </w:p>
    <w:p w:rsidR="00081D37" w:rsidRDefault="00081D37" w:rsidP="00081D37">
      <w:pPr>
        <w:pStyle w:val="a7"/>
      </w:pPr>
      <w:r>
        <w:t xml:space="preserve">Котельная </w:t>
      </w:r>
      <w:proofErr w:type="spellStart"/>
      <w:r>
        <w:t>пос</w:t>
      </w:r>
      <w:proofErr w:type="gramStart"/>
      <w:r>
        <w:t>.С</w:t>
      </w:r>
      <w:proofErr w:type="gramEnd"/>
      <w:r>
        <w:t>овхозный</w:t>
      </w:r>
      <w:proofErr w:type="spellEnd"/>
      <w:r>
        <w:t xml:space="preserve"> 13,8 Гкал</w:t>
      </w:r>
    </w:p>
    <w:p w:rsidR="00081D37" w:rsidRDefault="00081D37" w:rsidP="00081D37">
      <w:pPr>
        <w:pStyle w:val="a7"/>
      </w:pPr>
      <w:r>
        <w:t>2.Прогнозы перспективных удельных расходов тепловой энергии для обеспечения технологических процессов.</w:t>
      </w:r>
    </w:p>
    <w:p w:rsidR="00081D37" w:rsidRDefault="00081D37" w:rsidP="00081D37">
      <w:pPr>
        <w:pStyle w:val="a7"/>
      </w:pPr>
      <w:r>
        <w:t>По данному разделу увеличение расходов тепловой энергии для обеспечения технологических процессов не планируется.</w:t>
      </w:r>
    </w:p>
    <w:p w:rsidR="00081D37" w:rsidRDefault="00081D37" w:rsidP="00081D37">
      <w:pPr>
        <w:tabs>
          <w:tab w:val="left" w:pos="990"/>
        </w:tabs>
        <w:jc w:val="center"/>
        <w:rPr>
          <w:b/>
          <w:sz w:val="28"/>
          <w:szCs w:val="28"/>
          <w:u w:val="single"/>
        </w:rPr>
      </w:pPr>
      <w:r w:rsidRPr="00081D37">
        <w:rPr>
          <w:b/>
          <w:sz w:val="28"/>
          <w:szCs w:val="28"/>
          <w:u w:val="single"/>
        </w:rPr>
        <w:t>10. Раздел. «Предложения по новому строительству и реконструкции тепловых сетей и сооружений на них»</w:t>
      </w:r>
    </w:p>
    <w:p w:rsidR="00081D37" w:rsidRDefault="00081D37" w:rsidP="00081D37">
      <w:pPr>
        <w:pStyle w:val="a7"/>
      </w:pPr>
      <w:r>
        <w:t xml:space="preserve">Новое строительство и реконструкция тепловых </w:t>
      </w:r>
      <w:proofErr w:type="gramStart"/>
      <w:r>
        <w:t>сетей</w:t>
      </w:r>
      <w:proofErr w:type="gramEnd"/>
      <w:r>
        <w:t xml:space="preserve"> и реконструкция тепловых сетей и сооружений на них в ближайшие годы не планируется.</w:t>
      </w:r>
    </w:p>
    <w:p w:rsidR="00081D37" w:rsidRPr="00081D37" w:rsidRDefault="00081D37" w:rsidP="00081D37"/>
    <w:p w:rsidR="00081D37" w:rsidRDefault="00081D37" w:rsidP="00081D37"/>
    <w:sectPr w:rsidR="00081D37" w:rsidSect="00681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A0A" w:rsidRDefault="00EE5A0A" w:rsidP="004E0EF3">
      <w:pPr>
        <w:spacing w:after="0" w:line="240" w:lineRule="auto"/>
      </w:pPr>
      <w:r>
        <w:separator/>
      </w:r>
    </w:p>
  </w:endnote>
  <w:endnote w:type="continuationSeparator" w:id="0">
    <w:p w:rsidR="00EE5A0A" w:rsidRDefault="00EE5A0A" w:rsidP="004E0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A0A" w:rsidRDefault="00EE5A0A" w:rsidP="004E0EF3">
      <w:pPr>
        <w:spacing w:after="0" w:line="240" w:lineRule="auto"/>
      </w:pPr>
      <w:r>
        <w:separator/>
      </w:r>
    </w:p>
  </w:footnote>
  <w:footnote w:type="continuationSeparator" w:id="0">
    <w:p w:rsidR="00EE5A0A" w:rsidRDefault="00EE5A0A" w:rsidP="004E0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01739"/>
    <w:multiLevelType w:val="hybridMultilevel"/>
    <w:tmpl w:val="FDF0A008"/>
    <w:lvl w:ilvl="0" w:tplc="BB98297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63DF1DAE"/>
    <w:multiLevelType w:val="multilevel"/>
    <w:tmpl w:val="029444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06DE"/>
    <w:rsid w:val="000800B5"/>
    <w:rsid w:val="00081D37"/>
    <w:rsid w:val="000C3146"/>
    <w:rsid w:val="000F061B"/>
    <w:rsid w:val="00281025"/>
    <w:rsid w:val="002F2FCF"/>
    <w:rsid w:val="003610ED"/>
    <w:rsid w:val="00380A0E"/>
    <w:rsid w:val="00394E27"/>
    <w:rsid w:val="003D279E"/>
    <w:rsid w:val="003F71D2"/>
    <w:rsid w:val="00414643"/>
    <w:rsid w:val="004506DE"/>
    <w:rsid w:val="0045417D"/>
    <w:rsid w:val="00480934"/>
    <w:rsid w:val="00493903"/>
    <w:rsid w:val="004D369C"/>
    <w:rsid w:val="004E0EF3"/>
    <w:rsid w:val="00557E08"/>
    <w:rsid w:val="0065596D"/>
    <w:rsid w:val="00681198"/>
    <w:rsid w:val="00681DCA"/>
    <w:rsid w:val="006C2587"/>
    <w:rsid w:val="0082036F"/>
    <w:rsid w:val="008509DB"/>
    <w:rsid w:val="008B2586"/>
    <w:rsid w:val="009173B5"/>
    <w:rsid w:val="00A73061"/>
    <w:rsid w:val="00AB3277"/>
    <w:rsid w:val="00AE1F8A"/>
    <w:rsid w:val="00B44510"/>
    <w:rsid w:val="00B848D5"/>
    <w:rsid w:val="00B926E8"/>
    <w:rsid w:val="00DF1649"/>
    <w:rsid w:val="00E1793B"/>
    <w:rsid w:val="00EE5A0A"/>
    <w:rsid w:val="00F04175"/>
    <w:rsid w:val="00F3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1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E0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E0EF3"/>
  </w:style>
  <w:style w:type="paragraph" w:styleId="a5">
    <w:name w:val="footer"/>
    <w:basedOn w:val="a"/>
    <w:link w:val="a6"/>
    <w:uiPriority w:val="99"/>
    <w:semiHidden/>
    <w:unhideWhenUsed/>
    <w:rsid w:val="004E0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E0EF3"/>
  </w:style>
  <w:style w:type="paragraph" w:styleId="a7">
    <w:name w:val="No Spacing"/>
    <w:uiPriority w:val="1"/>
    <w:qFormat/>
    <w:rsid w:val="00414643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82036F"/>
    <w:pPr>
      <w:ind w:left="720"/>
      <w:contextualSpacing/>
    </w:pPr>
  </w:style>
  <w:style w:type="table" w:styleId="a9">
    <w:name w:val="Table Grid"/>
    <w:basedOn w:val="a1"/>
    <w:uiPriority w:val="59"/>
    <w:rsid w:val="008203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c\Desktop\&#1089;&#1087;&#1077;&#1094;.&#1078;&#1082;&#1093;%20&#1076;&#1086;&#1082;&#1091;&#1084;&#1077;&#1085;&#1090;&#1099;\&#1076;&#1083;&#1103;%20&#1057;&#1080;&#1085;&#1080;&#1094;&#1080;&#1085;&#1072;\&#1055;&#1088;&#1080;&#1083;&#1086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Приложение.dotx</Template>
  <TotalTime>213</TotalTime>
  <Pages>1</Pages>
  <Words>1705</Words>
  <Characters>9723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</dc:creator>
  <cp:lastModifiedBy>user</cp:lastModifiedBy>
  <cp:revision>8</cp:revision>
  <dcterms:created xsi:type="dcterms:W3CDTF">2017-03-02T13:59:00Z</dcterms:created>
  <dcterms:modified xsi:type="dcterms:W3CDTF">2017-03-06T10:47:00Z</dcterms:modified>
</cp:coreProperties>
</file>