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2DD" w:rsidRDefault="006902DD" w:rsidP="00ED7988">
      <w:pPr>
        <w:jc w:val="center"/>
        <w:rPr>
          <w:rFonts w:ascii="Arial" w:hAnsi="Arial" w:cs="Arial"/>
          <w:b/>
        </w:rPr>
      </w:pPr>
    </w:p>
    <w:p w:rsidR="006902DD" w:rsidRDefault="006902DD" w:rsidP="00CD65D0">
      <w:pPr>
        <w:jc w:val="center"/>
        <w:rPr>
          <w:rFonts w:ascii="Arial" w:hAnsi="Arial" w:cs="Arial"/>
          <w:b/>
        </w:rPr>
      </w:pPr>
    </w:p>
    <w:p w:rsidR="006902DD" w:rsidRPr="00B94DD7" w:rsidRDefault="006902DD" w:rsidP="00CD65D0">
      <w:pPr>
        <w:jc w:val="center"/>
        <w:rPr>
          <w:rFonts w:ascii="Arial" w:hAnsi="Arial" w:cs="Arial"/>
          <w:b/>
        </w:rPr>
      </w:pPr>
    </w:p>
    <w:p w:rsidR="006902DD" w:rsidRPr="000A1842" w:rsidRDefault="006902DD" w:rsidP="00575FD7">
      <w:pPr>
        <w:spacing w:line="360" w:lineRule="auto"/>
        <w:ind w:left="2124" w:firstLine="708"/>
        <w:rPr>
          <w:rFonts w:ascii="Arial" w:hAnsi="Arial" w:cs="Arial"/>
          <w:b/>
          <w:sz w:val="28"/>
          <w:szCs w:val="28"/>
        </w:rPr>
      </w:pPr>
      <w:r w:rsidRPr="000A1842">
        <w:rPr>
          <w:rFonts w:ascii="Arial" w:hAnsi="Arial" w:cs="Arial"/>
          <w:b/>
          <w:sz w:val="28"/>
          <w:szCs w:val="28"/>
        </w:rPr>
        <w:t>РОССИЙСКАЯ ФЕДЕРАЦИЯ</w:t>
      </w:r>
    </w:p>
    <w:p w:rsidR="006902DD" w:rsidRPr="000A1842" w:rsidRDefault="006902DD" w:rsidP="00575FD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0A1842">
        <w:rPr>
          <w:rFonts w:ascii="Arial" w:hAnsi="Arial" w:cs="Arial"/>
          <w:b/>
          <w:sz w:val="28"/>
          <w:szCs w:val="28"/>
        </w:rPr>
        <w:t>ОРЛОВСКАЯ ОБЛАСТЬ</w:t>
      </w:r>
      <w:r w:rsidRPr="000A1842">
        <w:rPr>
          <w:rFonts w:ascii="Arial" w:hAnsi="Arial" w:cs="Arial"/>
          <w:b/>
          <w:sz w:val="28"/>
          <w:szCs w:val="28"/>
        </w:rPr>
        <w:tab/>
        <w:t>ЛИВЕНСКИЙ РАЙОН</w:t>
      </w:r>
    </w:p>
    <w:p w:rsidR="006902DD" w:rsidRPr="000A1842" w:rsidRDefault="006902DD" w:rsidP="00575FD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ДУТОВСКИЙ</w:t>
      </w:r>
      <w:r w:rsidRPr="000A1842">
        <w:rPr>
          <w:rFonts w:ascii="Arial" w:hAnsi="Arial" w:cs="Arial"/>
          <w:b/>
          <w:sz w:val="28"/>
          <w:szCs w:val="28"/>
        </w:rPr>
        <w:t xml:space="preserve"> СЕЛЬСКИЙ СОВЕТ НАРОДНЫХ ДЕПУТАТОВ</w:t>
      </w:r>
    </w:p>
    <w:p w:rsidR="006902DD" w:rsidRPr="000A1842" w:rsidRDefault="006902DD" w:rsidP="00575FD7">
      <w:pPr>
        <w:rPr>
          <w:rFonts w:ascii="Arial" w:hAnsi="Arial" w:cs="Arial"/>
          <w:sz w:val="28"/>
          <w:szCs w:val="28"/>
        </w:rPr>
      </w:pPr>
    </w:p>
    <w:p w:rsidR="006902DD" w:rsidRPr="000A1842" w:rsidRDefault="006902DD" w:rsidP="00575FD7">
      <w:pPr>
        <w:rPr>
          <w:rFonts w:ascii="Arial" w:hAnsi="Arial" w:cs="Arial"/>
          <w:sz w:val="28"/>
          <w:szCs w:val="28"/>
        </w:rPr>
      </w:pPr>
    </w:p>
    <w:p w:rsidR="006902DD" w:rsidRPr="000A1842" w:rsidRDefault="006902DD" w:rsidP="00575FD7">
      <w:pPr>
        <w:jc w:val="center"/>
        <w:rPr>
          <w:rFonts w:ascii="Arial" w:hAnsi="Arial" w:cs="Arial"/>
          <w:b/>
          <w:sz w:val="28"/>
          <w:szCs w:val="28"/>
        </w:rPr>
      </w:pPr>
      <w:r w:rsidRPr="000A1842">
        <w:rPr>
          <w:rFonts w:ascii="Arial" w:hAnsi="Arial" w:cs="Arial"/>
          <w:b/>
          <w:sz w:val="28"/>
          <w:szCs w:val="28"/>
        </w:rPr>
        <w:t>РЕШЕНИЕ</w:t>
      </w:r>
    </w:p>
    <w:p w:rsidR="006902DD" w:rsidRDefault="006902DD" w:rsidP="00575FD7">
      <w:pPr>
        <w:jc w:val="center"/>
        <w:rPr>
          <w:sz w:val="28"/>
          <w:szCs w:val="28"/>
        </w:rPr>
      </w:pPr>
    </w:p>
    <w:p w:rsidR="006902DD" w:rsidRDefault="006902DD" w:rsidP="00575FD7">
      <w:pPr>
        <w:rPr>
          <w:sz w:val="28"/>
          <w:szCs w:val="28"/>
        </w:rPr>
      </w:pPr>
      <w:r>
        <w:rPr>
          <w:sz w:val="28"/>
          <w:szCs w:val="28"/>
        </w:rPr>
        <w:t xml:space="preserve">«20» июля 2018 года                                                               </w:t>
      </w:r>
      <w:r w:rsidRPr="00F705E7">
        <w:rPr>
          <w:rFonts w:ascii="Arial" w:hAnsi="Arial" w:cs="Arial"/>
        </w:rPr>
        <w:t>№</w:t>
      </w:r>
      <w:r>
        <w:rPr>
          <w:rFonts w:ascii="Arial" w:hAnsi="Arial" w:cs="Arial"/>
        </w:rPr>
        <w:t>99</w:t>
      </w:r>
    </w:p>
    <w:p w:rsidR="006902DD" w:rsidRPr="00B94DD7" w:rsidRDefault="006902DD" w:rsidP="00575FD7">
      <w:pPr>
        <w:rPr>
          <w:rFonts w:ascii="Arial" w:hAnsi="Arial" w:cs="Arial"/>
        </w:rPr>
      </w:pPr>
      <w:r>
        <w:rPr>
          <w:rFonts w:ascii="Arial" w:hAnsi="Arial" w:cs="Arial"/>
        </w:rPr>
        <w:t>д. Семенихино</w:t>
      </w:r>
    </w:p>
    <w:p w:rsidR="006902DD" w:rsidRDefault="006902DD" w:rsidP="00575FD7">
      <w:pPr>
        <w:ind w:right="3685"/>
        <w:rPr>
          <w:rFonts w:ascii="Arial" w:hAnsi="Arial" w:cs="Arial"/>
        </w:rPr>
      </w:pPr>
    </w:p>
    <w:p w:rsidR="006902DD" w:rsidRPr="00B94DD7" w:rsidRDefault="006902DD" w:rsidP="00575FD7">
      <w:pPr>
        <w:ind w:right="3685"/>
        <w:rPr>
          <w:rFonts w:ascii="Arial" w:hAnsi="Arial" w:cs="Arial"/>
        </w:rPr>
      </w:pPr>
    </w:p>
    <w:p w:rsidR="006902DD" w:rsidRPr="000E7FF5" w:rsidRDefault="006902DD" w:rsidP="00ED7988">
      <w:pPr>
        <w:autoSpaceDE w:val="0"/>
        <w:ind w:right="3685"/>
        <w:jc w:val="both"/>
        <w:rPr>
          <w:rFonts w:ascii="Arial" w:hAnsi="Arial" w:cs="Arial"/>
          <w:b/>
        </w:rPr>
      </w:pPr>
      <w:r w:rsidRPr="000E7FF5">
        <w:rPr>
          <w:rFonts w:ascii="Arial" w:hAnsi="Arial" w:cs="Arial"/>
          <w:b/>
        </w:rPr>
        <w:t>О внесении изменений в решение Дутовского сельского Совета народных депутатов от 22.03.2016 № 251 «Об утверждении Положения о добровольной народной дружине Дутовского сельского поселения Ливенского района»</w:t>
      </w:r>
    </w:p>
    <w:p w:rsidR="006902DD" w:rsidRPr="00B94DD7" w:rsidRDefault="006902DD" w:rsidP="00575FD7">
      <w:pPr>
        <w:jc w:val="both"/>
        <w:rPr>
          <w:rFonts w:ascii="Arial" w:hAnsi="Arial" w:cs="Arial"/>
        </w:rPr>
      </w:pPr>
    </w:p>
    <w:p w:rsidR="006902DD" w:rsidRPr="00B94DD7" w:rsidRDefault="006902DD" w:rsidP="00575FD7">
      <w:pPr>
        <w:jc w:val="both"/>
        <w:rPr>
          <w:rFonts w:ascii="Arial" w:hAnsi="Arial" w:cs="Arial"/>
        </w:rPr>
      </w:pPr>
    </w:p>
    <w:p w:rsidR="006902DD" w:rsidRPr="004551AB" w:rsidRDefault="006902DD" w:rsidP="00ED7988">
      <w:pPr>
        <w:ind w:firstLine="540"/>
        <w:jc w:val="both"/>
        <w:rPr>
          <w:rFonts w:ascii="Arial" w:hAnsi="Arial" w:cs="Arial"/>
        </w:rPr>
      </w:pPr>
      <w:r w:rsidRPr="004551AB">
        <w:rPr>
          <w:rFonts w:ascii="Arial" w:hAnsi="Arial" w:cs="Arial"/>
        </w:rPr>
        <w:t xml:space="preserve">В целях приведения муниципального правового акта </w:t>
      </w:r>
      <w:r>
        <w:rPr>
          <w:rFonts w:ascii="Arial" w:hAnsi="Arial" w:cs="Arial"/>
        </w:rPr>
        <w:t>Дутовского</w:t>
      </w:r>
      <w:r w:rsidRPr="004551AB">
        <w:rPr>
          <w:rFonts w:ascii="Arial" w:hAnsi="Arial" w:cs="Arial"/>
        </w:rPr>
        <w:t xml:space="preserve"> сельского поселения в соответствие действующему законодательству, </w:t>
      </w:r>
    </w:p>
    <w:p w:rsidR="006902DD" w:rsidRDefault="006902DD" w:rsidP="00575FD7">
      <w:pPr>
        <w:ind w:firstLine="709"/>
        <w:jc w:val="both"/>
        <w:rPr>
          <w:rFonts w:ascii="Arial" w:hAnsi="Arial" w:cs="Arial"/>
        </w:rPr>
      </w:pPr>
    </w:p>
    <w:p w:rsidR="006902DD" w:rsidRPr="00B94DD7" w:rsidRDefault="006902DD" w:rsidP="00575FD7">
      <w:pPr>
        <w:ind w:firstLine="709"/>
        <w:jc w:val="both"/>
        <w:rPr>
          <w:rFonts w:ascii="Arial" w:hAnsi="Arial" w:cs="Arial"/>
        </w:rPr>
      </w:pPr>
    </w:p>
    <w:p w:rsidR="006902DD" w:rsidRPr="00B94DD7" w:rsidRDefault="006902DD" w:rsidP="00575FD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Дутовский</w:t>
      </w:r>
      <w:r w:rsidRPr="00B94DD7">
        <w:rPr>
          <w:rFonts w:ascii="Arial" w:hAnsi="Arial" w:cs="Arial"/>
          <w:b/>
        </w:rPr>
        <w:t xml:space="preserve">  сельский Совет народных депутатов решил:</w:t>
      </w:r>
    </w:p>
    <w:p w:rsidR="006902DD" w:rsidRDefault="006902DD" w:rsidP="00575FD7">
      <w:pPr>
        <w:jc w:val="both"/>
        <w:rPr>
          <w:rFonts w:ascii="Arial" w:hAnsi="Arial" w:cs="Arial"/>
        </w:rPr>
      </w:pPr>
    </w:p>
    <w:p w:rsidR="006902DD" w:rsidRPr="00B94DD7" w:rsidRDefault="006902DD" w:rsidP="00575FD7">
      <w:pPr>
        <w:jc w:val="both"/>
        <w:rPr>
          <w:rFonts w:ascii="Arial" w:hAnsi="Arial" w:cs="Arial"/>
        </w:rPr>
      </w:pPr>
    </w:p>
    <w:p w:rsidR="006902DD" w:rsidRDefault="006902DD" w:rsidP="00ED7988">
      <w:pPr>
        <w:autoSpaceDE w:val="0"/>
        <w:ind w:firstLine="709"/>
        <w:jc w:val="both"/>
        <w:rPr>
          <w:rFonts w:ascii="Arial" w:hAnsi="Arial" w:cs="Arial"/>
        </w:rPr>
      </w:pPr>
      <w:r w:rsidRPr="00B94DD7">
        <w:rPr>
          <w:rFonts w:ascii="Arial" w:hAnsi="Arial" w:cs="Arial"/>
        </w:rPr>
        <w:t xml:space="preserve">1. Внести в </w:t>
      </w:r>
      <w:r>
        <w:rPr>
          <w:rFonts w:ascii="Arial" w:hAnsi="Arial" w:cs="Arial"/>
        </w:rPr>
        <w:t>приложение к решению</w:t>
      </w:r>
      <w:r w:rsidRPr="00B94D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Дутовского</w:t>
      </w:r>
      <w:r w:rsidRPr="00B94DD7">
        <w:rPr>
          <w:rFonts w:ascii="Arial" w:hAnsi="Arial" w:cs="Arial"/>
        </w:rPr>
        <w:t xml:space="preserve"> сельского Совета народных депутатов </w:t>
      </w:r>
      <w:r w:rsidRPr="00ED7988">
        <w:rPr>
          <w:rFonts w:ascii="Arial" w:hAnsi="Arial" w:cs="Arial"/>
        </w:rPr>
        <w:t>от 22.03.2016 № 251 «Об утверждении Положения о добровольной народной дружине Дутовского сельского поселения Ливенского района»</w:t>
      </w:r>
      <w:r>
        <w:rPr>
          <w:rFonts w:ascii="Arial" w:hAnsi="Arial" w:cs="Arial"/>
        </w:rPr>
        <w:t xml:space="preserve"> следующее изменение:</w:t>
      </w:r>
    </w:p>
    <w:p w:rsidR="006902DD" w:rsidRPr="00ED7988" w:rsidRDefault="006902DD" w:rsidP="00ED7988">
      <w:pPr>
        <w:autoSpaceDE w:val="0"/>
        <w:ind w:firstLine="709"/>
        <w:jc w:val="both"/>
        <w:rPr>
          <w:rFonts w:ascii="Arial" w:hAnsi="Arial" w:cs="Arial"/>
        </w:rPr>
      </w:pPr>
      <w:r w:rsidRPr="00ED7988">
        <w:rPr>
          <w:rFonts w:ascii="Arial" w:hAnsi="Arial" w:cs="Arial"/>
        </w:rPr>
        <w:t xml:space="preserve">1) </w:t>
      </w:r>
      <w:r w:rsidRPr="004551AB">
        <w:rPr>
          <w:rFonts w:ascii="Arial" w:hAnsi="Arial" w:cs="Arial"/>
        </w:rPr>
        <w:t>в Приложении к решению пункт 8 части 2 статьи 8 изложить в следующей редакции: «В добровольную народную дружину не могут быть приняты граждане, подвергнутые неоднократно в течение года, предшествовавшего дню принятия в народную дружину, в судебном порядке административному наказанию за умышленные административные правонарушения».</w:t>
      </w:r>
    </w:p>
    <w:p w:rsidR="006902DD" w:rsidRPr="00B94DD7" w:rsidRDefault="006902DD" w:rsidP="00575FD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B94DD7">
        <w:rPr>
          <w:rFonts w:ascii="Arial" w:hAnsi="Arial" w:cs="Arial"/>
        </w:rPr>
        <w:t xml:space="preserve">. Направить настоящее решение главе </w:t>
      </w:r>
      <w:r>
        <w:rPr>
          <w:rFonts w:ascii="Arial" w:hAnsi="Arial" w:cs="Arial"/>
        </w:rPr>
        <w:t>Дутовского</w:t>
      </w:r>
      <w:r w:rsidRPr="00B94DD7">
        <w:rPr>
          <w:rFonts w:ascii="Arial" w:hAnsi="Arial" w:cs="Arial"/>
        </w:rPr>
        <w:t xml:space="preserve"> сельского поселения для подписания и опубликования.</w:t>
      </w:r>
    </w:p>
    <w:p w:rsidR="006902DD" w:rsidRPr="000A1842" w:rsidRDefault="006902DD" w:rsidP="00575FD7">
      <w:pPr>
        <w:ind w:firstLine="709"/>
        <w:jc w:val="both"/>
      </w:pPr>
      <w:r>
        <w:rPr>
          <w:rFonts w:ascii="Arial" w:hAnsi="Arial" w:cs="Arial"/>
        </w:rPr>
        <w:t>3</w:t>
      </w:r>
      <w:r w:rsidRPr="00B94DD7">
        <w:rPr>
          <w:rFonts w:ascii="Arial" w:hAnsi="Arial" w:cs="Arial"/>
        </w:rPr>
        <w:t xml:space="preserve">. Настоящее решение разместить на официальном сайте </w:t>
      </w:r>
      <w:r>
        <w:rPr>
          <w:rFonts w:ascii="Arial" w:hAnsi="Arial" w:cs="Arial"/>
        </w:rPr>
        <w:t>администрации Ливенского района Орловской области</w:t>
      </w:r>
      <w:r w:rsidRPr="00B94DD7">
        <w:rPr>
          <w:rFonts w:ascii="Arial" w:hAnsi="Arial" w:cs="Arial"/>
        </w:rPr>
        <w:t xml:space="preserve"> в информационно — телекоммуникационной сети </w:t>
      </w:r>
      <w:r>
        <w:rPr>
          <w:rFonts w:ascii="Arial" w:hAnsi="Arial" w:cs="Arial"/>
        </w:rPr>
        <w:t>«Интернет» и в Информационном  бюллетене Дутовского</w:t>
      </w:r>
      <w:r w:rsidRPr="00F459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сельского поселения. </w:t>
      </w:r>
    </w:p>
    <w:p w:rsidR="006902DD" w:rsidRPr="00B94DD7" w:rsidRDefault="006902DD" w:rsidP="00575FD7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B94DD7">
        <w:rPr>
          <w:sz w:val="24"/>
          <w:szCs w:val="24"/>
        </w:rPr>
        <w:t>. Настоящее решение вступает в силу после</w:t>
      </w:r>
      <w:r>
        <w:rPr>
          <w:sz w:val="24"/>
          <w:szCs w:val="24"/>
        </w:rPr>
        <w:t xml:space="preserve"> его официального опубликования.</w:t>
      </w:r>
    </w:p>
    <w:p w:rsidR="006902DD" w:rsidRPr="00B94DD7" w:rsidRDefault="006902DD" w:rsidP="00575FD7">
      <w:pPr>
        <w:jc w:val="both"/>
        <w:rPr>
          <w:rFonts w:ascii="Arial" w:hAnsi="Arial" w:cs="Arial"/>
        </w:rPr>
      </w:pPr>
    </w:p>
    <w:p w:rsidR="006902DD" w:rsidRPr="00B94DD7" w:rsidRDefault="006902DD" w:rsidP="00575FD7">
      <w:pPr>
        <w:jc w:val="both"/>
        <w:rPr>
          <w:rFonts w:ascii="Arial" w:hAnsi="Arial" w:cs="Arial"/>
        </w:rPr>
      </w:pPr>
    </w:p>
    <w:p w:rsidR="006902DD" w:rsidRPr="00B94DD7" w:rsidRDefault="006902DD" w:rsidP="00575FD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r w:rsidRPr="00B94DD7">
        <w:rPr>
          <w:rFonts w:ascii="Arial" w:hAnsi="Arial" w:cs="Arial"/>
        </w:rPr>
        <w:t xml:space="preserve">Глава </w:t>
      </w:r>
      <w:r>
        <w:rPr>
          <w:rFonts w:ascii="Arial" w:hAnsi="Arial" w:cs="Arial"/>
        </w:rPr>
        <w:t>Дутовского</w:t>
      </w:r>
    </w:p>
    <w:p w:rsidR="006902DD" w:rsidRPr="00C75F47" w:rsidRDefault="006902D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r w:rsidRPr="00B94DD7">
        <w:rPr>
          <w:rFonts w:ascii="Arial" w:hAnsi="Arial" w:cs="Arial"/>
        </w:rPr>
        <w:t xml:space="preserve">сельского поселения                       </w:t>
      </w:r>
      <w:r>
        <w:rPr>
          <w:rFonts w:ascii="Arial" w:hAnsi="Arial" w:cs="Arial"/>
        </w:rPr>
        <w:t xml:space="preserve">             </w:t>
      </w:r>
      <w:r w:rsidRPr="00B94DD7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>Д.И.Леонов</w:t>
      </w:r>
    </w:p>
    <w:sectPr w:rsidR="006902DD" w:rsidRPr="00C75F47" w:rsidSect="00E15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65D0"/>
    <w:rsid w:val="000A1842"/>
    <w:rsid w:val="000E7FF5"/>
    <w:rsid w:val="001E2C35"/>
    <w:rsid w:val="00262E08"/>
    <w:rsid w:val="002649C8"/>
    <w:rsid w:val="002B6EF6"/>
    <w:rsid w:val="00375231"/>
    <w:rsid w:val="0038056F"/>
    <w:rsid w:val="004551AB"/>
    <w:rsid w:val="00471D31"/>
    <w:rsid w:val="00575FD7"/>
    <w:rsid w:val="006902DD"/>
    <w:rsid w:val="006E6E60"/>
    <w:rsid w:val="007F1A88"/>
    <w:rsid w:val="008A7134"/>
    <w:rsid w:val="008C1B87"/>
    <w:rsid w:val="00914F47"/>
    <w:rsid w:val="00A2396A"/>
    <w:rsid w:val="00A62E3B"/>
    <w:rsid w:val="00AD0200"/>
    <w:rsid w:val="00B94DD7"/>
    <w:rsid w:val="00BC4B86"/>
    <w:rsid w:val="00BF654D"/>
    <w:rsid w:val="00C75F47"/>
    <w:rsid w:val="00CD533C"/>
    <w:rsid w:val="00CD65D0"/>
    <w:rsid w:val="00CE3DDE"/>
    <w:rsid w:val="00E15223"/>
    <w:rsid w:val="00ED7988"/>
    <w:rsid w:val="00F459E6"/>
    <w:rsid w:val="00F70209"/>
    <w:rsid w:val="00F70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5D0"/>
    <w:pPr>
      <w:suppressAutoHyphens/>
    </w:pPr>
    <w:rPr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D65D0"/>
    <w:pPr>
      <w:widowControl w:val="0"/>
      <w:suppressAutoHyphens/>
      <w:autoSpaceDE w:val="0"/>
    </w:pPr>
    <w:rPr>
      <w:rFonts w:ascii="Arial" w:hAnsi="Arial" w:cs="Arial"/>
      <w:kern w:val="2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rsid w:val="000A184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A1842"/>
    <w:rPr>
      <w:rFonts w:ascii="Tahoma" w:hAnsi="Tahoma"/>
      <w:sz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14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254</Words>
  <Characters>1451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6</cp:revision>
  <cp:lastPrinted>2018-07-25T07:55:00Z</cp:lastPrinted>
  <dcterms:created xsi:type="dcterms:W3CDTF">2018-06-28T14:00:00Z</dcterms:created>
  <dcterms:modified xsi:type="dcterms:W3CDTF">2018-07-25T07:55:00Z</dcterms:modified>
</cp:coreProperties>
</file>