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1A0" w:rsidRPr="006A618E" w:rsidRDefault="008141A0" w:rsidP="006A618E">
      <w:pPr>
        <w:spacing w:after="0" w:line="240" w:lineRule="auto"/>
        <w:ind w:right="-1"/>
        <w:jc w:val="center"/>
        <w:rPr>
          <w:rFonts w:ascii="Arial" w:hAnsi="Arial" w:cs="Arial"/>
          <w:b/>
          <w:sz w:val="28"/>
          <w:szCs w:val="28"/>
          <w:lang w:eastAsia="ru-RU"/>
        </w:rPr>
      </w:pPr>
      <w:r w:rsidRPr="006A618E">
        <w:rPr>
          <w:rFonts w:ascii="Arial" w:hAnsi="Arial" w:cs="Arial"/>
          <w:b/>
          <w:sz w:val="28"/>
          <w:szCs w:val="28"/>
          <w:lang w:eastAsia="ru-RU"/>
        </w:rPr>
        <w:t>РОССИЙСКАЯ ФЕДЕРАЦИЯ</w:t>
      </w:r>
    </w:p>
    <w:p w:rsidR="008141A0" w:rsidRPr="006A618E" w:rsidRDefault="008141A0" w:rsidP="006A618E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4"/>
          <w:lang w:eastAsia="ru-RU"/>
        </w:rPr>
      </w:pPr>
      <w:r w:rsidRPr="006A618E">
        <w:rPr>
          <w:rFonts w:ascii="Arial" w:hAnsi="Arial" w:cs="Arial"/>
          <w:b/>
          <w:bCs/>
          <w:sz w:val="28"/>
          <w:szCs w:val="24"/>
          <w:lang w:eastAsia="ru-RU"/>
        </w:rPr>
        <w:t>ОРЛОВСКАЯ ОБЛАСТЬ</w:t>
      </w:r>
    </w:p>
    <w:p w:rsidR="008141A0" w:rsidRPr="006A618E" w:rsidRDefault="008141A0" w:rsidP="006A618E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4"/>
          <w:lang w:eastAsia="ru-RU"/>
        </w:rPr>
      </w:pPr>
      <w:r w:rsidRPr="006A618E">
        <w:rPr>
          <w:rFonts w:ascii="Arial" w:hAnsi="Arial" w:cs="Arial"/>
          <w:b/>
          <w:bCs/>
          <w:sz w:val="28"/>
          <w:szCs w:val="24"/>
          <w:lang w:eastAsia="ru-RU"/>
        </w:rPr>
        <w:t>ЛИВЕНСКИЙ РАЙОН</w:t>
      </w:r>
    </w:p>
    <w:p w:rsidR="008141A0" w:rsidRPr="006A618E" w:rsidRDefault="008141A0" w:rsidP="006A618E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4"/>
          <w:lang w:eastAsia="ru-RU"/>
        </w:rPr>
      </w:pPr>
    </w:p>
    <w:p w:rsidR="008141A0" w:rsidRPr="006A618E" w:rsidRDefault="008141A0" w:rsidP="006A618E">
      <w:pPr>
        <w:keepNext/>
        <w:spacing w:after="0" w:line="240" w:lineRule="auto"/>
        <w:ind w:right="-1"/>
        <w:jc w:val="center"/>
        <w:outlineLvl w:val="0"/>
        <w:rPr>
          <w:rFonts w:ascii="Arial" w:hAnsi="Arial" w:cs="Arial"/>
          <w:b/>
          <w:sz w:val="28"/>
          <w:szCs w:val="28"/>
          <w:lang w:eastAsia="ru-RU"/>
        </w:rPr>
      </w:pPr>
      <w:r w:rsidRPr="006A618E">
        <w:rPr>
          <w:rFonts w:ascii="Arial" w:hAnsi="Arial" w:cs="Arial"/>
          <w:b/>
          <w:sz w:val="28"/>
          <w:szCs w:val="28"/>
          <w:lang w:eastAsia="ru-RU"/>
        </w:rPr>
        <w:t xml:space="preserve">АДМИНИСТРАЦИЯ </w:t>
      </w:r>
      <w:r>
        <w:rPr>
          <w:rFonts w:ascii="Arial" w:hAnsi="Arial" w:cs="Arial"/>
          <w:b/>
          <w:sz w:val="28"/>
          <w:szCs w:val="28"/>
          <w:lang w:eastAsia="ru-RU"/>
        </w:rPr>
        <w:t>РЕЧИЦКОГО</w:t>
      </w:r>
      <w:r w:rsidRPr="006A618E">
        <w:rPr>
          <w:rFonts w:ascii="Arial" w:hAnsi="Arial" w:cs="Arial"/>
          <w:b/>
          <w:sz w:val="28"/>
          <w:szCs w:val="28"/>
          <w:lang w:eastAsia="ru-RU"/>
        </w:rPr>
        <w:t xml:space="preserve"> СЕЛЬСКОГО ПОСЕЛЕНИЯ</w:t>
      </w:r>
    </w:p>
    <w:p w:rsidR="008141A0" w:rsidRPr="006A618E" w:rsidRDefault="008141A0" w:rsidP="006A618E">
      <w:pPr>
        <w:keepNext/>
        <w:spacing w:after="0" w:line="240" w:lineRule="auto"/>
        <w:ind w:right="-1"/>
        <w:jc w:val="center"/>
        <w:outlineLvl w:val="0"/>
        <w:rPr>
          <w:rFonts w:ascii="Arial" w:hAnsi="Arial" w:cs="Arial"/>
          <w:b/>
          <w:sz w:val="32"/>
          <w:szCs w:val="32"/>
          <w:lang w:eastAsia="ru-RU"/>
        </w:rPr>
      </w:pPr>
    </w:p>
    <w:p w:rsidR="008141A0" w:rsidRPr="00A44D65" w:rsidRDefault="008141A0" w:rsidP="002D11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РЕШЕНИЕ</w:t>
      </w:r>
    </w:p>
    <w:p w:rsidR="008141A0" w:rsidRPr="003152E2" w:rsidRDefault="008141A0" w:rsidP="002D11D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8141A0" w:rsidRPr="003152E2" w:rsidRDefault="008141A0" w:rsidP="002D11D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3152E2">
        <w:rPr>
          <w:rFonts w:ascii="Arial" w:hAnsi="Arial" w:cs="Arial"/>
          <w:sz w:val="24"/>
          <w:szCs w:val="24"/>
          <w:lang w:eastAsia="ru-RU"/>
        </w:rPr>
        <w:t>«</w:t>
      </w:r>
      <w:r>
        <w:rPr>
          <w:rFonts w:ascii="Arial" w:hAnsi="Arial" w:cs="Arial"/>
          <w:sz w:val="24"/>
          <w:szCs w:val="24"/>
          <w:lang w:eastAsia="ru-RU"/>
        </w:rPr>
        <w:t>12</w:t>
      </w:r>
      <w:r w:rsidRPr="003152E2">
        <w:rPr>
          <w:rFonts w:ascii="Arial" w:hAnsi="Arial" w:cs="Arial"/>
          <w:sz w:val="24"/>
          <w:szCs w:val="24"/>
          <w:lang w:eastAsia="ru-RU"/>
        </w:rPr>
        <w:t>»</w:t>
      </w:r>
      <w:r>
        <w:rPr>
          <w:rFonts w:ascii="Arial" w:hAnsi="Arial" w:cs="Arial"/>
          <w:sz w:val="24"/>
          <w:szCs w:val="24"/>
          <w:lang w:eastAsia="ru-RU"/>
        </w:rPr>
        <w:t xml:space="preserve"> мая </w:t>
      </w:r>
      <w:smartTag w:uri="urn:schemas-microsoft-com:office:smarttags" w:element="metricconverter">
        <w:smartTagPr>
          <w:attr w:name="ProductID" w:val="2023 г"/>
        </w:smartTagPr>
        <w:r>
          <w:rPr>
            <w:rFonts w:ascii="Arial" w:hAnsi="Arial" w:cs="Arial"/>
            <w:sz w:val="24"/>
            <w:szCs w:val="24"/>
            <w:lang w:eastAsia="ru-RU"/>
          </w:rPr>
          <w:t>2023</w:t>
        </w:r>
        <w:r w:rsidRPr="003152E2">
          <w:rPr>
            <w:rFonts w:ascii="Arial" w:hAnsi="Arial" w:cs="Arial"/>
            <w:sz w:val="24"/>
            <w:szCs w:val="24"/>
            <w:lang w:eastAsia="ru-RU"/>
          </w:rPr>
          <w:t xml:space="preserve"> г</w:t>
        </w:r>
      </w:smartTag>
      <w:r w:rsidRPr="003152E2">
        <w:rPr>
          <w:rFonts w:ascii="Arial" w:hAnsi="Arial" w:cs="Arial"/>
          <w:sz w:val="24"/>
          <w:szCs w:val="24"/>
          <w:lang w:eastAsia="ru-RU"/>
        </w:rPr>
        <w:t>.</w:t>
      </w:r>
      <w:r w:rsidRPr="003152E2">
        <w:rPr>
          <w:rFonts w:ascii="Arial" w:hAnsi="Arial" w:cs="Arial"/>
          <w:sz w:val="24"/>
          <w:szCs w:val="24"/>
          <w:lang w:eastAsia="ru-RU"/>
        </w:rPr>
        <w:tab/>
      </w:r>
      <w:r w:rsidRPr="003152E2">
        <w:rPr>
          <w:rFonts w:ascii="Arial" w:hAnsi="Arial" w:cs="Arial"/>
          <w:sz w:val="24"/>
          <w:szCs w:val="24"/>
          <w:lang w:eastAsia="ru-RU"/>
        </w:rPr>
        <w:tab/>
      </w:r>
      <w:r w:rsidRPr="003152E2">
        <w:rPr>
          <w:rFonts w:ascii="Arial" w:hAnsi="Arial" w:cs="Arial"/>
          <w:sz w:val="24"/>
          <w:szCs w:val="24"/>
          <w:lang w:eastAsia="ru-RU"/>
        </w:rPr>
        <w:tab/>
      </w:r>
      <w:r w:rsidRPr="003152E2">
        <w:rPr>
          <w:rFonts w:ascii="Arial" w:hAnsi="Arial" w:cs="Arial"/>
          <w:sz w:val="24"/>
          <w:szCs w:val="24"/>
          <w:lang w:eastAsia="ru-RU"/>
        </w:rPr>
        <w:tab/>
        <w:t xml:space="preserve">                                № </w:t>
      </w:r>
      <w:r>
        <w:rPr>
          <w:rFonts w:ascii="Arial" w:hAnsi="Arial" w:cs="Arial"/>
          <w:sz w:val="24"/>
          <w:szCs w:val="24"/>
          <w:lang w:eastAsia="ru-RU"/>
        </w:rPr>
        <w:t>19/67-сс</w:t>
      </w:r>
      <w:r w:rsidRPr="003152E2"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8141A0" w:rsidRPr="003152E2" w:rsidRDefault="008141A0" w:rsidP="002D11D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3152E2">
        <w:rPr>
          <w:rFonts w:ascii="Arial" w:hAnsi="Arial" w:cs="Arial"/>
          <w:sz w:val="24"/>
          <w:szCs w:val="24"/>
          <w:lang w:eastAsia="ru-RU"/>
        </w:rPr>
        <w:t xml:space="preserve">  </w:t>
      </w:r>
      <w:r>
        <w:rPr>
          <w:rFonts w:ascii="Arial" w:hAnsi="Arial" w:cs="Arial"/>
          <w:sz w:val="24"/>
          <w:szCs w:val="24"/>
          <w:lang w:eastAsia="ru-RU"/>
        </w:rPr>
        <w:t xml:space="preserve">с. Речица </w:t>
      </w:r>
    </w:p>
    <w:p w:rsidR="008141A0" w:rsidRPr="003152E2" w:rsidRDefault="008141A0" w:rsidP="002D11DA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8141A0" w:rsidRPr="003152E2" w:rsidRDefault="008141A0" w:rsidP="002D11DA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3152E2">
        <w:rPr>
          <w:rFonts w:ascii="Arial" w:hAnsi="Arial" w:cs="Arial"/>
          <w:sz w:val="24"/>
          <w:szCs w:val="24"/>
          <w:lang w:eastAsia="ru-RU"/>
        </w:rPr>
        <w:t xml:space="preserve">  Об  итогах исполнения </w:t>
      </w:r>
      <w:r w:rsidRPr="003152E2">
        <w:rPr>
          <w:rFonts w:ascii="Arial" w:hAnsi="Arial" w:cs="Arial"/>
          <w:sz w:val="24"/>
          <w:szCs w:val="24"/>
          <w:lang w:eastAsia="ru-RU"/>
        </w:rPr>
        <w:br/>
        <w:t xml:space="preserve">  бюджета </w:t>
      </w:r>
      <w:r>
        <w:rPr>
          <w:rFonts w:ascii="Arial" w:hAnsi="Arial" w:cs="Arial"/>
          <w:sz w:val="24"/>
          <w:szCs w:val="24"/>
          <w:lang w:eastAsia="ru-RU"/>
        </w:rPr>
        <w:t>Речицкого</w:t>
      </w:r>
      <w:r w:rsidRPr="003152E2">
        <w:rPr>
          <w:rFonts w:ascii="Arial" w:hAnsi="Arial" w:cs="Arial"/>
          <w:sz w:val="24"/>
          <w:szCs w:val="24"/>
          <w:lang w:eastAsia="ru-RU"/>
        </w:rPr>
        <w:t xml:space="preserve"> сельского поселения</w:t>
      </w:r>
    </w:p>
    <w:p w:rsidR="008141A0" w:rsidRPr="003152E2" w:rsidRDefault="008141A0" w:rsidP="002D11DA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3152E2"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3152E2">
        <w:rPr>
          <w:rFonts w:ascii="Arial" w:hAnsi="Arial" w:cs="Arial"/>
          <w:sz w:val="24"/>
          <w:szCs w:val="24"/>
          <w:lang w:eastAsia="ru-RU"/>
        </w:rPr>
        <w:t xml:space="preserve">Ливенского района за </w:t>
      </w:r>
      <w:r>
        <w:rPr>
          <w:rFonts w:ascii="Arial" w:hAnsi="Arial" w:cs="Arial"/>
          <w:sz w:val="24"/>
          <w:szCs w:val="24"/>
          <w:lang w:eastAsia="ru-RU"/>
        </w:rPr>
        <w:t xml:space="preserve">1 квартал </w:t>
      </w:r>
      <w:r w:rsidRPr="003152E2">
        <w:rPr>
          <w:rFonts w:ascii="Arial" w:hAnsi="Arial" w:cs="Arial"/>
          <w:sz w:val="24"/>
          <w:szCs w:val="24"/>
          <w:lang w:eastAsia="ru-RU"/>
        </w:rPr>
        <w:t>202</w:t>
      </w:r>
      <w:r>
        <w:rPr>
          <w:rFonts w:ascii="Arial" w:hAnsi="Arial" w:cs="Arial"/>
          <w:sz w:val="24"/>
          <w:szCs w:val="24"/>
          <w:lang w:eastAsia="ru-RU"/>
        </w:rPr>
        <w:t>3</w:t>
      </w:r>
      <w:r w:rsidRPr="003152E2">
        <w:rPr>
          <w:rFonts w:ascii="Arial" w:hAnsi="Arial" w:cs="Arial"/>
          <w:sz w:val="24"/>
          <w:szCs w:val="24"/>
          <w:lang w:eastAsia="ru-RU"/>
        </w:rPr>
        <w:t xml:space="preserve"> год</w:t>
      </w:r>
      <w:r>
        <w:rPr>
          <w:rFonts w:ascii="Arial" w:hAnsi="Arial" w:cs="Arial"/>
          <w:sz w:val="24"/>
          <w:szCs w:val="24"/>
          <w:lang w:eastAsia="ru-RU"/>
        </w:rPr>
        <w:t>а</w:t>
      </w:r>
      <w:bookmarkStart w:id="0" w:name="_GoBack"/>
      <w:bookmarkEnd w:id="0"/>
    </w:p>
    <w:p w:rsidR="008141A0" w:rsidRPr="003152E2" w:rsidRDefault="008141A0" w:rsidP="002D11DA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8141A0" w:rsidRPr="003152E2" w:rsidRDefault="008141A0" w:rsidP="002D11D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3152E2">
        <w:rPr>
          <w:rFonts w:ascii="Arial" w:hAnsi="Arial" w:cs="Arial"/>
          <w:sz w:val="24"/>
          <w:szCs w:val="24"/>
          <w:lang w:eastAsia="ru-RU"/>
        </w:rPr>
        <w:t xml:space="preserve">        Рассмотрев предоставленный администрацией </w:t>
      </w:r>
      <w:r>
        <w:rPr>
          <w:rFonts w:ascii="Arial" w:hAnsi="Arial" w:cs="Arial"/>
          <w:sz w:val="24"/>
          <w:szCs w:val="24"/>
          <w:lang w:eastAsia="ru-RU"/>
        </w:rPr>
        <w:t>Речицкого</w:t>
      </w:r>
      <w:r w:rsidRPr="003152E2">
        <w:rPr>
          <w:rFonts w:ascii="Arial" w:hAnsi="Arial" w:cs="Arial"/>
          <w:sz w:val="24"/>
          <w:szCs w:val="24"/>
          <w:lang w:eastAsia="ru-RU"/>
        </w:rPr>
        <w:t xml:space="preserve"> сельского поселения отчет об исполнении бюджета </w:t>
      </w:r>
      <w:r>
        <w:rPr>
          <w:rFonts w:ascii="Arial" w:hAnsi="Arial" w:cs="Arial"/>
          <w:sz w:val="24"/>
          <w:szCs w:val="24"/>
          <w:lang w:eastAsia="ru-RU"/>
        </w:rPr>
        <w:t>Речицкого</w:t>
      </w:r>
      <w:r w:rsidRPr="003152E2">
        <w:rPr>
          <w:rFonts w:ascii="Arial" w:hAnsi="Arial" w:cs="Arial"/>
          <w:sz w:val="24"/>
          <w:szCs w:val="24"/>
          <w:lang w:eastAsia="ru-RU"/>
        </w:rPr>
        <w:t xml:space="preserve"> сельского поселения Ливенского района  за </w:t>
      </w:r>
      <w:r>
        <w:rPr>
          <w:rFonts w:ascii="Arial" w:hAnsi="Arial" w:cs="Arial"/>
          <w:sz w:val="24"/>
          <w:szCs w:val="24"/>
          <w:lang w:eastAsia="ru-RU"/>
        </w:rPr>
        <w:t xml:space="preserve">1 квартал </w:t>
      </w:r>
      <w:r w:rsidRPr="003152E2">
        <w:rPr>
          <w:rFonts w:ascii="Arial" w:hAnsi="Arial" w:cs="Arial"/>
          <w:sz w:val="24"/>
          <w:szCs w:val="24"/>
          <w:lang w:eastAsia="ru-RU"/>
        </w:rPr>
        <w:t>202</w:t>
      </w:r>
      <w:r>
        <w:rPr>
          <w:rFonts w:ascii="Arial" w:hAnsi="Arial" w:cs="Arial"/>
          <w:sz w:val="24"/>
          <w:szCs w:val="24"/>
          <w:lang w:eastAsia="ru-RU"/>
        </w:rPr>
        <w:t>3</w:t>
      </w:r>
      <w:r w:rsidRPr="003152E2">
        <w:rPr>
          <w:rFonts w:ascii="Arial" w:hAnsi="Arial" w:cs="Arial"/>
          <w:sz w:val="24"/>
          <w:szCs w:val="24"/>
          <w:lang w:eastAsia="ru-RU"/>
        </w:rPr>
        <w:t xml:space="preserve"> год</w:t>
      </w:r>
      <w:r>
        <w:rPr>
          <w:rFonts w:ascii="Arial" w:hAnsi="Arial" w:cs="Arial"/>
          <w:sz w:val="24"/>
          <w:szCs w:val="24"/>
          <w:lang w:eastAsia="ru-RU"/>
        </w:rPr>
        <w:t>а</w:t>
      </w:r>
      <w:r w:rsidRPr="003152E2">
        <w:rPr>
          <w:rFonts w:ascii="Arial" w:hAnsi="Arial" w:cs="Arial"/>
          <w:sz w:val="24"/>
          <w:szCs w:val="24"/>
          <w:lang w:eastAsia="ru-RU"/>
        </w:rPr>
        <w:t xml:space="preserve">,  </w:t>
      </w:r>
      <w:r>
        <w:rPr>
          <w:rFonts w:ascii="Arial" w:hAnsi="Arial" w:cs="Arial"/>
          <w:sz w:val="24"/>
          <w:szCs w:val="24"/>
          <w:lang w:eastAsia="ru-RU"/>
        </w:rPr>
        <w:t>Речицкого</w:t>
      </w:r>
      <w:r w:rsidRPr="003152E2">
        <w:rPr>
          <w:rFonts w:ascii="Arial" w:hAnsi="Arial" w:cs="Arial"/>
          <w:sz w:val="24"/>
          <w:szCs w:val="24"/>
          <w:lang w:eastAsia="ru-RU"/>
        </w:rPr>
        <w:t xml:space="preserve"> сельский Совет народных депутатов </w:t>
      </w:r>
    </w:p>
    <w:p w:rsidR="008141A0" w:rsidRPr="003152E2" w:rsidRDefault="008141A0" w:rsidP="002D11DA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3152E2">
        <w:rPr>
          <w:rFonts w:ascii="Arial" w:hAnsi="Arial" w:cs="Arial"/>
          <w:sz w:val="24"/>
          <w:szCs w:val="24"/>
          <w:lang w:eastAsia="ru-RU"/>
        </w:rPr>
        <w:t>РЕШИЛ:</w:t>
      </w:r>
    </w:p>
    <w:p w:rsidR="008141A0" w:rsidRPr="00876548" w:rsidRDefault="008141A0" w:rsidP="002D11D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lang w:eastAsia="ru-RU"/>
        </w:rPr>
      </w:pPr>
      <w:r w:rsidRPr="00876548">
        <w:rPr>
          <w:rFonts w:ascii="Arial" w:hAnsi="Arial" w:cs="Arial"/>
          <w:lang w:eastAsia="ru-RU"/>
        </w:rPr>
        <w:t>Принять к сведению отчет об исполнении  бюджета Речицкого сельского поселения за 1 квартал 2023 года по доходам в сумме 1 099 782,66 руб. и по расходам в сумме 875 686,12 руб. со следующими показателями:</w:t>
      </w:r>
    </w:p>
    <w:p w:rsidR="008141A0" w:rsidRPr="00876548" w:rsidRDefault="008141A0" w:rsidP="002D11DA">
      <w:pPr>
        <w:spacing w:after="0" w:line="240" w:lineRule="auto"/>
        <w:ind w:left="75"/>
        <w:jc w:val="both"/>
        <w:rPr>
          <w:rFonts w:ascii="Arial" w:hAnsi="Arial" w:cs="Arial"/>
          <w:lang w:eastAsia="ru-RU"/>
        </w:rPr>
      </w:pPr>
      <w:r w:rsidRPr="00876548">
        <w:rPr>
          <w:rFonts w:ascii="Arial" w:hAnsi="Arial" w:cs="Arial"/>
          <w:lang w:eastAsia="ru-RU"/>
        </w:rPr>
        <w:t>- по источникам финансирования дефицита бюджета поселения за 1 квартал 2023 года согласно приложению 1 к настоящему решению;</w:t>
      </w:r>
    </w:p>
    <w:p w:rsidR="008141A0" w:rsidRPr="00876548" w:rsidRDefault="008141A0" w:rsidP="002D11DA">
      <w:pPr>
        <w:spacing w:after="0" w:line="240" w:lineRule="auto"/>
        <w:ind w:left="75"/>
        <w:jc w:val="both"/>
        <w:rPr>
          <w:rFonts w:ascii="Arial" w:hAnsi="Arial" w:cs="Arial"/>
          <w:lang w:eastAsia="ru-RU"/>
        </w:rPr>
      </w:pPr>
      <w:r w:rsidRPr="00876548">
        <w:rPr>
          <w:rFonts w:ascii="Arial" w:hAnsi="Arial" w:cs="Arial"/>
          <w:lang w:eastAsia="ru-RU"/>
        </w:rPr>
        <w:t>- по доходам бюджета поселения за 1 квартал 2023 года согласно приложению 2 к настоящему решению;</w:t>
      </w:r>
    </w:p>
    <w:p w:rsidR="008141A0" w:rsidRPr="00876548" w:rsidRDefault="008141A0" w:rsidP="002D11DA">
      <w:pPr>
        <w:spacing w:after="0" w:line="240" w:lineRule="auto"/>
        <w:ind w:left="75"/>
        <w:jc w:val="both"/>
        <w:rPr>
          <w:rFonts w:ascii="Arial" w:hAnsi="Arial" w:cs="Arial"/>
          <w:lang w:eastAsia="ru-RU"/>
        </w:rPr>
      </w:pPr>
      <w:r w:rsidRPr="00876548">
        <w:rPr>
          <w:rFonts w:ascii="Arial" w:hAnsi="Arial" w:cs="Arial"/>
          <w:lang w:eastAsia="ru-RU"/>
        </w:rPr>
        <w:t>- по  исполнению  бюджета поселения за 1 квартал 2023 года по разделам и подразделам классификации расходов согласно приложению 3 к настоящему решению;</w:t>
      </w:r>
    </w:p>
    <w:p w:rsidR="008141A0" w:rsidRPr="00876548" w:rsidRDefault="008141A0" w:rsidP="002D11DA">
      <w:pPr>
        <w:spacing w:after="0" w:line="240" w:lineRule="auto"/>
        <w:ind w:left="75"/>
        <w:jc w:val="both"/>
        <w:rPr>
          <w:rFonts w:ascii="Arial" w:hAnsi="Arial" w:cs="Arial"/>
          <w:lang w:eastAsia="ru-RU"/>
        </w:rPr>
      </w:pPr>
      <w:r w:rsidRPr="00876548">
        <w:rPr>
          <w:rFonts w:ascii="Arial" w:hAnsi="Arial" w:cs="Arial"/>
          <w:lang w:eastAsia="ru-RU"/>
        </w:rPr>
        <w:t>- по  исполнению  бюджета поселения за 1 квартал 2023 года по разделам и подразделам, целевым статьям и видам расходов классификации  расходов бюджета согласно приложению 4 к настоящему решению;</w:t>
      </w:r>
    </w:p>
    <w:p w:rsidR="008141A0" w:rsidRPr="00876548" w:rsidRDefault="008141A0" w:rsidP="002D11DA">
      <w:pPr>
        <w:spacing w:after="0" w:line="240" w:lineRule="auto"/>
        <w:ind w:left="75"/>
        <w:jc w:val="both"/>
        <w:rPr>
          <w:rFonts w:ascii="Arial" w:hAnsi="Arial" w:cs="Arial"/>
          <w:lang w:eastAsia="ru-RU"/>
        </w:rPr>
      </w:pPr>
      <w:r w:rsidRPr="00876548">
        <w:rPr>
          <w:rFonts w:ascii="Arial" w:hAnsi="Arial" w:cs="Arial"/>
          <w:lang w:eastAsia="ru-RU"/>
        </w:rPr>
        <w:t>-  по  исполнению  бюджета поселения за 1 квартал 2023 года по разделам, подразделам, целевым статьям и ведомственной классификации  расходов  согласно приложению 5 к настоящему решению;</w:t>
      </w:r>
    </w:p>
    <w:p w:rsidR="008141A0" w:rsidRPr="00876548" w:rsidRDefault="008141A0" w:rsidP="002D11DA">
      <w:pPr>
        <w:spacing w:after="0" w:line="240" w:lineRule="auto"/>
        <w:ind w:left="75"/>
        <w:jc w:val="both"/>
        <w:rPr>
          <w:rFonts w:ascii="Arial" w:hAnsi="Arial" w:cs="Arial"/>
          <w:lang w:eastAsia="ru-RU"/>
        </w:rPr>
      </w:pPr>
      <w:r w:rsidRPr="00876548">
        <w:rPr>
          <w:rFonts w:ascii="Arial" w:hAnsi="Arial" w:cs="Arial"/>
          <w:lang w:eastAsia="ru-RU"/>
        </w:rPr>
        <w:t>- по исполнению программы муниципальных внутренних заимствований  поселения за  1 квартал 2023 года согласно приложению 6 к настоящему решению;</w:t>
      </w:r>
    </w:p>
    <w:p w:rsidR="008141A0" w:rsidRPr="00876548" w:rsidRDefault="008141A0" w:rsidP="002D11DA">
      <w:pPr>
        <w:spacing w:after="0" w:line="240" w:lineRule="auto"/>
        <w:ind w:left="75"/>
        <w:jc w:val="both"/>
        <w:rPr>
          <w:rFonts w:ascii="Arial" w:hAnsi="Arial" w:cs="Arial"/>
          <w:lang w:eastAsia="ru-RU"/>
        </w:rPr>
      </w:pPr>
      <w:r w:rsidRPr="00876548">
        <w:rPr>
          <w:rFonts w:ascii="Arial" w:hAnsi="Arial" w:cs="Arial"/>
          <w:lang w:eastAsia="ru-RU"/>
        </w:rPr>
        <w:t>- по использованию средств резервного фонда администрации Речицкого сельского поселения  за 1 квартал 2023 года согласно приложению 7 к настоящему решению;</w:t>
      </w:r>
    </w:p>
    <w:p w:rsidR="008141A0" w:rsidRPr="00876548" w:rsidRDefault="008141A0" w:rsidP="002D11DA">
      <w:pPr>
        <w:spacing w:after="0" w:line="240" w:lineRule="auto"/>
        <w:ind w:left="75"/>
        <w:jc w:val="both"/>
        <w:rPr>
          <w:rFonts w:ascii="Arial" w:hAnsi="Arial" w:cs="Arial"/>
          <w:lang w:eastAsia="ru-RU"/>
        </w:rPr>
      </w:pPr>
      <w:r w:rsidRPr="00876548">
        <w:rPr>
          <w:rFonts w:ascii="Arial" w:hAnsi="Arial" w:cs="Arial"/>
          <w:lang w:eastAsia="ru-RU"/>
        </w:rPr>
        <w:t>-по численности и фактическим затратам на денежное содержание муниципальных служащих за 1 квартал 2023 года согласно приложению 8 к настоящему решению.</w:t>
      </w:r>
    </w:p>
    <w:p w:rsidR="008141A0" w:rsidRPr="00876548" w:rsidRDefault="008141A0" w:rsidP="002D11DA">
      <w:pPr>
        <w:widowControl w:val="0"/>
        <w:suppressAutoHyphens/>
        <w:autoSpaceDE w:val="0"/>
        <w:spacing w:after="0" w:line="240" w:lineRule="auto"/>
        <w:jc w:val="both"/>
        <w:rPr>
          <w:rFonts w:ascii="Arial" w:hAnsi="Arial" w:cs="Arial"/>
          <w:lang w:eastAsia="ru-RU"/>
        </w:rPr>
      </w:pPr>
      <w:r w:rsidRPr="00876548">
        <w:rPr>
          <w:rFonts w:ascii="Arial" w:hAnsi="Arial" w:cs="Arial"/>
          <w:lang w:eastAsia="ru-RU"/>
        </w:rPr>
        <w:t>2. Направить настоящее решение главе Речицкого сельского поселения для подписания и обнародования.</w:t>
      </w:r>
    </w:p>
    <w:p w:rsidR="008141A0" w:rsidRPr="00876548" w:rsidRDefault="008141A0" w:rsidP="002D11DA">
      <w:pPr>
        <w:spacing w:after="0" w:line="240" w:lineRule="auto"/>
        <w:jc w:val="both"/>
        <w:rPr>
          <w:rFonts w:ascii="Arial" w:hAnsi="Arial" w:cs="Arial"/>
          <w:lang w:eastAsia="ru-RU"/>
        </w:rPr>
      </w:pPr>
      <w:r w:rsidRPr="00876548">
        <w:rPr>
          <w:rFonts w:ascii="Arial" w:hAnsi="Arial" w:cs="Arial"/>
          <w:lang w:eastAsia="ru-RU"/>
        </w:rPr>
        <w:t>3. Настоящее Решение вступает в силу после его официального опубликования.</w:t>
      </w:r>
    </w:p>
    <w:p w:rsidR="008141A0" w:rsidRPr="00876548" w:rsidRDefault="008141A0" w:rsidP="00876548">
      <w:pPr>
        <w:autoSpaceDE w:val="0"/>
        <w:spacing w:after="0" w:line="240" w:lineRule="auto"/>
        <w:jc w:val="both"/>
        <w:rPr>
          <w:rFonts w:ascii="Arial" w:hAnsi="Arial" w:cs="Arial"/>
          <w:lang w:eastAsia="ru-RU"/>
        </w:rPr>
      </w:pPr>
      <w:r w:rsidRPr="00876548">
        <w:rPr>
          <w:rFonts w:ascii="Arial" w:hAnsi="Arial" w:cs="Arial"/>
          <w:lang w:eastAsia="ru-RU"/>
        </w:rPr>
        <w:t>4. Настоящее решение разместить на официальном сайте администрации Ливенского района Орловской области в информационно-телекоммуникационной сети «Интернет» и в Информационном  бюллетене Речицкого  сельского поселения.</w:t>
      </w:r>
    </w:p>
    <w:p w:rsidR="008141A0" w:rsidRDefault="008141A0" w:rsidP="00876548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8141A0" w:rsidRDefault="008141A0" w:rsidP="00876548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Г</w:t>
      </w:r>
      <w:r w:rsidRPr="006A618E">
        <w:rPr>
          <w:rFonts w:ascii="Arial" w:hAnsi="Arial" w:cs="Arial"/>
          <w:sz w:val="24"/>
          <w:szCs w:val="24"/>
          <w:lang w:eastAsia="ru-RU"/>
        </w:rPr>
        <w:t xml:space="preserve">лава </w:t>
      </w:r>
      <w:r>
        <w:rPr>
          <w:rFonts w:ascii="Arial" w:hAnsi="Arial" w:cs="Arial"/>
          <w:sz w:val="24"/>
          <w:szCs w:val="24"/>
          <w:lang w:eastAsia="ru-RU"/>
        </w:rPr>
        <w:t>Речицкого</w:t>
      </w:r>
      <w:r w:rsidRPr="006A618E">
        <w:rPr>
          <w:rFonts w:ascii="Arial" w:hAnsi="Arial" w:cs="Arial"/>
          <w:sz w:val="24"/>
          <w:szCs w:val="24"/>
          <w:lang w:eastAsia="ru-RU"/>
        </w:rPr>
        <w:t xml:space="preserve"> сельского поселения           </w:t>
      </w:r>
      <w:r>
        <w:rPr>
          <w:rFonts w:ascii="Arial" w:hAnsi="Arial" w:cs="Arial"/>
          <w:sz w:val="24"/>
          <w:szCs w:val="24"/>
          <w:lang w:eastAsia="ru-RU"/>
        </w:rPr>
        <w:t xml:space="preserve">                         </w:t>
      </w:r>
      <w:r w:rsidRPr="006A618E">
        <w:rPr>
          <w:rFonts w:ascii="Arial" w:hAnsi="Arial" w:cs="Arial"/>
          <w:sz w:val="24"/>
          <w:szCs w:val="24"/>
          <w:lang w:eastAsia="ru-RU"/>
        </w:rPr>
        <w:t xml:space="preserve">      </w:t>
      </w:r>
      <w:r>
        <w:rPr>
          <w:rFonts w:ascii="Arial" w:hAnsi="Arial" w:cs="Arial"/>
          <w:sz w:val="24"/>
          <w:szCs w:val="24"/>
          <w:lang w:eastAsia="ru-RU"/>
        </w:rPr>
        <w:t xml:space="preserve">С.В. Ревин </w:t>
      </w:r>
    </w:p>
    <w:p w:rsidR="008141A0" w:rsidRDefault="008141A0" w:rsidP="002002F3">
      <w:pPr>
        <w:keepNext/>
        <w:spacing w:after="0" w:line="240" w:lineRule="auto"/>
        <w:ind w:right="-2"/>
        <w:outlineLvl w:val="1"/>
        <w:rPr>
          <w:rFonts w:ascii="Arial" w:hAnsi="Arial" w:cs="Arial"/>
          <w:sz w:val="24"/>
          <w:szCs w:val="24"/>
          <w:lang w:eastAsia="ru-RU"/>
        </w:rPr>
        <w:sectPr w:rsidR="008141A0" w:rsidSect="00876548">
          <w:pgSz w:w="11906" w:h="16838"/>
          <w:pgMar w:top="1134" w:right="851" w:bottom="1134" w:left="1191" w:header="709" w:footer="709" w:gutter="0"/>
          <w:cols w:space="708"/>
          <w:docGrid w:linePitch="360"/>
        </w:sectPr>
      </w:pPr>
    </w:p>
    <w:p w:rsidR="008141A0" w:rsidRDefault="008141A0" w:rsidP="002002F3">
      <w:pPr>
        <w:keepNext/>
        <w:spacing w:after="0" w:line="240" w:lineRule="auto"/>
        <w:ind w:right="-2"/>
        <w:outlineLvl w:val="1"/>
        <w:rPr>
          <w:rFonts w:ascii="Arial" w:hAnsi="Arial" w:cs="Arial"/>
          <w:sz w:val="24"/>
          <w:szCs w:val="24"/>
          <w:lang w:eastAsia="ru-RU"/>
        </w:rPr>
      </w:pPr>
    </w:p>
    <w:p w:rsidR="008141A0" w:rsidRDefault="008141A0" w:rsidP="002002F3">
      <w:pPr>
        <w:keepNext/>
        <w:spacing w:after="0" w:line="240" w:lineRule="auto"/>
        <w:ind w:right="-2"/>
        <w:outlineLvl w:val="1"/>
        <w:rPr>
          <w:rFonts w:ascii="Arial" w:hAnsi="Arial" w:cs="Arial"/>
          <w:sz w:val="24"/>
          <w:szCs w:val="24"/>
          <w:lang w:eastAsia="ru-RU"/>
        </w:rPr>
      </w:pPr>
    </w:p>
    <w:p w:rsidR="008141A0" w:rsidRDefault="008141A0" w:rsidP="002002F3">
      <w:pPr>
        <w:keepNext/>
        <w:spacing w:after="0" w:line="240" w:lineRule="auto"/>
        <w:ind w:right="-2"/>
        <w:outlineLvl w:val="1"/>
        <w:rPr>
          <w:rFonts w:ascii="Arial" w:hAnsi="Arial" w:cs="Arial"/>
          <w:sz w:val="24"/>
          <w:szCs w:val="24"/>
          <w:lang w:eastAsia="ru-RU"/>
        </w:rPr>
      </w:pPr>
    </w:p>
    <w:tbl>
      <w:tblPr>
        <w:tblW w:w="12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48"/>
        <w:gridCol w:w="2389"/>
        <w:gridCol w:w="1494"/>
        <w:gridCol w:w="1575"/>
        <w:gridCol w:w="1521"/>
        <w:gridCol w:w="1445"/>
        <w:gridCol w:w="1548"/>
      </w:tblGrid>
      <w:tr w:rsidR="008141A0" w:rsidRPr="00876548" w:rsidTr="00B73A0D">
        <w:trPr>
          <w:trHeight w:val="300"/>
        </w:trPr>
        <w:tc>
          <w:tcPr>
            <w:tcW w:w="12020" w:type="dxa"/>
            <w:gridSpan w:val="7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Приложение 1</w:t>
            </w:r>
          </w:p>
        </w:tc>
      </w:tr>
      <w:tr w:rsidR="008141A0" w:rsidRPr="00876548" w:rsidTr="00B73A0D">
        <w:trPr>
          <w:trHeight w:val="383"/>
        </w:trPr>
        <w:tc>
          <w:tcPr>
            <w:tcW w:w="12020" w:type="dxa"/>
            <w:gridSpan w:val="7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 xml:space="preserve">к </w:t>
            </w:r>
            <w:r>
              <w:t>Решению</w:t>
            </w:r>
            <w:r w:rsidRPr="00876548">
              <w:t xml:space="preserve"> Речицкого сельского Совета народных депутатов от </w:t>
            </w:r>
            <w:r>
              <w:t>12.05. 2023г. № 19/67-сс</w:t>
            </w:r>
          </w:p>
        </w:tc>
      </w:tr>
      <w:tr w:rsidR="008141A0" w:rsidRPr="00876548" w:rsidTr="00B73A0D">
        <w:trPr>
          <w:trHeight w:val="529"/>
        </w:trPr>
        <w:tc>
          <w:tcPr>
            <w:tcW w:w="12020" w:type="dxa"/>
            <w:gridSpan w:val="7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"Об итогах исполнения бюджета Речицкого сельского посе</w:t>
            </w:r>
            <w:r>
              <w:t>ления Ливенского района за  1 к</w:t>
            </w:r>
            <w:r w:rsidRPr="00876548">
              <w:t xml:space="preserve">вартал 2023г. " </w:t>
            </w:r>
          </w:p>
        </w:tc>
      </w:tr>
      <w:tr w:rsidR="008141A0" w:rsidRPr="00876548" w:rsidTr="00B73A0D">
        <w:trPr>
          <w:trHeight w:val="312"/>
        </w:trPr>
        <w:tc>
          <w:tcPr>
            <w:tcW w:w="12020" w:type="dxa"/>
            <w:gridSpan w:val="7"/>
          </w:tcPr>
          <w:p w:rsidR="008141A0" w:rsidRPr="00B73A0D" w:rsidRDefault="008141A0" w:rsidP="00B73A0D">
            <w:pPr>
              <w:keepNext/>
              <w:spacing w:after="0" w:line="240" w:lineRule="auto"/>
              <w:ind w:right="-2"/>
              <w:outlineLvl w:val="1"/>
              <w:rPr>
                <w:b/>
                <w:bCs/>
              </w:rPr>
            </w:pPr>
            <w:r w:rsidRPr="00B73A0D">
              <w:rPr>
                <w:b/>
                <w:bCs/>
              </w:rPr>
              <w:t xml:space="preserve">Отчет по источникам финансирования </w:t>
            </w:r>
          </w:p>
        </w:tc>
      </w:tr>
      <w:tr w:rsidR="008141A0" w:rsidRPr="00876548" w:rsidTr="00B73A0D">
        <w:trPr>
          <w:trHeight w:val="503"/>
        </w:trPr>
        <w:tc>
          <w:tcPr>
            <w:tcW w:w="12020" w:type="dxa"/>
            <w:gridSpan w:val="7"/>
          </w:tcPr>
          <w:p w:rsidR="008141A0" w:rsidRPr="00B73A0D" w:rsidRDefault="008141A0" w:rsidP="00B73A0D">
            <w:pPr>
              <w:keepNext/>
              <w:spacing w:after="0" w:line="240" w:lineRule="auto"/>
              <w:ind w:right="-2"/>
              <w:outlineLvl w:val="1"/>
              <w:rPr>
                <w:b/>
                <w:bCs/>
              </w:rPr>
            </w:pPr>
            <w:r w:rsidRPr="00B73A0D">
              <w:rPr>
                <w:b/>
                <w:bCs/>
              </w:rPr>
              <w:t>дефицита бюджета Речицкого сельского поселения Ливенского района за  1квартал 2023г.</w:t>
            </w:r>
          </w:p>
        </w:tc>
      </w:tr>
      <w:tr w:rsidR="008141A0" w:rsidRPr="00876548" w:rsidTr="00B73A0D">
        <w:trPr>
          <w:trHeight w:val="315"/>
        </w:trPr>
        <w:tc>
          <w:tcPr>
            <w:tcW w:w="12020" w:type="dxa"/>
            <w:gridSpan w:val="7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тыс.руб.</w:t>
            </w:r>
          </w:p>
        </w:tc>
      </w:tr>
      <w:tr w:rsidR="008141A0" w:rsidRPr="00876548" w:rsidTr="00B73A0D">
        <w:trPr>
          <w:trHeight w:val="1800"/>
        </w:trPr>
        <w:tc>
          <w:tcPr>
            <w:tcW w:w="2056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Код</w:t>
            </w:r>
          </w:p>
        </w:tc>
        <w:tc>
          <w:tcPr>
            <w:tcW w:w="245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Наименование показателя</w:t>
            </w:r>
          </w:p>
        </w:tc>
        <w:tc>
          <w:tcPr>
            <w:tcW w:w="1511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Утверждено на 2023г.</w:t>
            </w:r>
          </w:p>
        </w:tc>
        <w:tc>
          <w:tcPr>
            <w:tcW w:w="1603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Утверждено на 2023г. согласно сводной бюджетной росписи</w:t>
            </w:r>
          </w:p>
        </w:tc>
        <w:tc>
          <w:tcPr>
            <w:tcW w:w="155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Исполнено за 2023 года</w:t>
            </w:r>
          </w:p>
        </w:tc>
        <w:tc>
          <w:tcPr>
            <w:tcW w:w="126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% исполнения к уточненному бюджету</w:t>
            </w:r>
          </w:p>
        </w:tc>
        <w:tc>
          <w:tcPr>
            <w:tcW w:w="1569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отклонения от уточненного бюджета</w:t>
            </w:r>
          </w:p>
        </w:tc>
      </w:tr>
      <w:tr w:rsidR="008141A0" w:rsidRPr="00876548" w:rsidTr="00B73A0D">
        <w:trPr>
          <w:trHeight w:val="889"/>
        </w:trPr>
        <w:tc>
          <w:tcPr>
            <w:tcW w:w="2056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 </w:t>
            </w:r>
          </w:p>
        </w:tc>
        <w:tc>
          <w:tcPr>
            <w:tcW w:w="2457" w:type="dxa"/>
          </w:tcPr>
          <w:p w:rsidR="008141A0" w:rsidRPr="00B73A0D" w:rsidRDefault="008141A0" w:rsidP="00B73A0D">
            <w:pPr>
              <w:keepNext/>
              <w:spacing w:after="0" w:line="240" w:lineRule="auto"/>
              <w:ind w:right="-2"/>
              <w:outlineLvl w:val="1"/>
              <w:rPr>
                <w:b/>
                <w:bCs/>
              </w:rPr>
            </w:pPr>
            <w:r w:rsidRPr="00B73A0D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511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277,000</w:t>
            </w:r>
          </w:p>
        </w:tc>
        <w:tc>
          <w:tcPr>
            <w:tcW w:w="1603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277,000</w:t>
            </w:r>
          </w:p>
        </w:tc>
        <w:tc>
          <w:tcPr>
            <w:tcW w:w="155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-224,097</w:t>
            </w:r>
          </w:p>
        </w:tc>
        <w:tc>
          <w:tcPr>
            <w:tcW w:w="126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 </w:t>
            </w:r>
          </w:p>
        </w:tc>
        <w:tc>
          <w:tcPr>
            <w:tcW w:w="1569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501,097</w:t>
            </w:r>
          </w:p>
        </w:tc>
      </w:tr>
      <w:tr w:rsidR="008141A0" w:rsidRPr="00876548" w:rsidTr="00B73A0D">
        <w:trPr>
          <w:trHeight w:val="900"/>
        </w:trPr>
        <w:tc>
          <w:tcPr>
            <w:tcW w:w="2056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1020000000000000</w:t>
            </w:r>
          </w:p>
        </w:tc>
        <w:tc>
          <w:tcPr>
            <w:tcW w:w="2457" w:type="dxa"/>
          </w:tcPr>
          <w:p w:rsidR="008141A0" w:rsidRPr="00B73A0D" w:rsidRDefault="008141A0" w:rsidP="00B73A0D">
            <w:pPr>
              <w:keepNext/>
              <w:spacing w:after="0" w:line="240" w:lineRule="auto"/>
              <w:ind w:right="-2"/>
              <w:outlineLvl w:val="1"/>
              <w:rPr>
                <w:b/>
                <w:bCs/>
              </w:rPr>
            </w:pPr>
            <w:r w:rsidRPr="00B73A0D">
              <w:rPr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511" w:type="dxa"/>
          </w:tcPr>
          <w:p w:rsidR="008141A0" w:rsidRPr="00B73A0D" w:rsidRDefault="008141A0" w:rsidP="00B73A0D">
            <w:pPr>
              <w:keepNext/>
              <w:spacing w:after="0" w:line="240" w:lineRule="auto"/>
              <w:ind w:right="-2"/>
              <w:outlineLvl w:val="1"/>
              <w:rPr>
                <w:b/>
                <w:bCs/>
              </w:rPr>
            </w:pPr>
            <w:r w:rsidRPr="00B73A0D">
              <w:rPr>
                <w:b/>
                <w:bCs/>
              </w:rPr>
              <w:t>0</w:t>
            </w:r>
          </w:p>
        </w:tc>
        <w:tc>
          <w:tcPr>
            <w:tcW w:w="1603" w:type="dxa"/>
          </w:tcPr>
          <w:p w:rsidR="008141A0" w:rsidRPr="00B73A0D" w:rsidRDefault="008141A0" w:rsidP="00B73A0D">
            <w:pPr>
              <w:keepNext/>
              <w:spacing w:after="0" w:line="240" w:lineRule="auto"/>
              <w:ind w:right="-2"/>
              <w:outlineLvl w:val="1"/>
              <w:rPr>
                <w:b/>
                <w:bCs/>
              </w:rPr>
            </w:pPr>
            <w:r w:rsidRPr="00B73A0D">
              <w:rPr>
                <w:b/>
                <w:bCs/>
              </w:rPr>
              <w:t>0</w:t>
            </w:r>
          </w:p>
        </w:tc>
        <w:tc>
          <w:tcPr>
            <w:tcW w:w="1557" w:type="dxa"/>
          </w:tcPr>
          <w:p w:rsidR="008141A0" w:rsidRPr="00B73A0D" w:rsidRDefault="008141A0" w:rsidP="00B73A0D">
            <w:pPr>
              <w:keepNext/>
              <w:spacing w:after="0" w:line="240" w:lineRule="auto"/>
              <w:ind w:right="-2"/>
              <w:outlineLvl w:val="1"/>
              <w:rPr>
                <w:b/>
                <w:bCs/>
              </w:rPr>
            </w:pPr>
            <w:r w:rsidRPr="00B73A0D">
              <w:rPr>
                <w:b/>
                <w:bCs/>
              </w:rPr>
              <w:t>0</w:t>
            </w:r>
          </w:p>
        </w:tc>
        <w:tc>
          <w:tcPr>
            <w:tcW w:w="1267" w:type="dxa"/>
          </w:tcPr>
          <w:p w:rsidR="008141A0" w:rsidRPr="00B73A0D" w:rsidRDefault="008141A0" w:rsidP="00B73A0D">
            <w:pPr>
              <w:keepNext/>
              <w:spacing w:after="0" w:line="240" w:lineRule="auto"/>
              <w:ind w:right="-2"/>
              <w:outlineLvl w:val="1"/>
              <w:rPr>
                <w:b/>
                <w:bCs/>
              </w:rPr>
            </w:pPr>
            <w:r w:rsidRPr="00B73A0D">
              <w:rPr>
                <w:b/>
                <w:bCs/>
              </w:rPr>
              <w:t>0</w:t>
            </w:r>
          </w:p>
        </w:tc>
        <w:tc>
          <w:tcPr>
            <w:tcW w:w="1569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0</w:t>
            </w:r>
          </w:p>
        </w:tc>
      </w:tr>
      <w:tr w:rsidR="008141A0" w:rsidRPr="00876548" w:rsidTr="00B73A0D">
        <w:trPr>
          <w:trHeight w:val="1103"/>
        </w:trPr>
        <w:tc>
          <w:tcPr>
            <w:tcW w:w="2056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1020000000000700</w:t>
            </w:r>
          </w:p>
        </w:tc>
        <w:tc>
          <w:tcPr>
            <w:tcW w:w="245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Получение кредитов от кредитных организаций в валюте Российской Федерации</w:t>
            </w:r>
          </w:p>
        </w:tc>
        <w:tc>
          <w:tcPr>
            <w:tcW w:w="1511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100,000</w:t>
            </w:r>
          </w:p>
        </w:tc>
        <w:tc>
          <w:tcPr>
            <w:tcW w:w="1603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100,000</w:t>
            </w:r>
          </w:p>
        </w:tc>
        <w:tc>
          <w:tcPr>
            <w:tcW w:w="155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0</w:t>
            </w:r>
          </w:p>
        </w:tc>
        <w:tc>
          <w:tcPr>
            <w:tcW w:w="126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0</w:t>
            </w:r>
          </w:p>
        </w:tc>
        <w:tc>
          <w:tcPr>
            <w:tcW w:w="1569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100,000</w:t>
            </w:r>
          </w:p>
        </w:tc>
      </w:tr>
      <w:tr w:rsidR="008141A0" w:rsidRPr="00876548" w:rsidTr="00B73A0D">
        <w:trPr>
          <w:trHeight w:val="1403"/>
        </w:trPr>
        <w:tc>
          <w:tcPr>
            <w:tcW w:w="2056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1020000100000710</w:t>
            </w:r>
          </w:p>
        </w:tc>
        <w:tc>
          <w:tcPr>
            <w:tcW w:w="245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Получение кредитов от кредитных организаций бюджетом поселения в валюте Российской Федерации</w:t>
            </w:r>
          </w:p>
        </w:tc>
        <w:tc>
          <w:tcPr>
            <w:tcW w:w="1511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100,000</w:t>
            </w:r>
          </w:p>
        </w:tc>
        <w:tc>
          <w:tcPr>
            <w:tcW w:w="1603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100,000</w:t>
            </w:r>
          </w:p>
        </w:tc>
        <w:tc>
          <w:tcPr>
            <w:tcW w:w="155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0</w:t>
            </w:r>
          </w:p>
        </w:tc>
        <w:tc>
          <w:tcPr>
            <w:tcW w:w="126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0</w:t>
            </w:r>
          </w:p>
        </w:tc>
        <w:tc>
          <w:tcPr>
            <w:tcW w:w="1569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100,000</w:t>
            </w:r>
          </w:p>
        </w:tc>
      </w:tr>
      <w:tr w:rsidR="008141A0" w:rsidRPr="00876548" w:rsidTr="00B73A0D">
        <w:trPr>
          <w:trHeight w:val="1369"/>
        </w:trPr>
        <w:tc>
          <w:tcPr>
            <w:tcW w:w="2056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1020000000000800</w:t>
            </w:r>
          </w:p>
        </w:tc>
        <w:tc>
          <w:tcPr>
            <w:tcW w:w="245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1511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-100,000</w:t>
            </w:r>
          </w:p>
        </w:tc>
        <w:tc>
          <w:tcPr>
            <w:tcW w:w="1603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-100,000</w:t>
            </w:r>
          </w:p>
        </w:tc>
        <w:tc>
          <w:tcPr>
            <w:tcW w:w="155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0</w:t>
            </w:r>
          </w:p>
        </w:tc>
        <w:tc>
          <w:tcPr>
            <w:tcW w:w="126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0</w:t>
            </w:r>
          </w:p>
        </w:tc>
        <w:tc>
          <w:tcPr>
            <w:tcW w:w="1569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-100,000</w:t>
            </w:r>
          </w:p>
        </w:tc>
      </w:tr>
      <w:tr w:rsidR="008141A0" w:rsidRPr="00876548" w:rsidTr="00B73A0D">
        <w:trPr>
          <w:trHeight w:val="1380"/>
        </w:trPr>
        <w:tc>
          <w:tcPr>
            <w:tcW w:w="2056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1020000100000810</w:t>
            </w:r>
          </w:p>
        </w:tc>
        <w:tc>
          <w:tcPr>
            <w:tcW w:w="245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Погашение бюджетом поселения кредитов от кредитных организаций в валюте Российской Федерации</w:t>
            </w:r>
          </w:p>
        </w:tc>
        <w:tc>
          <w:tcPr>
            <w:tcW w:w="1511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-100,000</w:t>
            </w:r>
          </w:p>
        </w:tc>
        <w:tc>
          <w:tcPr>
            <w:tcW w:w="1603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-100,000</w:t>
            </w:r>
          </w:p>
        </w:tc>
        <w:tc>
          <w:tcPr>
            <w:tcW w:w="155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0</w:t>
            </w:r>
          </w:p>
        </w:tc>
        <w:tc>
          <w:tcPr>
            <w:tcW w:w="126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0</w:t>
            </w:r>
          </w:p>
        </w:tc>
        <w:tc>
          <w:tcPr>
            <w:tcW w:w="1569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-100,000</w:t>
            </w:r>
          </w:p>
        </w:tc>
      </w:tr>
      <w:tr w:rsidR="008141A0" w:rsidRPr="00876548" w:rsidTr="00B73A0D">
        <w:trPr>
          <w:trHeight w:val="1200"/>
        </w:trPr>
        <w:tc>
          <w:tcPr>
            <w:tcW w:w="2056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1030000000000000</w:t>
            </w:r>
          </w:p>
        </w:tc>
        <w:tc>
          <w:tcPr>
            <w:tcW w:w="2457" w:type="dxa"/>
          </w:tcPr>
          <w:p w:rsidR="008141A0" w:rsidRPr="00B73A0D" w:rsidRDefault="008141A0" w:rsidP="00B73A0D">
            <w:pPr>
              <w:keepNext/>
              <w:spacing w:after="0" w:line="240" w:lineRule="auto"/>
              <w:ind w:right="-2"/>
              <w:outlineLvl w:val="1"/>
              <w:rPr>
                <w:b/>
                <w:bCs/>
              </w:rPr>
            </w:pPr>
            <w:r w:rsidRPr="00B73A0D">
              <w:rPr>
                <w:b/>
                <w:bCs/>
              </w:rPr>
              <w:t>Бюджетные кредиты от других бюджетов бюджетной системы РФ в валюте РФ</w:t>
            </w:r>
          </w:p>
        </w:tc>
        <w:tc>
          <w:tcPr>
            <w:tcW w:w="1511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277,000</w:t>
            </w:r>
          </w:p>
        </w:tc>
        <w:tc>
          <w:tcPr>
            <w:tcW w:w="1603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277,000</w:t>
            </w:r>
          </w:p>
        </w:tc>
        <w:tc>
          <w:tcPr>
            <w:tcW w:w="155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0</w:t>
            </w:r>
          </w:p>
        </w:tc>
        <w:tc>
          <w:tcPr>
            <w:tcW w:w="126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0</w:t>
            </w:r>
          </w:p>
        </w:tc>
        <w:tc>
          <w:tcPr>
            <w:tcW w:w="1569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277,000</w:t>
            </w:r>
          </w:p>
        </w:tc>
      </w:tr>
      <w:tr w:rsidR="008141A0" w:rsidRPr="00876548" w:rsidTr="00B73A0D">
        <w:trPr>
          <w:trHeight w:val="1212"/>
        </w:trPr>
        <w:tc>
          <w:tcPr>
            <w:tcW w:w="2056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1030000000000700</w:t>
            </w:r>
          </w:p>
        </w:tc>
        <w:tc>
          <w:tcPr>
            <w:tcW w:w="245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511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377,000</w:t>
            </w:r>
          </w:p>
        </w:tc>
        <w:tc>
          <w:tcPr>
            <w:tcW w:w="1603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377,000</w:t>
            </w:r>
          </w:p>
        </w:tc>
        <w:tc>
          <w:tcPr>
            <w:tcW w:w="155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0</w:t>
            </w:r>
          </w:p>
        </w:tc>
        <w:tc>
          <w:tcPr>
            <w:tcW w:w="126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0</w:t>
            </w:r>
          </w:p>
        </w:tc>
        <w:tc>
          <w:tcPr>
            <w:tcW w:w="1569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377,000</w:t>
            </w:r>
          </w:p>
        </w:tc>
      </w:tr>
      <w:tr w:rsidR="008141A0" w:rsidRPr="00876548" w:rsidTr="00B73A0D">
        <w:trPr>
          <w:trHeight w:val="1515"/>
        </w:trPr>
        <w:tc>
          <w:tcPr>
            <w:tcW w:w="2056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1030000100000710</w:t>
            </w:r>
          </w:p>
        </w:tc>
        <w:tc>
          <w:tcPr>
            <w:tcW w:w="245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Получение кредитов от других бюджетов бюджетной системы РФ бюджетом поселения в валюте РФ</w:t>
            </w:r>
          </w:p>
        </w:tc>
        <w:tc>
          <w:tcPr>
            <w:tcW w:w="1511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377,000</w:t>
            </w:r>
          </w:p>
        </w:tc>
        <w:tc>
          <w:tcPr>
            <w:tcW w:w="1603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377,000</w:t>
            </w:r>
          </w:p>
        </w:tc>
        <w:tc>
          <w:tcPr>
            <w:tcW w:w="155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0</w:t>
            </w:r>
          </w:p>
        </w:tc>
        <w:tc>
          <w:tcPr>
            <w:tcW w:w="126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0</w:t>
            </w:r>
          </w:p>
        </w:tc>
        <w:tc>
          <w:tcPr>
            <w:tcW w:w="1569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377,000</w:t>
            </w:r>
          </w:p>
        </w:tc>
      </w:tr>
      <w:tr w:rsidR="008141A0" w:rsidRPr="00876548" w:rsidTr="00B73A0D">
        <w:trPr>
          <w:trHeight w:val="1575"/>
        </w:trPr>
        <w:tc>
          <w:tcPr>
            <w:tcW w:w="2056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1030000000000800</w:t>
            </w:r>
          </w:p>
        </w:tc>
        <w:tc>
          <w:tcPr>
            <w:tcW w:w="245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Погашение бюджетных кредитов, полученных от других бюджетов бюджетной системы РФ в валюте РФ</w:t>
            </w:r>
          </w:p>
        </w:tc>
        <w:tc>
          <w:tcPr>
            <w:tcW w:w="1511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-100,000</w:t>
            </w:r>
          </w:p>
        </w:tc>
        <w:tc>
          <w:tcPr>
            <w:tcW w:w="1603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-100,000</w:t>
            </w:r>
          </w:p>
        </w:tc>
        <w:tc>
          <w:tcPr>
            <w:tcW w:w="155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0</w:t>
            </w:r>
          </w:p>
        </w:tc>
        <w:tc>
          <w:tcPr>
            <w:tcW w:w="126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0</w:t>
            </w:r>
          </w:p>
        </w:tc>
        <w:tc>
          <w:tcPr>
            <w:tcW w:w="1569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-100,000</w:t>
            </w:r>
          </w:p>
        </w:tc>
      </w:tr>
      <w:tr w:rsidR="008141A0" w:rsidRPr="00876548" w:rsidTr="00B73A0D">
        <w:trPr>
          <w:trHeight w:val="1800"/>
        </w:trPr>
        <w:tc>
          <w:tcPr>
            <w:tcW w:w="2056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1030100100000810</w:t>
            </w:r>
          </w:p>
        </w:tc>
        <w:tc>
          <w:tcPr>
            <w:tcW w:w="245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Погашение бюджетом поселения кредитов от других бюджетов бюджетной системы РФ в валюте РФ</w:t>
            </w:r>
          </w:p>
        </w:tc>
        <w:tc>
          <w:tcPr>
            <w:tcW w:w="1511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-100,000</w:t>
            </w:r>
          </w:p>
        </w:tc>
        <w:tc>
          <w:tcPr>
            <w:tcW w:w="1603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-100,000</w:t>
            </w:r>
          </w:p>
        </w:tc>
        <w:tc>
          <w:tcPr>
            <w:tcW w:w="155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0</w:t>
            </w:r>
          </w:p>
        </w:tc>
        <w:tc>
          <w:tcPr>
            <w:tcW w:w="126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0</w:t>
            </w:r>
          </w:p>
        </w:tc>
        <w:tc>
          <w:tcPr>
            <w:tcW w:w="1569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-100,000</w:t>
            </w:r>
          </w:p>
        </w:tc>
      </w:tr>
      <w:tr w:rsidR="008141A0" w:rsidRPr="00876548" w:rsidTr="00B73A0D">
        <w:trPr>
          <w:trHeight w:val="863"/>
        </w:trPr>
        <w:tc>
          <w:tcPr>
            <w:tcW w:w="2056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1050000000000000</w:t>
            </w:r>
          </w:p>
        </w:tc>
        <w:tc>
          <w:tcPr>
            <w:tcW w:w="2457" w:type="dxa"/>
          </w:tcPr>
          <w:p w:rsidR="008141A0" w:rsidRPr="00B73A0D" w:rsidRDefault="008141A0" w:rsidP="00B73A0D">
            <w:pPr>
              <w:keepNext/>
              <w:spacing w:after="0" w:line="240" w:lineRule="auto"/>
              <w:ind w:right="-2"/>
              <w:outlineLvl w:val="1"/>
              <w:rPr>
                <w:b/>
                <w:bCs/>
              </w:rPr>
            </w:pPr>
            <w:r w:rsidRPr="00B73A0D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511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0,000</w:t>
            </w:r>
          </w:p>
        </w:tc>
        <w:tc>
          <w:tcPr>
            <w:tcW w:w="1603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0,000</w:t>
            </w:r>
          </w:p>
        </w:tc>
        <w:tc>
          <w:tcPr>
            <w:tcW w:w="155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-224,097</w:t>
            </w:r>
          </w:p>
        </w:tc>
        <w:tc>
          <w:tcPr>
            <w:tcW w:w="126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0</w:t>
            </w:r>
          </w:p>
        </w:tc>
        <w:tc>
          <w:tcPr>
            <w:tcW w:w="1569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224,097</w:t>
            </w:r>
          </w:p>
        </w:tc>
      </w:tr>
      <w:tr w:rsidR="008141A0" w:rsidRPr="00876548" w:rsidTr="00B73A0D">
        <w:trPr>
          <w:trHeight w:val="638"/>
        </w:trPr>
        <w:tc>
          <w:tcPr>
            <w:tcW w:w="2056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1050000000000500</w:t>
            </w:r>
          </w:p>
        </w:tc>
        <w:tc>
          <w:tcPr>
            <w:tcW w:w="2457" w:type="dxa"/>
          </w:tcPr>
          <w:p w:rsidR="008141A0" w:rsidRPr="00B73A0D" w:rsidRDefault="008141A0" w:rsidP="00B73A0D">
            <w:pPr>
              <w:keepNext/>
              <w:spacing w:after="0" w:line="240" w:lineRule="auto"/>
              <w:ind w:right="-2"/>
              <w:outlineLvl w:val="1"/>
              <w:rPr>
                <w:b/>
                <w:bCs/>
              </w:rPr>
            </w:pPr>
            <w:r w:rsidRPr="00B73A0D">
              <w:rPr>
                <w:b/>
                <w:bCs/>
              </w:rPr>
              <w:t>Увеличение остатков средств бюджетов</w:t>
            </w:r>
          </w:p>
        </w:tc>
        <w:tc>
          <w:tcPr>
            <w:tcW w:w="1511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-4908,373</w:t>
            </w:r>
          </w:p>
        </w:tc>
        <w:tc>
          <w:tcPr>
            <w:tcW w:w="1603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-4908,373</w:t>
            </w:r>
          </w:p>
        </w:tc>
        <w:tc>
          <w:tcPr>
            <w:tcW w:w="155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-1099,783</w:t>
            </w:r>
          </w:p>
        </w:tc>
        <w:tc>
          <w:tcPr>
            <w:tcW w:w="126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22,41</w:t>
            </w:r>
          </w:p>
        </w:tc>
        <w:tc>
          <w:tcPr>
            <w:tcW w:w="1569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-3808,590</w:t>
            </w:r>
          </w:p>
        </w:tc>
      </w:tr>
      <w:tr w:rsidR="008141A0" w:rsidRPr="00876548" w:rsidTr="00B73A0D">
        <w:trPr>
          <w:trHeight w:val="900"/>
        </w:trPr>
        <w:tc>
          <w:tcPr>
            <w:tcW w:w="2056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1050200000000500</w:t>
            </w:r>
          </w:p>
        </w:tc>
        <w:tc>
          <w:tcPr>
            <w:tcW w:w="245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Увеличение прочих остатков средств бюджетов</w:t>
            </w:r>
          </w:p>
        </w:tc>
        <w:tc>
          <w:tcPr>
            <w:tcW w:w="1511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-4908,373</w:t>
            </w:r>
          </w:p>
        </w:tc>
        <w:tc>
          <w:tcPr>
            <w:tcW w:w="1603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-4908,373</w:t>
            </w:r>
          </w:p>
        </w:tc>
        <w:tc>
          <w:tcPr>
            <w:tcW w:w="155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-1099,783</w:t>
            </w:r>
          </w:p>
        </w:tc>
        <w:tc>
          <w:tcPr>
            <w:tcW w:w="126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22,41</w:t>
            </w:r>
          </w:p>
        </w:tc>
        <w:tc>
          <w:tcPr>
            <w:tcW w:w="1569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-3808,590</w:t>
            </w:r>
          </w:p>
        </w:tc>
      </w:tr>
      <w:tr w:rsidR="008141A0" w:rsidRPr="00876548" w:rsidTr="00B73A0D">
        <w:trPr>
          <w:trHeight w:val="900"/>
        </w:trPr>
        <w:tc>
          <w:tcPr>
            <w:tcW w:w="2056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1050201000000510</w:t>
            </w:r>
          </w:p>
        </w:tc>
        <w:tc>
          <w:tcPr>
            <w:tcW w:w="245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Увеличение прочих остатков денежных средств бюджетов</w:t>
            </w:r>
          </w:p>
        </w:tc>
        <w:tc>
          <w:tcPr>
            <w:tcW w:w="1511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-4908,373</w:t>
            </w:r>
          </w:p>
        </w:tc>
        <w:tc>
          <w:tcPr>
            <w:tcW w:w="1603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-4908,373</w:t>
            </w:r>
          </w:p>
        </w:tc>
        <w:tc>
          <w:tcPr>
            <w:tcW w:w="155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-1099,783</w:t>
            </w:r>
          </w:p>
        </w:tc>
        <w:tc>
          <w:tcPr>
            <w:tcW w:w="126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22,41</w:t>
            </w:r>
          </w:p>
        </w:tc>
        <w:tc>
          <w:tcPr>
            <w:tcW w:w="1569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-3808,590</w:t>
            </w:r>
          </w:p>
        </w:tc>
      </w:tr>
      <w:tr w:rsidR="008141A0" w:rsidRPr="00876548" w:rsidTr="00B73A0D">
        <w:trPr>
          <w:trHeight w:val="1140"/>
        </w:trPr>
        <w:tc>
          <w:tcPr>
            <w:tcW w:w="2056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1050201100000510</w:t>
            </w:r>
          </w:p>
        </w:tc>
        <w:tc>
          <w:tcPr>
            <w:tcW w:w="245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Увеличение прочих остатков денежных средств бюджета поселения</w:t>
            </w:r>
          </w:p>
        </w:tc>
        <w:tc>
          <w:tcPr>
            <w:tcW w:w="1511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-4908,373</w:t>
            </w:r>
          </w:p>
        </w:tc>
        <w:tc>
          <w:tcPr>
            <w:tcW w:w="1603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-4908,373</w:t>
            </w:r>
          </w:p>
        </w:tc>
        <w:tc>
          <w:tcPr>
            <w:tcW w:w="155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-1099,783</w:t>
            </w:r>
          </w:p>
        </w:tc>
        <w:tc>
          <w:tcPr>
            <w:tcW w:w="126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22,41</w:t>
            </w:r>
          </w:p>
        </w:tc>
        <w:tc>
          <w:tcPr>
            <w:tcW w:w="1569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-3808,590</w:t>
            </w:r>
          </w:p>
        </w:tc>
      </w:tr>
      <w:tr w:rsidR="008141A0" w:rsidRPr="00876548" w:rsidTr="00B73A0D">
        <w:trPr>
          <w:trHeight w:val="765"/>
        </w:trPr>
        <w:tc>
          <w:tcPr>
            <w:tcW w:w="2056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1050000000000600</w:t>
            </w:r>
          </w:p>
        </w:tc>
        <w:tc>
          <w:tcPr>
            <w:tcW w:w="2457" w:type="dxa"/>
          </w:tcPr>
          <w:p w:rsidR="008141A0" w:rsidRPr="00B73A0D" w:rsidRDefault="008141A0" w:rsidP="00B73A0D">
            <w:pPr>
              <w:keepNext/>
              <w:spacing w:after="0" w:line="240" w:lineRule="auto"/>
              <w:ind w:right="-2"/>
              <w:outlineLvl w:val="1"/>
              <w:rPr>
                <w:b/>
                <w:bCs/>
              </w:rPr>
            </w:pPr>
            <w:r w:rsidRPr="00B73A0D">
              <w:rPr>
                <w:b/>
                <w:bCs/>
              </w:rPr>
              <w:t>Уменьшение остатков средств бюджетов</w:t>
            </w:r>
          </w:p>
        </w:tc>
        <w:tc>
          <w:tcPr>
            <w:tcW w:w="1511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4908,373</w:t>
            </w:r>
          </w:p>
        </w:tc>
        <w:tc>
          <w:tcPr>
            <w:tcW w:w="1603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4908,373</w:t>
            </w:r>
          </w:p>
        </w:tc>
        <w:tc>
          <w:tcPr>
            <w:tcW w:w="155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875,686</w:t>
            </w:r>
          </w:p>
        </w:tc>
        <w:tc>
          <w:tcPr>
            <w:tcW w:w="126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17,84</w:t>
            </w:r>
          </w:p>
        </w:tc>
        <w:tc>
          <w:tcPr>
            <w:tcW w:w="1569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4032,687</w:t>
            </w:r>
          </w:p>
        </w:tc>
      </w:tr>
      <w:tr w:rsidR="008141A0" w:rsidRPr="00876548" w:rsidTr="00B73A0D">
        <w:trPr>
          <w:trHeight w:val="900"/>
        </w:trPr>
        <w:tc>
          <w:tcPr>
            <w:tcW w:w="2056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1050200000000600</w:t>
            </w:r>
          </w:p>
        </w:tc>
        <w:tc>
          <w:tcPr>
            <w:tcW w:w="245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Уменьшение прочих остатков средств бюджетов</w:t>
            </w:r>
          </w:p>
        </w:tc>
        <w:tc>
          <w:tcPr>
            <w:tcW w:w="1511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4908,373</w:t>
            </w:r>
          </w:p>
        </w:tc>
        <w:tc>
          <w:tcPr>
            <w:tcW w:w="1603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4908,373</w:t>
            </w:r>
          </w:p>
        </w:tc>
        <w:tc>
          <w:tcPr>
            <w:tcW w:w="155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875,686</w:t>
            </w:r>
          </w:p>
        </w:tc>
        <w:tc>
          <w:tcPr>
            <w:tcW w:w="126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17,84</w:t>
            </w:r>
          </w:p>
        </w:tc>
        <w:tc>
          <w:tcPr>
            <w:tcW w:w="1569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4032,687</w:t>
            </w:r>
          </w:p>
        </w:tc>
      </w:tr>
      <w:tr w:rsidR="008141A0" w:rsidRPr="00876548" w:rsidTr="00B73A0D">
        <w:trPr>
          <w:trHeight w:val="949"/>
        </w:trPr>
        <w:tc>
          <w:tcPr>
            <w:tcW w:w="2056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1050201000000610</w:t>
            </w:r>
          </w:p>
        </w:tc>
        <w:tc>
          <w:tcPr>
            <w:tcW w:w="245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Уменьшение прочих остатков денежных средств бюджетов</w:t>
            </w:r>
          </w:p>
        </w:tc>
        <w:tc>
          <w:tcPr>
            <w:tcW w:w="1511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4908,373</w:t>
            </w:r>
          </w:p>
        </w:tc>
        <w:tc>
          <w:tcPr>
            <w:tcW w:w="1603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4908,373</w:t>
            </w:r>
          </w:p>
        </w:tc>
        <w:tc>
          <w:tcPr>
            <w:tcW w:w="155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875,686</w:t>
            </w:r>
          </w:p>
        </w:tc>
        <w:tc>
          <w:tcPr>
            <w:tcW w:w="126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17,84</w:t>
            </w:r>
          </w:p>
        </w:tc>
        <w:tc>
          <w:tcPr>
            <w:tcW w:w="1569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4032,687</w:t>
            </w:r>
          </w:p>
        </w:tc>
      </w:tr>
      <w:tr w:rsidR="008141A0" w:rsidRPr="00876548" w:rsidTr="00B73A0D">
        <w:trPr>
          <w:trHeight w:val="1129"/>
        </w:trPr>
        <w:tc>
          <w:tcPr>
            <w:tcW w:w="2056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1050201100000610</w:t>
            </w:r>
          </w:p>
        </w:tc>
        <w:tc>
          <w:tcPr>
            <w:tcW w:w="245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Уменьшение прочих остатков денежных средств бюджета поселения</w:t>
            </w:r>
          </w:p>
        </w:tc>
        <w:tc>
          <w:tcPr>
            <w:tcW w:w="1511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4908,373</w:t>
            </w:r>
          </w:p>
        </w:tc>
        <w:tc>
          <w:tcPr>
            <w:tcW w:w="1603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4908,373</w:t>
            </w:r>
          </w:p>
        </w:tc>
        <w:tc>
          <w:tcPr>
            <w:tcW w:w="155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875,686</w:t>
            </w:r>
          </w:p>
        </w:tc>
        <w:tc>
          <w:tcPr>
            <w:tcW w:w="126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17,84</w:t>
            </w:r>
          </w:p>
        </w:tc>
        <w:tc>
          <w:tcPr>
            <w:tcW w:w="1569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4032,687</w:t>
            </w:r>
          </w:p>
        </w:tc>
      </w:tr>
      <w:tr w:rsidR="008141A0" w:rsidRPr="00876548" w:rsidTr="00B73A0D">
        <w:trPr>
          <w:trHeight w:val="1152"/>
        </w:trPr>
        <w:tc>
          <w:tcPr>
            <w:tcW w:w="2056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1060400000000000</w:t>
            </w:r>
          </w:p>
        </w:tc>
        <w:tc>
          <w:tcPr>
            <w:tcW w:w="2457" w:type="dxa"/>
          </w:tcPr>
          <w:p w:rsidR="008141A0" w:rsidRPr="00B73A0D" w:rsidRDefault="008141A0" w:rsidP="00B73A0D">
            <w:pPr>
              <w:keepNext/>
              <w:spacing w:after="0" w:line="240" w:lineRule="auto"/>
              <w:ind w:right="-2"/>
              <w:outlineLvl w:val="1"/>
              <w:rPr>
                <w:b/>
                <w:bCs/>
              </w:rPr>
            </w:pPr>
            <w:r w:rsidRPr="00B73A0D">
              <w:rPr>
                <w:b/>
                <w:bCs/>
              </w:rPr>
              <w:t>Исполнение государственных и муниципальных гарантий в валюте РФ</w:t>
            </w:r>
          </w:p>
        </w:tc>
        <w:tc>
          <w:tcPr>
            <w:tcW w:w="1511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0</w:t>
            </w:r>
          </w:p>
        </w:tc>
        <w:tc>
          <w:tcPr>
            <w:tcW w:w="1603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0</w:t>
            </w:r>
          </w:p>
        </w:tc>
        <w:tc>
          <w:tcPr>
            <w:tcW w:w="155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0</w:t>
            </w:r>
          </w:p>
        </w:tc>
        <w:tc>
          <w:tcPr>
            <w:tcW w:w="1267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 </w:t>
            </w:r>
          </w:p>
        </w:tc>
        <w:tc>
          <w:tcPr>
            <w:tcW w:w="1569" w:type="dxa"/>
          </w:tcPr>
          <w:p w:rsidR="008141A0" w:rsidRPr="00876548" w:rsidRDefault="008141A0" w:rsidP="00B73A0D">
            <w:pPr>
              <w:keepNext/>
              <w:spacing w:after="0" w:line="240" w:lineRule="auto"/>
              <w:ind w:right="-2"/>
              <w:outlineLvl w:val="1"/>
            </w:pPr>
            <w:r w:rsidRPr="00876548">
              <w:t> </w:t>
            </w:r>
          </w:p>
        </w:tc>
      </w:tr>
    </w:tbl>
    <w:tbl>
      <w:tblPr>
        <w:tblpPr w:leftFromText="180" w:rightFromText="180" w:vertAnchor="text" w:tblpY="1"/>
        <w:tblOverlap w:val="never"/>
        <w:tblW w:w="14371" w:type="dxa"/>
        <w:tblInd w:w="93" w:type="dxa"/>
        <w:tblLook w:val="0000"/>
      </w:tblPr>
      <w:tblGrid>
        <w:gridCol w:w="1579"/>
        <w:gridCol w:w="1442"/>
        <w:gridCol w:w="494"/>
        <w:gridCol w:w="656"/>
        <w:gridCol w:w="372"/>
        <w:gridCol w:w="132"/>
        <w:gridCol w:w="152"/>
        <w:gridCol w:w="765"/>
        <w:gridCol w:w="328"/>
        <w:gridCol w:w="223"/>
        <w:gridCol w:w="617"/>
        <w:gridCol w:w="428"/>
        <w:gridCol w:w="165"/>
        <w:gridCol w:w="433"/>
        <w:gridCol w:w="997"/>
        <w:gridCol w:w="45"/>
        <w:gridCol w:w="265"/>
        <w:gridCol w:w="1120"/>
        <w:gridCol w:w="130"/>
        <w:gridCol w:w="223"/>
        <w:gridCol w:w="954"/>
        <w:gridCol w:w="238"/>
        <w:gridCol w:w="350"/>
        <w:gridCol w:w="810"/>
        <w:gridCol w:w="633"/>
        <w:gridCol w:w="820"/>
      </w:tblGrid>
      <w:tr w:rsidR="008141A0" w:rsidRPr="00876548" w:rsidTr="00876548">
        <w:trPr>
          <w:gridAfter w:val="3"/>
          <w:wAfter w:w="2263" w:type="dxa"/>
          <w:trHeight w:val="300"/>
        </w:trPr>
        <w:tc>
          <w:tcPr>
            <w:tcW w:w="1210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8141A0" w:rsidRDefault="008141A0" w:rsidP="008765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8141A0" w:rsidRDefault="008141A0" w:rsidP="008765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8141A0" w:rsidRDefault="008141A0" w:rsidP="008765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Приложение 2</w:t>
            </w:r>
          </w:p>
        </w:tc>
      </w:tr>
      <w:tr w:rsidR="008141A0" w:rsidRPr="00876548" w:rsidTr="00876548">
        <w:trPr>
          <w:gridAfter w:val="3"/>
          <w:wAfter w:w="2263" w:type="dxa"/>
          <w:trHeight w:val="300"/>
        </w:trPr>
        <w:tc>
          <w:tcPr>
            <w:tcW w:w="1210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 Постановлению Речицкого сельского Совета народных депутатов от</w:t>
            </w:r>
            <w:r>
              <w:t>12.05. 2023г. № 19/67-сс</w:t>
            </w:r>
          </w:p>
        </w:tc>
      </w:tr>
      <w:tr w:rsidR="008141A0" w:rsidRPr="00876548" w:rsidTr="00876548">
        <w:trPr>
          <w:gridAfter w:val="3"/>
          <w:wAfter w:w="2263" w:type="dxa"/>
          <w:trHeight w:val="300"/>
        </w:trPr>
        <w:tc>
          <w:tcPr>
            <w:tcW w:w="1210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"Об итогах исполнения бюджета Речицкого сельского поселения Ливенского района за   1 квартал 2023г. "</w:t>
            </w:r>
          </w:p>
        </w:tc>
      </w:tr>
      <w:tr w:rsidR="008141A0" w:rsidRPr="00876548" w:rsidTr="00876548">
        <w:trPr>
          <w:gridAfter w:val="3"/>
          <w:wAfter w:w="2263" w:type="dxa"/>
          <w:trHeight w:val="349"/>
        </w:trPr>
        <w:tc>
          <w:tcPr>
            <w:tcW w:w="1210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Отчет о поступлении доходов в бюджет</w:t>
            </w:r>
          </w:p>
        </w:tc>
      </w:tr>
      <w:tr w:rsidR="008141A0" w:rsidRPr="00876548" w:rsidTr="00876548">
        <w:trPr>
          <w:gridAfter w:val="3"/>
          <w:wAfter w:w="2263" w:type="dxa"/>
          <w:trHeight w:val="349"/>
        </w:trPr>
        <w:tc>
          <w:tcPr>
            <w:tcW w:w="1210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Речицкого сельского поселения Ливенского района</w:t>
            </w:r>
          </w:p>
        </w:tc>
      </w:tr>
      <w:tr w:rsidR="008141A0" w:rsidRPr="00876548" w:rsidTr="00876548">
        <w:trPr>
          <w:gridAfter w:val="3"/>
          <w:wAfter w:w="2263" w:type="dxa"/>
          <w:trHeight w:val="375"/>
        </w:trPr>
        <w:tc>
          <w:tcPr>
            <w:tcW w:w="1210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за  1 квартал 2023 года </w:t>
            </w:r>
          </w:p>
        </w:tc>
      </w:tr>
      <w:tr w:rsidR="008141A0" w:rsidRPr="00876548" w:rsidTr="00876548">
        <w:trPr>
          <w:gridAfter w:val="3"/>
          <w:wAfter w:w="2263" w:type="dxa"/>
          <w:trHeight w:val="300"/>
        </w:trPr>
        <w:tc>
          <w:tcPr>
            <w:tcW w:w="1210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тыс.руб.</w:t>
            </w:r>
          </w:p>
        </w:tc>
      </w:tr>
      <w:tr w:rsidR="008141A0" w:rsidRPr="00876548" w:rsidTr="00876548">
        <w:trPr>
          <w:gridAfter w:val="3"/>
          <w:wAfter w:w="2263" w:type="dxa"/>
          <w:trHeight w:val="1403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 по бюджетной классификации</w:t>
            </w:r>
          </w:p>
        </w:tc>
        <w:tc>
          <w:tcPr>
            <w:tcW w:w="2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Утверждено на 2023год</w:t>
            </w:r>
          </w:p>
        </w:tc>
        <w:tc>
          <w:tcPr>
            <w:tcW w:w="1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Утверждено на 2023 год согласно уточнения главного распорядителя средств</w:t>
            </w:r>
          </w:p>
        </w:tc>
        <w:tc>
          <w:tcPr>
            <w:tcW w:w="1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Исполнено за   2023 год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% исполнения к уточненному бюджету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отклонения от уточненного бюджета</w:t>
            </w:r>
          </w:p>
        </w:tc>
      </w:tr>
      <w:tr w:rsidR="008141A0" w:rsidRPr="00876548" w:rsidTr="00876548">
        <w:trPr>
          <w:gridAfter w:val="3"/>
          <w:wAfter w:w="2263" w:type="dxa"/>
          <w:trHeight w:val="578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10 000 000 000 000 000</w:t>
            </w:r>
          </w:p>
        </w:tc>
        <w:tc>
          <w:tcPr>
            <w:tcW w:w="2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3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2773,800</w:t>
            </w:r>
          </w:p>
        </w:tc>
        <w:tc>
          <w:tcPr>
            <w:tcW w:w="1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2773,800</w:t>
            </w:r>
          </w:p>
        </w:tc>
        <w:tc>
          <w:tcPr>
            <w:tcW w:w="1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523,800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18,884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2250,000</w:t>
            </w:r>
          </w:p>
        </w:tc>
      </w:tr>
      <w:tr w:rsidR="008141A0" w:rsidRPr="00876548" w:rsidTr="00876548">
        <w:trPr>
          <w:gridAfter w:val="3"/>
          <w:wAfter w:w="2263" w:type="dxa"/>
          <w:trHeight w:val="312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3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2668,000</w:t>
            </w:r>
          </w:p>
        </w:tc>
        <w:tc>
          <w:tcPr>
            <w:tcW w:w="1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2668,000</w:t>
            </w:r>
          </w:p>
        </w:tc>
        <w:tc>
          <w:tcPr>
            <w:tcW w:w="1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516,800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19,370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2151,200</w:t>
            </w:r>
          </w:p>
        </w:tc>
      </w:tr>
      <w:tr w:rsidR="008141A0" w:rsidRPr="00876548" w:rsidTr="00876548">
        <w:trPr>
          <w:gridAfter w:val="3"/>
          <w:wAfter w:w="2263" w:type="dxa"/>
          <w:trHeight w:val="372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1 01 02000 01 0000 110</w:t>
            </w:r>
          </w:p>
        </w:tc>
        <w:tc>
          <w:tcPr>
            <w:tcW w:w="2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3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534,000</w:t>
            </w:r>
          </w:p>
        </w:tc>
        <w:tc>
          <w:tcPr>
            <w:tcW w:w="1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534,000</w:t>
            </w:r>
          </w:p>
        </w:tc>
        <w:tc>
          <w:tcPr>
            <w:tcW w:w="1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101,300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18,970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432,700</w:t>
            </w:r>
          </w:p>
        </w:tc>
      </w:tr>
      <w:tr w:rsidR="008141A0" w:rsidRPr="00876548" w:rsidTr="00876548">
        <w:trPr>
          <w:gridAfter w:val="3"/>
          <w:wAfter w:w="2263" w:type="dxa"/>
          <w:trHeight w:val="578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1 05 03000 010000 110</w:t>
            </w:r>
          </w:p>
        </w:tc>
        <w:tc>
          <w:tcPr>
            <w:tcW w:w="2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3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279,000</w:t>
            </w:r>
          </w:p>
        </w:tc>
        <w:tc>
          <w:tcPr>
            <w:tcW w:w="1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279,000</w:t>
            </w:r>
          </w:p>
        </w:tc>
        <w:tc>
          <w:tcPr>
            <w:tcW w:w="1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202,800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76,200</w:t>
            </w:r>
          </w:p>
        </w:tc>
      </w:tr>
      <w:tr w:rsidR="008141A0" w:rsidRPr="00876548" w:rsidTr="00876548">
        <w:trPr>
          <w:gridAfter w:val="3"/>
          <w:wAfter w:w="2263" w:type="dxa"/>
          <w:trHeight w:val="1369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1 06 0103 0100000 110</w:t>
            </w:r>
          </w:p>
        </w:tc>
        <w:tc>
          <w:tcPr>
            <w:tcW w:w="2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3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62,000</w:t>
            </w:r>
          </w:p>
        </w:tc>
        <w:tc>
          <w:tcPr>
            <w:tcW w:w="1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62,000</w:t>
            </w:r>
          </w:p>
        </w:tc>
        <w:tc>
          <w:tcPr>
            <w:tcW w:w="1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12,500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20,161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49,500</w:t>
            </w:r>
          </w:p>
        </w:tc>
      </w:tr>
      <w:tr w:rsidR="008141A0" w:rsidRPr="00876548" w:rsidTr="00876548">
        <w:trPr>
          <w:gridAfter w:val="3"/>
          <w:wAfter w:w="2263" w:type="dxa"/>
          <w:trHeight w:val="360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1 06 0600 0000000 110</w:t>
            </w:r>
          </w:p>
        </w:tc>
        <w:tc>
          <w:tcPr>
            <w:tcW w:w="2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3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1791,000</w:t>
            </w:r>
          </w:p>
        </w:tc>
        <w:tc>
          <w:tcPr>
            <w:tcW w:w="1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1791,000</w:t>
            </w:r>
          </w:p>
        </w:tc>
        <w:tc>
          <w:tcPr>
            <w:tcW w:w="1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200,200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11,178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1590,800</w:t>
            </w:r>
          </w:p>
        </w:tc>
      </w:tr>
      <w:tr w:rsidR="008141A0" w:rsidRPr="00876548" w:rsidTr="00876548">
        <w:trPr>
          <w:gridAfter w:val="3"/>
          <w:wAfter w:w="2263" w:type="dxa"/>
          <w:trHeight w:val="1898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1 08 0402 0010000 110</w:t>
            </w:r>
          </w:p>
        </w:tc>
        <w:tc>
          <w:tcPr>
            <w:tcW w:w="2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Государственная пошлина за совершение нотариальных действий должностными лицами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3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3,000</w:t>
            </w:r>
          </w:p>
        </w:tc>
        <w:tc>
          <w:tcPr>
            <w:tcW w:w="1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3,000</w:t>
            </w:r>
          </w:p>
        </w:tc>
        <w:tc>
          <w:tcPr>
            <w:tcW w:w="1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0,800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26,667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2,200</w:t>
            </w:r>
          </w:p>
        </w:tc>
      </w:tr>
      <w:tr w:rsidR="008141A0" w:rsidRPr="00876548" w:rsidTr="00876548">
        <w:trPr>
          <w:gridAfter w:val="3"/>
          <w:wAfter w:w="2263" w:type="dxa"/>
          <w:trHeight w:val="312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3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82,800</w:t>
            </w:r>
          </w:p>
        </w:tc>
        <w:tc>
          <w:tcPr>
            <w:tcW w:w="1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82,800</w:t>
            </w:r>
          </w:p>
        </w:tc>
        <w:tc>
          <w:tcPr>
            <w:tcW w:w="1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7,000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75,800</w:t>
            </w:r>
          </w:p>
        </w:tc>
      </w:tr>
      <w:tr w:rsidR="008141A0" w:rsidRPr="00876548" w:rsidTr="00876548">
        <w:trPr>
          <w:gridAfter w:val="3"/>
          <w:wAfter w:w="2263" w:type="dxa"/>
          <w:trHeight w:val="2172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1 11 0503 5100000 120</w:t>
            </w:r>
          </w:p>
        </w:tc>
        <w:tc>
          <w:tcPr>
            <w:tcW w:w="2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от сдачу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82,800</w:t>
            </w:r>
          </w:p>
        </w:tc>
        <w:tc>
          <w:tcPr>
            <w:tcW w:w="1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82,800</w:t>
            </w:r>
          </w:p>
        </w:tc>
        <w:tc>
          <w:tcPr>
            <w:tcW w:w="1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6,200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7,488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76,600</w:t>
            </w:r>
          </w:p>
        </w:tc>
      </w:tr>
      <w:tr w:rsidR="008141A0" w:rsidRPr="00876548" w:rsidTr="00876548">
        <w:trPr>
          <w:gridAfter w:val="3"/>
          <w:wAfter w:w="2263" w:type="dxa"/>
          <w:trHeight w:val="2172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66 911 105 025 100 000 000</w:t>
            </w:r>
          </w:p>
        </w:tc>
        <w:tc>
          <w:tcPr>
            <w:tcW w:w="2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3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8141A0" w:rsidRPr="00876548" w:rsidTr="00876548">
        <w:trPr>
          <w:gridAfter w:val="3"/>
          <w:wAfter w:w="2263" w:type="dxa"/>
          <w:trHeight w:val="510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11 610 129 010 000 100</w:t>
            </w:r>
          </w:p>
        </w:tc>
        <w:tc>
          <w:tcPr>
            <w:tcW w:w="2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Штрафы,сеанкции,возмещение ущерба.</w:t>
            </w:r>
          </w:p>
        </w:tc>
        <w:tc>
          <w:tcPr>
            <w:tcW w:w="13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</w:tr>
      <w:tr w:rsidR="008141A0" w:rsidRPr="00876548" w:rsidTr="00876548">
        <w:trPr>
          <w:gridAfter w:val="3"/>
          <w:wAfter w:w="2263" w:type="dxa"/>
          <w:trHeight w:val="600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1 17 1403 0100000 150</w:t>
            </w:r>
          </w:p>
        </w:tc>
        <w:tc>
          <w:tcPr>
            <w:tcW w:w="2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самообложения граждан, зачисляемые в бюджеты поселений</w:t>
            </w:r>
          </w:p>
        </w:tc>
        <w:tc>
          <w:tcPr>
            <w:tcW w:w="13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20,000</w:t>
            </w:r>
          </w:p>
        </w:tc>
        <w:tc>
          <w:tcPr>
            <w:tcW w:w="1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20,000</w:t>
            </w:r>
          </w:p>
        </w:tc>
        <w:tc>
          <w:tcPr>
            <w:tcW w:w="1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20,000</w:t>
            </w:r>
          </w:p>
        </w:tc>
      </w:tr>
      <w:tr w:rsidR="008141A0" w:rsidRPr="00876548" w:rsidTr="00876548">
        <w:trPr>
          <w:gridAfter w:val="3"/>
          <w:wAfter w:w="2263" w:type="dxa"/>
          <w:trHeight w:val="612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20 000 000 000 000 000</w:t>
            </w:r>
          </w:p>
        </w:tc>
        <w:tc>
          <w:tcPr>
            <w:tcW w:w="2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13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1657,573</w:t>
            </w:r>
          </w:p>
        </w:tc>
        <w:tc>
          <w:tcPr>
            <w:tcW w:w="1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1657,573</w:t>
            </w:r>
          </w:p>
        </w:tc>
        <w:tc>
          <w:tcPr>
            <w:tcW w:w="1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576,033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34,752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1081,540</w:t>
            </w:r>
          </w:p>
        </w:tc>
      </w:tr>
      <w:tr w:rsidR="008141A0" w:rsidRPr="00876548" w:rsidTr="00876548">
        <w:trPr>
          <w:gridAfter w:val="3"/>
          <w:wAfter w:w="2263" w:type="dxa"/>
          <w:trHeight w:val="1403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20 200 000 000 000 000</w:t>
            </w:r>
          </w:p>
        </w:tc>
        <w:tc>
          <w:tcPr>
            <w:tcW w:w="2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13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1657,573</w:t>
            </w:r>
          </w:p>
        </w:tc>
        <w:tc>
          <w:tcPr>
            <w:tcW w:w="1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1657,573</w:t>
            </w:r>
          </w:p>
        </w:tc>
        <w:tc>
          <w:tcPr>
            <w:tcW w:w="1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576,033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34,752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1081,540</w:t>
            </w:r>
          </w:p>
        </w:tc>
      </w:tr>
      <w:tr w:rsidR="008141A0" w:rsidRPr="00876548" w:rsidTr="00876548">
        <w:trPr>
          <w:gridAfter w:val="3"/>
          <w:wAfter w:w="2263" w:type="dxa"/>
          <w:trHeight w:val="878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2 02 1500 0000000 150</w:t>
            </w:r>
          </w:p>
        </w:tc>
        <w:tc>
          <w:tcPr>
            <w:tcW w:w="2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3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733,300</w:t>
            </w:r>
          </w:p>
        </w:tc>
        <w:tc>
          <w:tcPr>
            <w:tcW w:w="1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733,300</w:t>
            </w:r>
          </w:p>
        </w:tc>
        <w:tc>
          <w:tcPr>
            <w:tcW w:w="1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494,400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67,421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238,900</w:t>
            </w:r>
          </w:p>
        </w:tc>
      </w:tr>
      <w:tr w:rsidR="008141A0" w:rsidRPr="00876548" w:rsidTr="00876548">
        <w:trPr>
          <w:gridAfter w:val="3"/>
          <w:wAfter w:w="2263" w:type="dxa"/>
          <w:trHeight w:val="852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2 02 1500 2100000 150</w:t>
            </w:r>
          </w:p>
        </w:tc>
        <w:tc>
          <w:tcPr>
            <w:tcW w:w="2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3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8141A0" w:rsidRPr="00876548" w:rsidTr="00876548">
        <w:trPr>
          <w:gridAfter w:val="3"/>
          <w:wAfter w:w="2263" w:type="dxa"/>
          <w:trHeight w:val="1129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2 023 511 810 000 150</w:t>
            </w:r>
          </w:p>
        </w:tc>
        <w:tc>
          <w:tcPr>
            <w:tcW w:w="2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162,300</w:t>
            </w:r>
          </w:p>
        </w:tc>
        <w:tc>
          <w:tcPr>
            <w:tcW w:w="1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162,300</w:t>
            </w:r>
          </w:p>
        </w:tc>
        <w:tc>
          <w:tcPr>
            <w:tcW w:w="1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40,600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25,015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121,700</w:t>
            </w:r>
          </w:p>
        </w:tc>
      </w:tr>
      <w:tr w:rsidR="008141A0" w:rsidRPr="00876548" w:rsidTr="00876548">
        <w:trPr>
          <w:gridAfter w:val="3"/>
          <w:wAfter w:w="2263" w:type="dxa"/>
          <w:trHeight w:val="360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2 02 4000 0000000 150</w:t>
            </w:r>
          </w:p>
        </w:tc>
        <w:tc>
          <w:tcPr>
            <w:tcW w:w="2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13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737,973</w:t>
            </w:r>
          </w:p>
        </w:tc>
        <w:tc>
          <w:tcPr>
            <w:tcW w:w="1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737,973</w:t>
            </w:r>
          </w:p>
        </w:tc>
        <w:tc>
          <w:tcPr>
            <w:tcW w:w="1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41,000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5,556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696,973</w:t>
            </w:r>
          </w:p>
        </w:tc>
      </w:tr>
      <w:tr w:rsidR="008141A0" w:rsidRPr="00876548" w:rsidTr="00876548">
        <w:trPr>
          <w:gridAfter w:val="3"/>
          <w:wAfter w:w="2263" w:type="dxa"/>
          <w:trHeight w:val="1980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2 02 4001 4100000 150</w:t>
            </w:r>
          </w:p>
        </w:tc>
        <w:tc>
          <w:tcPr>
            <w:tcW w:w="2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737,973</w:t>
            </w:r>
          </w:p>
        </w:tc>
        <w:tc>
          <w:tcPr>
            <w:tcW w:w="1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737,973</w:t>
            </w:r>
          </w:p>
        </w:tc>
        <w:tc>
          <w:tcPr>
            <w:tcW w:w="1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41,000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5,556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696,973</w:t>
            </w:r>
          </w:p>
        </w:tc>
      </w:tr>
      <w:tr w:rsidR="008141A0" w:rsidRPr="00876548" w:rsidTr="00876548">
        <w:trPr>
          <w:gridAfter w:val="3"/>
          <w:wAfter w:w="2263" w:type="dxa"/>
          <w:trHeight w:val="589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2 02 4999 9100000 150</w:t>
            </w:r>
          </w:p>
        </w:tc>
        <w:tc>
          <w:tcPr>
            <w:tcW w:w="2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Прочие межбюджетные трансферты, передаваемые  бюджетам  поселений</w:t>
            </w:r>
          </w:p>
        </w:tc>
        <w:tc>
          <w:tcPr>
            <w:tcW w:w="13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24,000</w:t>
            </w:r>
          </w:p>
        </w:tc>
        <w:tc>
          <w:tcPr>
            <w:tcW w:w="1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24,000</w:t>
            </w:r>
          </w:p>
        </w:tc>
        <w:tc>
          <w:tcPr>
            <w:tcW w:w="1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6,000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18,000</w:t>
            </w:r>
          </w:p>
        </w:tc>
      </w:tr>
      <w:tr w:rsidR="008141A0" w:rsidRPr="00876548" w:rsidTr="00876548">
        <w:trPr>
          <w:gridAfter w:val="3"/>
          <w:wAfter w:w="2263" w:type="dxa"/>
          <w:trHeight w:val="612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2 07 0000 0000000 150</w:t>
            </w:r>
          </w:p>
        </w:tc>
        <w:tc>
          <w:tcPr>
            <w:tcW w:w="2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ПРОЧИЕ БЕЗВОЗМЕЗДНЫЕ ПОСТУПЛЕНИЯ</w:t>
            </w:r>
          </w:p>
        </w:tc>
        <w:tc>
          <w:tcPr>
            <w:tcW w:w="13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24,000</w:t>
            </w:r>
          </w:p>
        </w:tc>
        <w:tc>
          <w:tcPr>
            <w:tcW w:w="1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24,000</w:t>
            </w:r>
          </w:p>
        </w:tc>
        <w:tc>
          <w:tcPr>
            <w:tcW w:w="1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6,000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8141A0" w:rsidRPr="00876548" w:rsidTr="00876548">
        <w:trPr>
          <w:gridAfter w:val="3"/>
          <w:wAfter w:w="2263" w:type="dxa"/>
          <w:trHeight w:val="600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2 07 0503 0100000 150</w:t>
            </w:r>
          </w:p>
        </w:tc>
        <w:tc>
          <w:tcPr>
            <w:tcW w:w="2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Прочие безвозмездные поступления в бюджеты поселений</w:t>
            </w:r>
          </w:p>
        </w:tc>
        <w:tc>
          <w:tcPr>
            <w:tcW w:w="13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24,000</w:t>
            </w:r>
          </w:p>
        </w:tc>
        <w:tc>
          <w:tcPr>
            <w:tcW w:w="1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24,000</w:t>
            </w:r>
          </w:p>
        </w:tc>
        <w:tc>
          <w:tcPr>
            <w:tcW w:w="1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6,000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8141A0" w:rsidRPr="00876548" w:rsidTr="00876548">
        <w:trPr>
          <w:gridAfter w:val="3"/>
          <w:wAfter w:w="2263" w:type="dxa"/>
          <w:trHeight w:val="1883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2 18 6001 0100000 150</w:t>
            </w:r>
          </w:p>
        </w:tc>
        <w:tc>
          <w:tcPr>
            <w:tcW w:w="2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бюджетов 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3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8141A0" w:rsidRPr="00876548" w:rsidTr="00876548">
        <w:trPr>
          <w:gridAfter w:val="3"/>
          <w:wAfter w:w="2263" w:type="dxa"/>
          <w:trHeight w:val="1403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2 19 6001 0100000 150</w:t>
            </w:r>
          </w:p>
        </w:tc>
        <w:tc>
          <w:tcPr>
            <w:tcW w:w="2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3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-5,967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5,967</w:t>
            </w:r>
          </w:p>
        </w:tc>
      </w:tr>
      <w:tr w:rsidR="008141A0" w:rsidRPr="00876548" w:rsidTr="00876548">
        <w:trPr>
          <w:gridAfter w:val="3"/>
          <w:wAfter w:w="2263" w:type="dxa"/>
          <w:trHeight w:val="529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БЮДЖЕТА - ИТОГО</w:t>
            </w:r>
          </w:p>
        </w:tc>
        <w:tc>
          <w:tcPr>
            <w:tcW w:w="13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4431,373</w:t>
            </w:r>
          </w:p>
        </w:tc>
        <w:tc>
          <w:tcPr>
            <w:tcW w:w="1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4431,373</w:t>
            </w:r>
          </w:p>
        </w:tc>
        <w:tc>
          <w:tcPr>
            <w:tcW w:w="1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1099,833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24,819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3331,540</w:t>
            </w:r>
          </w:p>
        </w:tc>
      </w:tr>
      <w:tr w:rsidR="008141A0" w:rsidRPr="00876548" w:rsidTr="00876548">
        <w:trPr>
          <w:gridAfter w:val="1"/>
          <w:wAfter w:w="820" w:type="dxa"/>
          <w:trHeight w:val="300"/>
        </w:trPr>
        <w:tc>
          <w:tcPr>
            <w:tcW w:w="13551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bookmarkStart w:id="1" w:name="RANGE!B1:I31"/>
            <w:bookmarkEnd w:id="1"/>
            <w:r w:rsidRPr="00876548">
              <w:rPr>
                <w:rFonts w:ascii="Times New Roman" w:hAnsi="Times New Roman"/>
                <w:color w:val="000000"/>
                <w:lang w:eastAsia="ru-RU"/>
              </w:rPr>
              <w:t>Приложение 3</w:t>
            </w:r>
          </w:p>
        </w:tc>
      </w:tr>
      <w:tr w:rsidR="008141A0" w:rsidRPr="00876548" w:rsidTr="00876548">
        <w:trPr>
          <w:gridAfter w:val="1"/>
          <w:wAfter w:w="820" w:type="dxa"/>
          <w:trHeight w:val="469"/>
        </w:trPr>
        <w:tc>
          <w:tcPr>
            <w:tcW w:w="13551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876548">
              <w:rPr>
                <w:rFonts w:ascii="Times New Roman" w:hAnsi="Times New Roman"/>
                <w:lang w:eastAsia="ru-RU"/>
              </w:rPr>
              <w:t xml:space="preserve">к </w:t>
            </w:r>
            <w:r>
              <w:rPr>
                <w:rFonts w:ascii="Times New Roman" w:hAnsi="Times New Roman"/>
                <w:lang w:eastAsia="ru-RU"/>
              </w:rPr>
              <w:t>Решению</w:t>
            </w:r>
            <w:r w:rsidRPr="00876548">
              <w:rPr>
                <w:rFonts w:ascii="Times New Roman" w:hAnsi="Times New Roman"/>
                <w:lang w:eastAsia="ru-RU"/>
              </w:rPr>
              <w:t xml:space="preserve"> Речицкого сельского Совета народных депутатов от  </w:t>
            </w:r>
            <w:r>
              <w:t>12.05. 2023г. № 19/67-сс</w:t>
            </w:r>
          </w:p>
        </w:tc>
      </w:tr>
      <w:tr w:rsidR="008141A0" w:rsidRPr="00876548" w:rsidTr="00876548">
        <w:trPr>
          <w:gridAfter w:val="1"/>
          <w:wAfter w:w="820" w:type="dxa"/>
          <w:trHeight w:val="600"/>
        </w:trPr>
        <w:tc>
          <w:tcPr>
            <w:tcW w:w="13551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 xml:space="preserve">"Об итогах исполнения бюджета Речицкого сельского поселения Ливенского района за  1 квартал 2023года </w:t>
            </w:r>
          </w:p>
        </w:tc>
      </w:tr>
      <w:tr w:rsidR="008141A0" w:rsidRPr="00876548" w:rsidTr="00876548">
        <w:trPr>
          <w:gridAfter w:val="1"/>
          <w:wAfter w:w="820" w:type="dxa"/>
          <w:trHeight w:val="1249"/>
        </w:trPr>
        <w:tc>
          <w:tcPr>
            <w:tcW w:w="1355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Отчет о распределении бюджетных ассигнований по разделам и подразделам классификации расходов бюджета Речицкого сельского поселения Ливенского района за 1 квартал 2023года </w:t>
            </w:r>
          </w:p>
        </w:tc>
      </w:tr>
      <w:tr w:rsidR="008141A0" w:rsidRPr="00876548" w:rsidTr="00876548">
        <w:trPr>
          <w:gridAfter w:val="1"/>
          <w:wAfter w:w="820" w:type="dxa"/>
          <w:trHeight w:val="300"/>
        </w:trPr>
        <w:tc>
          <w:tcPr>
            <w:tcW w:w="1355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</w:tr>
      <w:tr w:rsidR="008141A0" w:rsidRPr="00876548" w:rsidTr="00876548">
        <w:trPr>
          <w:gridAfter w:val="1"/>
          <w:wAfter w:w="820" w:type="dxa"/>
          <w:trHeight w:val="1710"/>
        </w:trPr>
        <w:tc>
          <w:tcPr>
            <w:tcW w:w="30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РПр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Пр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Утверждено на 2023 год</w:t>
            </w:r>
          </w:p>
        </w:tc>
        <w:tc>
          <w:tcPr>
            <w:tcW w:w="16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Утверждено на 2023 год согласно сводной бюджетной росписи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Исполнено за  2023 год 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7654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Отклонения</w:t>
            </w:r>
          </w:p>
        </w:tc>
      </w:tr>
      <w:tr w:rsidR="008141A0" w:rsidRPr="00876548" w:rsidTr="00876548">
        <w:trPr>
          <w:gridAfter w:val="1"/>
          <w:wAfter w:w="820" w:type="dxa"/>
          <w:trHeight w:val="300"/>
        </w:trPr>
        <w:tc>
          <w:tcPr>
            <w:tcW w:w="30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4708,374</w:t>
            </w:r>
          </w:p>
        </w:tc>
        <w:tc>
          <w:tcPr>
            <w:tcW w:w="16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4708,374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905,706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19,236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-3802,668</w:t>
            </w:r>
          </w:p>
        </w:tc>
      </w:tr>
      <w:tr w:rsidR="008141A0" w:rsidRPr="00876548" w:rsidTr="00876548">
        <w:trPr>
          <w:gridAfter w:val="1"/>
          <w:wAfter w:w="820" w:type="dxa"/>
          <w:trHeight w:val="758"/>
        </w:trPr>
        <w:tc>
          <w:tcPr>
            <w:tcW w:w="30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2143,200</w:t>
            </w:r>
          </w:p>
        </w:tc>
        <w:tc>
          <w:tcPr>
            <w:tcW w:w="16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2143,200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630,100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29,400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-1513,100</w:t>
            </w:r>
          </w:p>
        </w:tc>
      </w:tr>
      <w:tr w:rsidR="008141A0" w:rsidRPr="00876548" w:rsidTr="00876548">
        <w:trPr>
          <w:gridAfter w:val="1"/>
          <w:wAfter w:w="820" w:type="dxa"/>
          <w:trHeight w:val="1283"/>
        </w:trPr>
        <w:tc>
          <w:tcPr>
            <w:tcW w:w="30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571,307</w:t>
            </w:r>
          </w:p>
        </w:tc>
        <w:tc>
          <w:tcPr>
            <w:tcW w:w="16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571,307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148,600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26,011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-422,707</w:t>
            </w:r>
          </w:p>
        </w:tc>
      </w:tr>
      <w:tr w:rsidR="008141A0" w:rsidRPr="00876548" w:rsidTr="00876548">
        <w:trPr>
          <w:gridAfter w:val="1"/>
          <w:wAfter w:w="820" w:type="dxa"/>
          <w:trHeight w:val="1530"/>
        </w:trPr>
        <w:tc>
          <w:tcPr>
            <w:tcW w:w="30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1527,440</w:t>
            </w:r>
          </w:p>
        </w:tc>
        <w:tc>
          <w:tcPr>
            <w:tcW w:w="16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1527,440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481,500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31,523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-1045,940</w:t>
            </w:r>
          </w:p>
        </w:tc>
      </w:tr>
      <w:tr w:rsidR="008141A0" w:rsidRPr="00876548" w:rsidTr="00876548">
        <w:trPr>
          <w:gridAfter w:val="1"/>
          <w:wAfter w:w="820" w:type="dxa"/>
          <w:trHeight w:val="1429"/>
        </w:trPr>
        <w:tc>
          <w:tcPr>
            <w:tcW w:w="30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финансовых,налоговых и таможенных органов и органов  финансового(финансово-бюджетного) надзора</w:t>
            </w:r>
          </w:p>
        </w:tc>
        <w:tc>
          <w:tcPr>
            <w:tcW w:w="1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14,453</w:t>
            </w:r>
          </w:p>
        </w:tc>
        <w:tc>
          <w:tcPr>
            <w:tcW w:w="16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14,453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-14,453</w:t>
            </w:r>
          </w:p>
        </w:tc>
      </w:tr>
      <w:tr w:rsidR="008141A0" w:rsidRPr="00876548" w:rsidTr="00876548">
        <w:trPr>
          <w:gridAfter w:val="1"/>
          <w:wAfter w:w="820" w:type="dxa"/>
          <w:trHeight w:val="750"/>
        </w:trPr>
        <w:tc>
          <w:tcPr>
            <w:tcW w:w="30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8141A0" w:rsidRPr="00876548" w:rsidTr="00876548">
        <w:trPr>
          <w:gridAfter w:val="1"/>
          <w:wAfter w:w="820" w:type="dxa"/>
          <w:trHeight w:val="300"/>
        </w:trPr>
        <w:tc>
          <w:tcPr>
            <w:tcW w:w="30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6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-15,000</w:t>
            </w:r>
          </w:p>
        </w:tc>
      </w:tr>
      <w:tr w:rsidR="008141A0" w:rsidRPr="00876548" w:rsidTr="00876548">
        <w:trPr>
          <w:gridAfter w:val="1"/>
          <w:wAfter w:w="820" w:type="dxa"/>
          <w:trHeight w:val="300"/>
        </w:trPr>
        <w:tc>
          <w:tcPr>
            <w:tcW w:w="30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6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-15,000</w:t>
            </w:r>
          </w:p>
        </w:tc>
      </w:tr>
      <w:tr w:rsidR="008141A0" w:rsidRPr="00876548" w:rsidTr="00876548">
        <w:trPr>
          <w:gridAfter w:val="1"/>
          <w:wAfter w:w="820" w:type="dxa"/>
          <w:trHeight w:val="300"/>
        </w:trPr>
        <w:tc>
          <w:tcPr>
            <w:tcW w:w="30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162,300</w:t>
            </w:r>
          </w:p>
        </w:tc>
        <w:tc>
          <w:tcPr>
            <w:tcW w:w="16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162,300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26,561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16,365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-135,739</w:t>
            </w:r>
          </w:p>
        </w:tc>
      </w:tr>
      <w:tr w:rsidR="008141A0" w:rsidRPr="00876548" w:rsidTr="00876548">
        <w:trPr>
          <w:gridAfter w:val="1"/>
          <w:wAfter w:w="820" w:type="dxa"/>
          <w:trHeight w:val="510"/>
        </w:trPr>
        <w:tc>
          <w:tcPr>
            <w:tcW w:w="30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162,300</w:t>
            </w:r>
          </w:p>
        </w:tc>
        <w:tc>
          <w:tcPr>
            <w:tcW w:w="16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162,300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26,561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16,365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-135,739</w:t>
            </w:r>
          </w:p>
        </w:tc>
      </w:tr>
      <w:tr w:rsidR="008141A0" w:rsidRPr="00876548" w:rsidTr="00876548">
        <w:trPr>
          <w:gridAfter w:val="1"/>
          <w:wAfter w:w="820" w:type="dxa"/>
          <w:trHeight w:val="300"/>
        </w:trPr>
        <w:tc>
          <w:tcPr>
            <w:tcW w:w="30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247,764</w:t>
            </w:r>
          </w:p>
        </w:tc>
        <w:tc>
          <w:tcPr>
            <w:tcW w:w="16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247,764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33,507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13,524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-214,257</w:t>
            </w:r>
          </w:p>
        </w:tc>
      </w:tr>
      <w:tr w:rsidR="008141A0" w:rsidRPr="00876548" w:rsidTr="00876548">
        <w:trPr>
          <w:gridAfter w:val="1"/>
          <w:wAfter w:w="820" w:type="dxa"/>
          <w:trHeight w:val="510"/>
        </w:trPr>
        <w:tc>
          <w:tcPr>
            <w:tcW w:w="30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247,764</w:t>
            </w:r>
          </w:p>
        </w:tc>
        <w:tc>
          <w:tcPr>
            <w:tcW w:w="16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247,764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33,507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13,524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-214,257</w:t>
            </w:r>
          </w:p>
        </w:tc>
      </w:tr>
      <w:tr w:rsidR="008141A0" w:rsidRPr="00876548" w:rsidTr="00876548">
        <w:trPr>
          <w:gridAfter w:val="1"/>
          <w:wAfter w:w="820" w:type="dxa"/>
          <w:trHeight w:val="510"/>
        </w:trPr>
        <w:tc>
          <w:tcPr>
            <w:tcW w:w="30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572,240</w:t>
            </w:r>
          </w:p>
        </w:tc>
        <w:tc>
          <w:tcPr>
            <w:tcW w:w="16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572,240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15,538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2,715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-556,702</w:t>
            </w:r>
          </w:p>
        </w:tc>
      </w:tr>
      <w:tr w:rsidR="008141A0" w:rsidRPr="00876548" w:rsidTr="00876548">
        <w:trPr>
          <w:gridAfter w:val="1"/>
          <w:wAfter w:w="820" w:type="dxa"/>
          <w:trHeight w:val="300"/>
        </w:trPr>
        <w:tc>
          <w:tcPr>
            <w:tcW w:w="30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180,810</w:t>
            </w:r>
          </w:p>
        </w:tc>
        <w:tc>
          <w:tcPr>
            <w:tcW w:w="16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180,810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-180,810</w:t>
            </w:r>
          </w:p>
        </w:tc>
      </w:tr>
      <w:tr w:rsidR="008141A0" w:rsidRPr="00876548" w:rsidTr="00876548">
        <w:trPr>
          <w:gridAfter w:val="1"/>
          <w:wAfter w:w="820" w:type="dxa"/>
          <w:trHeight w:val="300"/>
        </w:trPr>
        <w:tc>
          <w:tcPr>
            <w:tcW w:w="30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391,430</w:t>
            </w:r>
          </w:p>
        </w:tc>
        <w:tc>
          <w:tcPr>
            <w:tcW w:w="16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391,430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15,538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3,970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-375,892</w:t>
            </w:r>
          </w:p>
        </w:tc>
      </w:tr>
      <w:tr w:rsidR="008141A0" w:rsidRPr="00876548" w:rsidTr="00876548">
        <w:trPr>
          <w:gridAfter w:val="1"/>
          <w:wAfter w:w="820" w:type="dxa"/>
          <w:trHeight w:val="300"/>
        </w:trPr>
        <w:tc>
          <w:tcPr>
            <w:tcW w:w="30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6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-10,000</w:t>
            </w:r>
          </w:p>
        </w:tc>
      </w:tr>
      <w:tr w:rsidR="008141A0" w:rsidRPr="00876548" w:rsidTr="00876548">
        <w:trPr>
          <w:gridAfter w:val="1"/>
          <w:wAfter w:w="820" w:type="dxa"/>
          <w:trHeight w:val="510"/>
        </w:trPr>
        <w:tc>
          <w:tcPr>
            <w:tcW w:w="30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6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-10,000</w:t>
            </w:r>
          </w:p>
        </w:tc>
      </w:tr>
      <w:tr w:rsidR="008141A0" w:rsidRPr="00876548" w:rsidTr="00876548">
        <w:trPr>
          <w:gridAfter w:val="1"/>
          <w:wAfter w:w="820" w:type="dxa"/>
          <w:trHeight w:val="300"/>
        </w:trPr>
        <w:tc>
          <w:tcPr>
            <w:tcW w:w="30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1405,370</w:t>
            </w:r>
          </w:p>
        </w:tc>
        <w:tc>
          <w:tcPr>
            <w:tcW w:w="16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1405,370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14,231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-1205,370</w:t>
            </w:r>
          </w:p>
        </w:tc>
      </w:tr>
      <w:tr w:rsidR="008141A0" w:rsidRPr="00876548" w:rsidTr="00876548">
        <w:trPr>
          <w:gridAfter w:val="1"/>
          <w:wAfter w:w="820" w:type="dxa"/>
          <w:trHeight w:val="285"/>
        </w:trPr>
        <w:tc>
          <w:tcPr>
            <w:tcW w:w="30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1405,370</w:t>
            </w:r>
          </w:p>
        </w:tc>
        <w:tc>
          <w:tcPr>
            <w:tcW w:w="16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1405,370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14,231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-1205,370</w:t>
            </w:r>
          </w:p>
        </w:tc>
      </w:tr>
      <w:tr w:rsidR="008141A0" w:rsidRPr="00876548" w:rsidTr="00876548">
        <w:trPr>
          <w:gridAfter w:val="1"/>
          <w:wAfter w:w="820" w:type="dxa"/>
          <w:trHeight w:val="300"/>
        </w:trPr>
        <w:tc>
          <w:tcPr>
            <w:tcW w:w="30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6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-10,000</w:t>
            </w:r>
          </w:p>
        </w:tc>
      </w:tr>
      <w:tr w:rsidR="008141A0" w:rsidRPr="00876548" w:rsidTr="00876548">
        <w:trPr>
          <w:gridAfter w:val="1"/>
          <w:wAfter w:w="820" w:type="dxa"/>
          <w:trHeight w:val="300"/>
        </w:trPr>
        <w:tc>
          <w:tcPr>
            <w:tcW w:w="30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6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-10,000</w:t>
            </w:r>
          </w:p>
        </w:tc>
      </w:tr>
      <w:tr w:rsidR="008141A0" w:rsidRPr="00876548" w:rsidTr="00876548">
        <w:trPr>
          <w:gridAfter w:val="1"/>
          <w:wAfter w:w="820" w:type="dxa"/>
          <w:trHeight w:val="300"/>
        </w:trPr>
        <w:tc>
          <w:tcPr>
            <w:tcW w:w="30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155,500</w:t>
            </w:r>
          </w:p>
        </w:tc>
        <w:tc>
          <w:tcPr>
            <w:tcW w:w="16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155,500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-155,500</w:t>
            </w:r>
          </w:p>
        </w:tc>
      </w:tr>
      <w:tr w:rsidR="008141A0" w:rsidRPr="00876548" w:rsidTr="00876548">
        <w:trPr>
          <w:gridAfter w:val="1"/>
          <w:wAfter w:w="820" w:type="dxa"/>
          <w:trHeight w:val="300"/>
        </w:trPr>
        <w:tc>
          <w:tcPr>
            <w:tcW w:w="30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155,500</w:t>
            </w:r>
          </w:p>
        </w:tc>
        <w:tc>
          <w:tcPr>
            <w:tcW w:w="16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155,500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-155,500</w:t>
            </w:r>
          </w:p>
        </w:tc>
      </w:tr>
      <w:tr w:rsidR="008141A0" w:rsidRPr="00876548" w:rsidTr="00876548">
        <w:trPr>
          <w:gridAfter w:val="1"/>
          <w:wAfter w:w="820" w:type="dxa"/>
          <w:trHeight w:val="765"/>
        </w:trPr>
        <w:tc>
          <w:tcPr>
            <w:tcW w:w="30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6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-2,000</w:t>
            </w:r>
          </w:p>
        </w:tc>
      </w:tr>
      <w:tr w:rsidR="008141A0" w:rsidRPr="00876548" w:rsidTr="00876548">
        <w:trPr>
          <w:gridAfter w:val="1"/>
          <w:wAfter w:w="820" w:type="dxa"/>
          <w:trHeight w:val="510"/>
        </w:trPr>
        <w:tc>
          <w:tcPr>
            <w:tcW w:w="30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6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6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-2,000</w:t>
            </w:r>
          </w:p>
        </w:tc>
      </w:tr>
      <w:tr w:rsidR="008141A0" w:rsidRPr="00876548" w:rsidTr="00876548">
        <w:trPr>
          <w:trHeight w:val="465"/>
        </w:trPr>
        <w:tc>
          <w:tcPr>
            <w:tcW w:w="14371" w:type="dxa"/>
            <w:gridSpan w:val="2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1A0" w:rsidRDefault="008141A0" w:rsidP="008765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Приложение 4  к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Решению</w:t>
            </w: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Речицкого сельского   Совета народных депутатов от </w:t>
            </w:r>
            <w:r>
              <w:t>12.05. 2023г. № 19/67-сс</w:t>
            </w: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"Об исполнении бюджета Речицкого сельского поселения                                                                                                                                                                                          Ливенского района" за  1 квартал 2023 года </w:t>
            </w:r>
          </w:p>
        </w:tc>
      </w:tr>
      <w:tr w:rsidR="008141A0" w:rsidRPr="00876548" w:rsidTr="00876548">
        <w:trPr>
          <w:trHeight w:val="465"/>
        </w:trPr>
        <w:tc>
          <w:tcPr>
            <w:tcW w:w="14371" w:type="dxa"/>
            <w:gridSpan w:val="2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141A0" w:rsidRPr="00876548" w:rsidTr="00876548">
        <w:trPr>
          <w:trHeight w:val="300"/>
        </w:trPr>
        <w:tc>
          <w:tcPr>
            <w:tcW w:w="14371" w:type="dxa"/>
            <w:gridSpan w:val="2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141A0" w:rsidRPr="00876548" w:rsidTr="00876548">
        <w:trPr>
          <w:trHeight w:val="300"/>
        </w:trPr>
        <w:tc>
          <w:tcPr>
            <w:tcW w:w="14371" w:type="dxa"/>
            <w:gridSpan w:val="2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141A0" w:rsidRPr="00876548" w:rsidTr="00876548">
        <w:trPr>
          <w:trHeight w:val="300"/>
        </w:trPr>
        <w:tc>
          <w:tcPr>
            <w:tcW w:w="14371" w:type="dxa"/>
            <w:gridSpan w:val="2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141A0" w:rsidRPr="00876548" w:rsidTr="00876548">
        <w:trPr>
          <w:trHeight w:val="1320"/>
        </w:trPr>
        <w:tc>
          <w:tcPr>
            <w:tcW w:w="1437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Отчет о распределении бюджетных ассигнований по разделам,  подразделам, целевым статьям, группам и подгруппам видов расходов классификации расходов бюджета Речицкого сельского поселения Ливенского района за  1 квартал 2023 год </w:t>
            </w:r>
          </w:p>
        </w:tc>
      </w:tr>
      <w:tr w:rsidR="008141A0" w:rsidRPr="00876548" w:rsidTr="00876548">
        <w:trPr>
          <w:trHeight w:val="300"/>
        </w:trPr>
        <w:tc>
          <w:tcPr>
            <w:tcW w:w="1437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тыс.руб.</w:t>
            </w:r>
          </w:p>
        </w:tc>
      </w:tr>
      <w:tr w:rsidR="008141A0" w:rsidRPr="00876548" w:rsidTr="00876548">
        <w:trPr>
          <w:trHeight w:val="171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РПр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Пр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ЦСт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Ист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Утверждено  на 2023 год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Утверждено на 2023 год соглас-но сводной бюджетной росписи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Исполнено за 2023 год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Процент исполнения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Отклонения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4708,373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4708,373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875,685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18,598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-3832,688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Средства поселений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3808,100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3808,100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828,111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21,746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-2979,989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737,973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737,973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21,013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2,847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-716,960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Областные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#ДЕЛ/0!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162,300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162,300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26,561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16,365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-135,739</w:t>
            </w:r>
          </w:p>
        </w:tc>
      </w:tr>
      <w:tr w:rsidR="008141A0" w:rsidRPr="00876548" w:rsidTr="00876548">
        <w:trPr>
          <w:trHeight w:val="57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2143,201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2128,201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633,586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29,771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-1494,615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3808,100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3808,100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828,111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21,746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-2979,989</w:t>
            </w:r>
          </w:p>
        </w:tc>
      </w:tr>
      <w:tr w:rsidR="008141A0" w:rsidRPr="00876548" w:rsidTr="00876548">
        <w:trPr>
          <w:trHeight w:val="144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0102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148,578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26,007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-422,729</w:t>
            </w:r>
          </w:p>
        </w:tc>
      </w:tr>
      <w:tr w:rsidR="008141A0" w:rsidRPr="00876548" w:rsidTr="00876548">
        <w:trPr>
          <w:trHeight w:val="6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0102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148,578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26,007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-422,729</w:t>
            </w:r>
          </w:p>
        </w:tc>
      </w:tr>
      <w:tr w:rsidR="008141A0" w:rsidRPr="00876548" w:rsidTr="00876548">
        <w:trPr>
          <w:trHeight w:val="102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Глава муниципального образования в рамках непрограммной части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0102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5100078010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148,578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26,007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-422,729</w:t>
            </w:r>
          </w:p>
        </w:tc>
      </w:tr>
      <w:tr w:rsidR="008141A0" w:rsidRPr="00876548" w:rsidTr="00876548">
        <w:trPr>
          <w:trHeight w:val="222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0102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5100078010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148,578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26,007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-422,729</w:t>
            </w:r>
          </w:p>
        </w:tc>
      </w:tr>
      <w:tr w:rsidR="008141A0" w:rsidRPr="00876548" w:rsidTr="00876548">
        <w:trPr>
          <w:trHeight w:val="105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0102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5100078010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148,578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26,007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-422,729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0102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5100078010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148,578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26,007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-422,729</w:t>
            </w:r>
          </w:p>
        </w:tc>
      </w:tr>
      <w:tr w:rsidR="008141A0" w:rsidRPr="00876548" w:rsidTr="00876548">
        <w:trPr>
          <w:trHeight w:val="1935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1527,441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1527,441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481,508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31,524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-1045,933</w:t>
            </w:r>
          </w:p>
        </w:tc>
      </w:tr>
      <w:tr w:rsidR="008141A0" w:rsidRPr="00876548" w:rsidTr="00876548">
        <w:trPr>
          <w:trHeight w:val="735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1527,441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1527,441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481,508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31,524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-1045,933</w:t>
            </w:r>
          </w:p>
        </w:tc>
      </w:tr>
      <w:tr w:rsidR="008141A0" w:rsidRPr="00876548" w:rsidTr="00876548">
        <w:trPr>
          <w:trHeight w:val="1215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Содержание органов местного самоуправления в рамках непрограммной части бюджета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5100078020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1363,772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1363,772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460,495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33,766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-903,277</w:t>
            </w:r>
          </w:p>
        </w:tc>
      </w:tr>
      <w:tr w:rsidR="008141A0" w:rsidRPr="00876548" w:rsidTr="00876548">
        <w:trPr>
          <w:trHeight w:val="21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5100078020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963,766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963,766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406,249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42,152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-557,517</w:t>
            </w:r>
          </w:p>
        </w:tc>
      </w:tr>
      <w:tr w:rsidR="008141A0" w:rsidRPr="00876548" w:rsidTr="00876548">
        <w:trPr>
          <w:trHeight w:val="9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5100078020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963,766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963,766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406,249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42,152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-557,517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5100078020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963,766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963,766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406,249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42,152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-557,517</w:t>
            </w:r>
          </w:p>
        </w:tc>
      </w:tr>
      <w:tr w:rsidR="008141A0" w:rsidRPr="00876548" w:rsidTr="00876548">
        <w:trPr>
          <w:trHeight w:val="9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5100078020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395,006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395,006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54,246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13,733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-340,760</w:t>
            </w:r>
          </w:p>
        </w:tc>
      </w:tr>
      <w:tr w:rsidR="008141A0" w:rsidRPr="00876548" w:rsidTr="00876548">
        <w:trPr>
          <w:trHeight w:val="1545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5100078020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395,006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395,006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54,246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13,733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-340,760</w:t>
            </w:r>
          </w:p>
        </w:tc>
      </w:tr>
      <w:tr w:rsidR="008141A0" w:rsidRPr="00876548" w:rsidTr="00876548">
        <w:trPr>
          <w:trHeight w:val="705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5100078020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395,006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395,006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54,246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13,733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-340,760</w:t>
            </w:r>
          </w:p>
        </w:tc>
      </w:tr>
      <w:tr w:rsidR="008141A0" w:rsidRPr="00876548" w:rsidTr="00876548">
        <w:trPr>
          <w:trHeight w:val="72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5100078020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5,000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5,000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-5,000</w:t>
            </w:r>
          </w:p>
        </w:tc>
      </w:tr>
      <w:tr w:rsidR="008141A0" w:rsidRPr="00876548" w:rsidTr="00876548">
        <w:trPr>
          <w:trHeight w:val="6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5100078020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5,000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5,000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-5,000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5100078020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5,000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5,000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-5,000</w:t>
            </w:r>
          </w:p>
        </w:tc>
      </w:tr>
      <w:tr w:rsidR="008141A0" w:rsidRPr="00876548" w:rsidTr="00876548">
        <w:trPr>
          <w:trHeight w:val="237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Выполнение полномочий по организации в границах поселения электро-, тепло-,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5100079090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163,669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163,669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21,013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12,839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-142,656</w:t>
            </w:r>
          </w:p>
        </w:tc>
      </w:tr>
      <w:tr w:rsidR="008141A0" w:rsidRPr="00876548" w:rsidTr="00876548">
        <w:trPr>
          <w:trHeight w:val="2295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5100079090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163,669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163,669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21,013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12,839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-142,656</w:t>
            </w:r>
          </w:p>
        </w:tc>
      </w:tr>
      <w:tr w:rsidR="008141A0" w:rsidRPr="00876548" w:rsidTr="00876548">
        <w:trPr>
          <w:trHeight w:val="9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5100079090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163,669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163,669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21,013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12,839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-142,656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5100079090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163,669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163,669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21,013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12,839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-142,656</w:t>
            </w:r>
          </w:p>
        </w:tc>
      </w:tr>
      <w:tr w:rsidR="008141A0" w:rsidRPr="00876548" w:rsidTr="00876548">
        <w:trPr>
          <w:trHeight w:val="1512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Обеспечение деятельности финансовых,налоговых и таможенных органов и органов  финансового(финансово-бюджетного) надзора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0106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14,453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14,453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-14,453</w:t>
            </w:r>
          </w:p>
        </w:tc>
      </w:tr>
      <w:tr w:rsidR="008141A0" w:rsidRPr="00876548" w:rsidTr="00876548">
        <w:trPr>
          <w:trHeight w:val="623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0106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14,453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14,453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-14,453</w:t>
            </w:r>
          </w:p>
        </w:tc>
      </w:tr>
      <w:tr w:rsidR="008141A0" w:rsidRPr="00876548" w:rsidTr="00876548">
        <w:trPr>
          <w:trHeight w:val="195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Расходы по осуществлению внешнего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0106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0,202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0,202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-0,202</w:t>
            </w:r>
          </w:p>
        </w:tc>
      </w:tr>
      <w:tr w:rsidR="008141A0" w:rsidRPr="00876548" w:rsidTr="00876548">
        <w:trPr>
          <w:trHeight w:val="48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0106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0,202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0,202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-0,202</w:t>
            </w:r>
          </w:p>
        </w:tc>
      </w:tr>
      <w:tr w:rsidR="008141A0" w:rsidRPr="00876548" w:rsidTr="00876548">
        <w:trPr>
          <w:trHeight w:val="645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0106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0,202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0,202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-0,202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0106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0,202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0,202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-0,202</w:t>
            </w:r>
          </w:p>
        </w:tc>
      </w:tr>
      <w:tr w:rsidR="008141A0" w:rsidRPr="00876548" w:rsidTr="00876548">
        <w:trPr>
          <w:trHeight w:val="219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Расходы по осуществлению внутреннего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0106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14,251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14,251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-14,251</w:t>
            </w:r>
          </w:p>
        </w:tc>
      </w:tr>
      <w:tr w:rsidR="008141A0" w:rsidRPr="00876548" w:rsidTr="00876548">
        <w:trPr>
          <w:trHeight w:val="63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0106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14,251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14,251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-14,251</w:t>
            </w:r>
          </w:p>
        </w:tc>
      </w:tr>
      <w:tr w:rsidR="008141A0" w:rsidRPr="00876548" w:rsidTr="00876548">
        <w:trPr>
          <w:trHeight w:val="33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0106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14,251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14,251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-14,251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Средсва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0106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14,251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14,251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-14,251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0111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8141A0" w:rsidRPr="00876548" w:rsidTr="00876548">
        <w:trPr>
          <w:trHeight w:val="6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0111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8141A0" w:rsidRPr="00876548" w:rsidTr="00876548">
        <w:trPr>
          <w:trHeight w:val="12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Резервные фонды местных администраций в рамках непрограммной части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0111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5100078040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0111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5100078040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Резервные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0111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5100078040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870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0111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5100078040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870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0113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3,500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23,333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-11,500</w:t>
            </w:r>
          </w:p>
        </w:tc>
      </w:tr>
      <w:tr w:rsidR="008141A0" w:rsidRPr="00876548" w:rsidTr="00876548">
        <w:trPr>
          <w:trHeight w:val="6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0113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3,500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23,333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-11,500</w:t>
            </w:r>
          </w:p>
        </w:tc>
      </w:tr>
      <w:tr w:rsidR="008141A0" w:rsidRPr="00876548" w:rsidTr="00876548">
        <w:trPr>
          <w:trHeight w:val="12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 xml:space="preserve">Выполнение других обязательств органов местного самоуправления в рамках непрограммной части бюджета поселения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0113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5100078090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3,500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23,333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-11,500</w:t>
            </w:r>
          </w:p>
        </w:tc>
      </w:tr>
      <w:tr w:rsidR="008141A0" w:rsidRPr="00876548" w:rsidTr="00876548">
        <w:trPr>
          <w:trHeight w:val="1335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0113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5100078090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11,500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11,500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-11,500</w:t>
            </w:r>
          </w:p>
        </w:tc>
      </w:tr>
      <w:tr w:rsidR="008141A0" w:rsidRPr="00876548" w:rsidTr="00876548">
        <w:trPr>
          <w:trHeight w:val="9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0113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5100078090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11,500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11,500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-11,500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0113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5100078090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11,500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11,500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-11,500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0113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5100078090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3,500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3,500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3,500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8141A0" w:rsidRPr="00876548" w:rsidTr="00876548">
        <w:trPr>
          <w:trHeight w:val="6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0113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5100078090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3,500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3,500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3,500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0113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5100078090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3,500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3,500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3,500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162,300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162,300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26,561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16,365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-135,739</w:t>
            </w:r>
          </w:p>
        </w:tc>
      </w:tr>
      <w:tr w:rsidR="008141A0" w:rsidRPr="00876548" w:rsidTr="00876548">
        <w:trPr>
          <w:trHeight w:val="6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0200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0203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162,300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162,300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26,561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16,365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-135,739</w:t>
            </w:r>
          </w:p>
        </w:tc>
      </w:tr>
      <w:tr w:rsidR="008141A0" w:rsidRPr="00876548" w:rsidTr="00876548">
        <w:trPr>
          <w:trHeight w:val="6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0200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0203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162,300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162,300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26,561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16,365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-135,739</w:t>
            </w:r>
          </w:p>
        </w:tc>
      </w:tr>
      <w:tr w:rsidR="008141A0" w:rsidRPr="00876548" w:rsidTr="00876548">
        <w:trPr>
          <w:trHeight w:val="198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непрограммной части 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0200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0203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5100051180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162,300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162,300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26,561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16,365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-135,739</w:t>
            </w:r>
          </w:p>
        </w:tc>
      </w:tr>
      <w:tr w:rsidR="008141A0" w:rsidRPr="00876548" w:rsidTr="00876548">
        <w:trPr>
          <w:trHeight w:val="21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0200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0203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5100051180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159,037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159,037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26,561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16,701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-132,476</w:t>
            </w:r>
          </w:p>
        </w:tc>
      </w:tr>
      <w:tr w:rsidR="008141A0" w:rsidRPr="00876548" w:rsidTr="00876548">
        <w:trPr>
          <w:trHeight w:val="9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0200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0203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5100051180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159,037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159,037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26,561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16,701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-132,476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0200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0203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5100051180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159,037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159,037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26,561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16,701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-132,476</w:t>
            </w:r>
          </w:p>
        </w:tc>
      </w:tr>
      <w:tr w:rsidR="008141A0" w:rsidRPr="00876548" w:rsidTr="00876548">
        <w:trPr>
          <w:trHeight w:val="9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0200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0203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5100051180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3,263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3,263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-3,263</w:t>
            </w:r>
          </w:p>
        </w:tc>
      </w:tr>
      <w:tr w:rsidR="008141A0" w:rsidRPr="00876548" w:rsidTr="00876548">
        <w:trPr>
          <w:trHeight w:val="9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0200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0203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5100051180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3,263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3,263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-3,263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0200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0203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5100051180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3,263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3,263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-3,263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247,764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247,764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-247,764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0400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0409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-247,764</w:t>
            </w:r>
          </w:p>
        </w:tc>
      </w:tr>
      <w:tr w:rsidR="008141A0" w:rsidRPr="00876548" w:rsidTr="00876548">
        <w:trPr>
          <w:trHeight w:val="6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0400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0409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-247,764</w:t>
            </w:r>
          </w:p>
        </w:tc>
      </w:tr>
      <w:tr w:rsidR="008141A0" w:rsidRPr="00876548" w:rsidTr="00876548">
        <w:trPr>
          <w:trHeight w:val="447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Проектирование, строительство, реконструкция, капитальный ремонт, ремонт автомобильных дорог местного значения в границах населенных пунктов  Речицкого сельского поселения Ливенского района, а также содержание автомобильных дорог местного значения за счет средств дорожного фонда и иных мероприятий предусмотренных порядком формирования и использования бюджетных ассигнований муниципального дорожного фонда в рамках непрограммной части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0400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0409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5100078120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-247,764</w:t>
            </w:r>
          </w:p>
        </w:tc>
      </w:tr>
      <w:tr w:rsidR="008141A0" w:rsidRPr="00876548" w:rsidTr="00876548">
        <w:trPr>
          <w:trHeight w:val="9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0400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0409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5100078120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-247,764</w:t>
            </w:r>
          </w:p>
        </w:tc>
      </w:tr>
      <w:tr w:rsidR="008141A0" w:rsidRPr="00876548" w:rsidTr="00876548">
        <w:trPr>
          <w:trHeight w:val="9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0400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0409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5100078120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-247,764</w:t>
            </w:r>
          </w:p>
        </w:tc>
      </w:tr>
      <w:tr w:rsidR="008141A0" w:rsidRPr="00876548" w:rsidTr="00876548">
        <w:trPr>
          <w:trHeight w:val="81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0400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0409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5100078120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-247,764</w:t>
            </w:r>
          </w:p>
        </w:tc>
      </w:tr>
      <w:tr w:rsidR="008141A0" w:rsidRPr="00876548" w:rsidTr="00876548">
        <w:trPr>
          <w:trHeight w:val="57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572,240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572,240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68,638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11,995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-503,602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Коммунальное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0502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53,100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29,368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-127,710</w:t>
            </w:r>
          </w:p>
        </w:tc>
      </w:tr>
      <w:tr w:rsidR="008141A0" w:rsidRPr="00876548" w:rsidTr="00876548">
        <w:trPr>
          <w:trHeight w:val="6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53,100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29,368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-127,710</w:t>
            </w:r>
          </w:p>
        </w:tc>
      </w:tr>
      <w:tr w:rsidR="008141A0" w:rsidRPr="00876548" w:rsidTr="00876548">
        <w:trPr>
          <w:trHeight w:val="2655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Выполнение части полномочий по организации в границах поселения электро-, тепло-,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0502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5100079090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53,100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29,368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-127,710</w:t>
            </w:r>
          </w:p>
        </w:tc>
      </w:tr>
      <w:tr w:rsidR="008141A0" w:rsidRPr="00876548" w:rsidTr="00876548">
        <w:trPr>
          <w:trHeight w:val="9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0502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5100079090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-180,810</w:t>
            </w:r>
          </w:p>
        </w:tc>
      </w:tr>
      <w:tr w:rsidR="008141A0" w:rsidRPr="00876548" w:rsidTr="00876548">
        <w:trPr>
          <w:trHeight w:val="9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0502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5100079090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-180,810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0502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5100079090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-180,810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391,430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391,430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15,538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3,970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-375,892</w:t>
            </w:r>
          </w:p>
        </w:tc>
      </w:tr>
      <w:tr w:rsidR="008141A0" w:rsidRPr="00876548" w:rsidTr="00876548">
        <w:trPr>
          <w:trHeight w:val="6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245,700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245,700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11,213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4,564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234,487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Уличное освещение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5100079030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130,000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130,000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11,213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8,625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-118,787</w:t>
            </w:r>
          </w:p>
        </w:tc>
      </w:tr>
      <w:tr w:rsidR="008141A0" w:rsidRPr="00876548" w:rsidTr="00876548">
        <w:trPr>
          <w:trHeight w:val="9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5100079030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130,000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130,000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11,213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8,625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-118,787</w:t>
            </w:r>
          </w:p>
        </w:tc>
      </w:tr>
      <w:tr w:rsidR="008141A0" w:rsidRPr="00876548" w:rsidTr="00876548">
        <w:trPr>
          <w:trHeight w:val="9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5100079030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130,000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130,000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11,213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8,625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-118,787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5100079030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247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130,000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130,000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11,213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8,625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-118,787</w:t>
            </w:r>
          </w:p>
        </w:tc>
      </w:tr>
      <w:tr w:rsidR="008141A0" w:rsidRPr="00876548" w:rsidTr="00876548">
        <w:trPr>
          <w:trHeight w:val="9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5100079040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115,700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115,700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4,325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876548">
              <w:rPr>
                <w:color w:val="000000"/>
                <w:lang w:eastAsia="ru-RU"/>
              </w:rPr>
              <w:t>3,738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-111,375</w:t>
            </w:r>
          </w:p>
        </w:tc>
      </w:tr>
      <w:tr w:rsidR="008141A0" w:rsidRPr="00876548" w:rsidTr="00876548">
        <w:trPr>
          <w:trHeight w:val="9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5100079040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115,700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115,700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4,325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876548">
              <w:rPr>
                <w:color w:val="000000"/>
                <w:lang w:eastAsia="ru-RU"/>
              </w:rPr>
              <w:t>3,738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-111,375</w:t>
            </w:r>
          </w:p>
        </w:tc>
      </w:tr>
      <w:tr w:rsidR="008141A0" w:rsidRPr="00876548" w:rsidTr="00876548">
        <w:trPr>
          <w:trHeight w:val="9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5100079040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115,700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115,700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4,325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876548">
              <w:rPr>
                <w:color w:val="000000"/>
                <w:lang w:eastAsia="ru-RU"/>
              </w:rPr>
              <w:t>3,738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-111,375</w:t>
            </w:r>
          </w:p>
        </w:tc>
      </w:tr>
      <w:tr w:rsidR="008141A0" w:rsidRPr="00876548" w:rsidTr="00876548">
        <w:trPr>
          <w:trHeight w:val="66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5100079040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115,700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115,700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4,325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876548">
              <w:rPr>
                <w:color w:val="000000"/>
                <w:lang w:eastAsia="ru-RU"/>
              </w:rPr>
              <w:t>3,738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-111,375</w:t>
            </w:r>
          </w:p>
        </w:tc>
      </w:tr>
      <w:tr w:rsidR="008141A0" w:rsidRPr="00876548" w:rsidTr="00876548">
        <w:trPr>
          <w:trHeight w:val="75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143,330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143,330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876548">
              <w:rPr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-143,330</w:t>
            </w:r>
          </w:p>
        </w:tc>
      </w:tr>
      <w:tr w:rsidR="008141A0" w:rsidRPr="00876548" w:rsidTr="00876548">
        <w:trPr>
          <w:trHeight w:val="177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Выполнение полномочий по организации ритуальных услуг населению и содержанию мест захоронений в рамках непрограммной части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5100079110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143,330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143,330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876548">
              <w:rPr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-143,330</w:t>
            </w:r>
          </w:p>
        </w:tc>
      </w:tr>
      <w:tr w:rsidR="008141A0" w:rsidRPr="00876548" w:rsidTr="00876548">
        <w:trPr>
          <w:trHeight w:val="108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5100079110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143,330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143,330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876548">
              <w:rPr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-143,330</w:t>
            </w:r>
          </w:p>
        </w:tc>
      </w:tr>
      <w:tr w:rsidR="008141A0" w:rsidRPr="00876548" w:rsidTr="00876548">
        <w:trPr>
          <w:trHeight w:val="117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5100079110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143,330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143,330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876548">
              <w:rPr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-143,330</w:t>
            </w:r>
          </w:p>
        </w:tc>
      </w:tr>
      <w:tr w:rsidR="008141A0" w:rsidRPr="00876548" w:rsidTr="00876548">
        <w:trPr>
          <w:trHeight w:val="555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5100079110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143,330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143,330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876548">
              <w:rPr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-143,330</w:t>
            </w:r>
          </w:p>
        </w:tc>
      </w:tr>
      <w:tr w:rsidR="008141A0" w:rsidRPr="00876548" w:rsidTr="00876548">
        <w:trPr>
          <w:trHeight w:val="15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Выполнение части полномочий по обеспечению безопасности людей на водных объектах, охране их жизни и здоровья в рамках непрограммной части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5100079140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2,400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2,400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876548">
              <w:rPr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-2,400</w:t>
            </w:r>
          </w:p>
        </w:tc>
      </w:tr>
      <w:tr w:rsidR="008141A0" w:rsidRPr="00876548" w:rsidTr="00876548">
        <w:trPr>
          <w:trHeight w:val="9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5100079140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2,400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2,400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876548">
              <w:rPr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-2,400</w:t>
            </w:r>
          </w:p>
        </w:tc>
      </w:tr>
      <w:tr w:rsidR="008141A0" w:rsidRPr="00876548" w:rsidTr="00876548">
        <w:trPr>
          <w:trHeight w:val="9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5100079140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2,400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2,400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876548">
              <w:rPr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-2,400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5100079140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2,400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2,400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876548">
              <w:rPr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-2,400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10,000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10,000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-10,000</w:t>
            </w:r>
          </w:p>
        </w:tc>
      </w:tr>
      <w:tr w:rsidR="008141A0" w:rsidRPr="00876548" w:rsidTr="00876548">
        <w:trPr>
          <w:trHeight w:val="6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0700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0707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8141A0" w:rsidRPr="00876548" w:rsidTr="00876548">
        <w:trPr>
          <w:trHeight w:val="6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0700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0707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8141A0" w:rsidRPr="00876548" w:rsidTr="00876548">
        <w:trPr>
          <w:trHeight w:val="6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Проведение мероприятий  для детей и молодежи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0700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0707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8141A0" w:rsidRPr="00876548" w:rsidTr="00876548">
        <w:trPr>
          <w:trHeight w:val="9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0700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0707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8141A0" w:rsidRPr="00876548" w:rsidTr="00876548">
        <w:trPr>
          <w:trHeight w:val="9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0700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0707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0700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0707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8141A0" w:rsidRPr="00876548" w:rsidTr="00876548">
        <w:trPr>
          <w:trHeight w:val="57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1405,370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1405,370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14,231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-1205,370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0800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0801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200,000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14,231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-1205,370</w:t>
            </w:r>
          </w:p>
        </w:tc>
      </w:tr>
      <w:tr w:rsidR="008141A0" w:rsidRPr="00876548" w:rsidTr="00876548">
        <w:trPr>
          <w:trHeight w:val="6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0800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0801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200,000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14,231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-1205,370</w:t>
            </w:r>
          </w:p>
        </w:tc>
      </w:tr>
      <w:tr w:rsidR="008141A0" w:rsidRPr="00876548" w:rsidTr="00876548">
        <w:trPr>
          <w:trHeight w:val="12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Организация досуга и обеспечение жителей поселения услугами организаций культуры в рамках непрограммной части бюджета района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0800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0801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5100079080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200,000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14,231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-1205,370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0800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0801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5100079080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200,000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14,231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-1205,370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0800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0801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5100079080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200,000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14,231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-1205,370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0800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0801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5100079080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200,000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14,231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-1205,370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155,500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155,500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-155,500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1001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-155,500</w:t>
            </w:r>
          </w:p>
        </w:tc>
      </w:tr>
      <w:tr w:rsidR="008141A0" w:rsidRPr="00876548" w:rsidTr="00876548">
        <w:trPr>
          <w:trHeight w:val="6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1001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-155,500</w:t>
            </w:r>
          </w:p>
        </w:tc>
      </w:tr>
      <w:tr w:rsidR="008141A0" w:rsidRPr="00876548" w:rsidTr="00876548">
        <w:trPr>
          <w:trHeight w:val="975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Доплаты к пенсиям муниципальных служащих в рамках непрограммной части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1001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5100078220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-155,500</w:t>
            </w:r>
          </w:p>
        </w:tc>
      </w:tr>
      <w:tr w:rsidR="008141A0" w:rsidRPr="00876548" w:rsidTr="00876548">
        <w:trPr>
          <w:trHeight w:val="6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1001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5100078220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-155,500</w:t>
            </w:r>
          </w:p>
        </w:tc>
      </w:tr>
      <w:tr w:rsidR="008141A0" w:rsidRPr="00876548" w:rsidTr="00876548">
        <w:trPr>
          <w:trHeight w:val="9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1001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5100078220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-155,500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1001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5100078220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-155,500</w:t>
            </w:r>
          </w:p>
        </w:tc>
      </w:tr>
      <w:tr w:rsidR="008141A0" w:rsidRPr="00876548" w:rsidTr="00876548">
        <w:trPr>
          <w:trHeight w:val="45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Массовый спорт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1102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8141A0" w:rsidRPr="00876548" w:rsidTr="00876548">
        <w:trPr>
          <w:trHeight w:val="6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1102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8141A0" w:rsidRPr="00876548" w:rsidTr="00876548">
        <w:trPr>
          <w:trHeight w:val="57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1102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5100079060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8141A0" w:rsidRPr="00876548" w:rsidTr="00876548">
        <w:trPr>
          <w:trHeight w:val="9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1102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5100079060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8141A0" w:rsidRPr="00876548" w:rsidTr="00876548">
        <w:trPr>
          <w:trHeight w:val="9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1102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5100079060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1100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1102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5100079060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8141A0" w:rsidRPr="00876548" w:rsidTr="00876548">
        <w:trPr>
          <w:trHeight w:val="855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1300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2,000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2,000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-2,000</w:t>
            </w:r>
          </w:p>
        </w:tc>
      </w:tr>
      <w:tr w:rsidR="008141A0" w:rsidRPr="00876548" w:rsidTr="00876548">
        <w:trPr>
          <w:trHeight w:val="6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1300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1301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-2,000</w:t>
            </w:r>
          </w:p>
        </w:tc>
      </w:tr>
      <w:tr w:rsidR="008141A0" w:rsidRPr="00876548" w:rsidTr="00876548">
        <w:trPr>
          <w:trHeight w:val="6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1300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1301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-2,000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1300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1301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5100079070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-2,000</w:t>
            </w:r>
          </w:p>
        </w:tc>
      </w:tr>
      <w:tr w:rsidR="008141A0" w:rsidRPr="00876548" w:rsidTr="00876548">
        <w:trPr>
          <w:trHeight w:val="6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Обслуживание государственного (муниципального )долга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1300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1301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5100079070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-2,000</w:t>
            </w:r>
          </w:p>
        </w:tc>
      </w:tr>
      <w:tr w:rsidR="008141A0" w:rsidRPr="00876548" w:rsidTr="00876548">
        <w:trPr>
          <w:trHeight w:val="6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Обслуживание муниципального внутреннего долга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1300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1301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5100079070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-2,000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1300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1301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5100079070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730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-2,000</w:t>
            </w:r>
          </w:p>
        </w:tc>
      </w:tr>
      <w:tr w:rsidR="008141A0" w:rsidRPr="00876548" w:rsidTr="00876548">
        <w:trPr>
          <w:trHeight w:val="300"/>
        </w:trPr>
        <w:tc>
          <w:tcPr>
            <w:tcW w:w="35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1300</w:t>
            </w:r>
          </w:p>
        </w:tc>
        <w:tc>
          <w:tcPr>
            <w:tcW w:w="6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1301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5100079070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730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76548" w:rsidRDefault="008141A0" w:rsidP="008765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76548">
              <w:rPr>
                <w:rFonts w:ascii="Times New Roman" w:hAnsi="Times New Roman"/>
                <w:color w:val="000000"/>
                <w:lang w:eastAsia="ru-RU"/>
              </w:rPr>
              <w:t>-2,000</w:t>
            </w:r>
          </w:p>
        </w:tc>
      </w:tr>
    </w:tbl>
    <w:p w:rsidR="008141A0" w:rsidRDefault="008141A0" w:rsidP="002002F3">
      <w:pPr>
        <w:keepNext/>
        <w:spacing w:after="0" w:line="240" w:lineRule="auto"/>
        <w:ind w:right="-2"/>
        <w:outlineLvl w:val="1"/>
      </w:pPr>
      <w:r>
        <w:br w:type="textWrapping" w:clear="all"/>
      </w:r>
    </w:p>
    <w:tbl>
      <w:tblPr>
        <w:tblW w:w="13800" w:type="dxa"/>
        <w:tblInd w:w="95" w:type="dxa"/>
        <w:tblLook w:val="0000"/>
      </w:tblPr>
      <w:tblGrid>
        <w:gridCol w:w="3455"/>
        <w:gridCol w:w="567"/>
        <w:gridCol w:w="650"/>
        <w:gridCol w:w="650"/>
        <w:gridCol w:w="1301"/>
        <w:gridCol w:w="542"/>
        <w:gridCol w:w="588"/>
        <w:gridCol w:w="1414"/>
        <w:gridCol w:w="1414"/>
        <w:gridCol w:w="1292"/>
        <w:gridCol w:w="1382"/>
        <w:gridCol w:w="1436"/>
      </w:tblGrid>
      <w:tr w:rsidR="008141A0" w:rsidRPr="008118F8" w:rsidTr="008118F8">
        <w:trPr>
          <w:trHeight w:val="900"/>
        </w:trPr>
        <w:tc>
          <w:tcPr>
            <w:tcW w:w="1380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41A0" w:rsidRDefault="008141A0" w:rsidP="008118F8">
            <w:pPr>
              <w:spacing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18F8">
              <w:rPr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bookmarkStart w:id="2" w:name="RANGE!B1:M189"/>
            <w:bookmarkEnd w:id="2"/>
            <w:r w:rsidRPr="008118F8">
              <w:rPr>
                <w:b/>
                <w:bCs/>
                <w:color w:val="000000"/>
                <w:sz w:val="16"/>
                <w:szCs w:val="16"/>
                <w:lang w:eastAsia="ru-RU"/>
              </w:rPr>
              <w:t xml:space="preserve">Приложение №5 к </w:t>
            </w:r>
            <w:r>
              <w:rPr>
                <w:b/>
                <w:bCs/>
                <w:color w:val="000000"/>
                <w:sz w:val="16"/>
                <w:szCs w:val="16"/>
                <w:lang w:eastAsia="ru-RU"/>
              </w:rPr>
              <w:t>Решени</w:t>
            </w:r>
            <w:r w:rsidRPr="008118F8">
              <w:rPr>
                <w:b/>
                <w:bCs/>
                <w:color w:val="000000"/>
                <w:sz w:val="16"/>
                <w:szCs w:val="16"/>
                <w:lang w:eastAsia="ru-RU"/>
              </w:rPr>
              <w:t xml:space="preserve">ю Речицкого сельского   Совета народных депутатов от </w:t>
            </w:r>
            <w:r>
              <w:t>12.05. 2023г. № 19/67-сс</w:t>
            </w:r>
          </w:p>
          <w:p w:rsidR="008141A0" w:rsidRPr="008118F8" w:rsidRDefault="008141A0" w:rsidP="008118F8">
            <w:pPr>
              <w:spacing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18F8">
              <w:rPr>
                <w:b/>
                <w:bCs/>
                <w:color w:val="000000"/>
                <w:sz w:val="16"/>
                <w:szCs w:val="16"/>
                <w:lang w:eastAsia="ru-RU"/>
              </w:rPr>
              <w:t xml:space="preserve"> "Об исполнении бюджета Речицкого сельского поселения Ливенского района" за 1 квартал 2023 года </w:t>
            </w:r>
          </w:p>
        </w:tc>
      </w:tr>
      <w:tr w:rsidR="008141A0" w:rsidRPr="008118F8" w:rsidTr="008118F8">
        <w:trPr>
          <w:trHeight w:val="615"/>
        </w:trPr>
        <w:tc>
          <w:tcPr>
            <w:tcW w:w="138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Отчет по ведомственной структуре расходов бюджета Речицкого сельского поселения Ливенского района  за 1 квартал 2023года </w:t>
            </w:r>
          </w:p>
        </w:tc>
      </w:tr>
      <w:tr w:rsidR="008141A0" w:rsidRPr="008118F8" w:rsidTr="008118F8">
        <w:trPr>
          <w:trHeight w:val="300"/>
        </w:trPr>
        <w:tc>
          <w:tcPr>
            <w:tcW w:w="138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тыс.руб.</w:t>
            </w:r>
          </w:p>
        </w:tc>
      </w:tr>
      <w:tr w:rsidR="008141A0" w:rsidRPr="008118F8" w:rsidTr="008118F8">
        <w:trPr>
          <w:trHeight w:val="171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Вед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РПр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Пр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ЦСт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Ист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Утверждено  на 2023 год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Утверждено на 2023 год соглас-но сводной бюджетной росписи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Исполнено за   2023 год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Процент исполнения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Отклонения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Сумма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color w:val="000000"/>
                <w:lang w:eastAsia="ru-RU"/>
              </w:rPr>
            </w:pPr>
            <w:r w:rsidRPr="008118F8">
              <w:rPr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color w:val="000000"/>
                <w:lang w:eastAsia="ru-RU"/>
              </w:rPr>
            </w:pPr>
            <w:r w:rsidRPr="008118F8">
              <w:rPr>
                <w:color w:val="000000"/>
                <w:lang w:eastAsia="ru-RU"/>
              </w:rPr>
              <w:t> 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4708,375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4706,875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875,685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18,604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-3831,190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Средства поселений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3808,102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3806,602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828,111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21,755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-2978,491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737,973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737,973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21,013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2,847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-716,960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Областные средства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162,300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162,300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26,561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16,365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-135,739</w:t>
            </w:r>
          </w:p>
        </w:tc>
      </w:tr>
      <w:tr w:rsidR="008141A0" w:rsidRPr="008118F8" w:rsidTr="008118F8">
        <w:trPr>
          <w:trHeight w:val="114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АДМИНИСТРАЦИЯ Речицкого СЕЛЬСКОГО ПОСЕЛЕНИЯ ЛИВЕНСКОГО РАЙОНА ОРЛОВСКОЙ ОБЛАСТИ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4708,375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4706,875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875,685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18,604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-3831,190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Средства поселений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3808,102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3806,602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828,111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21,755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-2978,491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737,973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737,973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21,013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2,847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-716,960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162,300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162,300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26,561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16,365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-135,739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2141,701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2141,701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633,586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29,583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-1508,115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3808,102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3806,602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828,111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21,755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-2978,491</w:t>
            </w:r>
          </w:p>
        </w:tc>
      </w:tr>
      <w:tr w:rsidR="008141A0" w:rsidRPr="008118F8" w:rsidTr="008118F8">
        <w:trPr>
          <w:trHeight w:val="9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148,578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26,007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-422,729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148,578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26,007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-422,729</w:t>
            </w:r>
          </w:p>
        </w:tc>
      </w:tr>
      <w:tr w:rsidR="008141A0" w:rsidRPr="008118F8" w:rsidTr="008118F8">
        <w:trPr>
          <w:trHeight w:val="87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Глава муниципального образования в рамках непрограммной части бюджета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5100078010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148,578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26,007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-422,729</w:t>
            </w:r>
          </w:p>
        </w:tc>
      </w:tr>
      <w:tr w:rsidR="008141A0" w:rsidRPr="008118F8" w:rsidTr="008118F8">
        <w:trPr>
          <w:trHeight w:val="169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5100078010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148,578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26,007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-422,729</w:t>
            </w:r>
          </w:p>
        </w:tc>
      </w:tr>
      <w:tr w:rsidR="008141A0" w:rsidRPr="008118F8" w:rsidTr="008118F8">
        <w:trPr>
          <w:trHeight w:val="6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5100078010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148,578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26,007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-422,729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5100078010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148,578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26,007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-422,729</w:t>
            </w:r>
          </w:p>
        </w:tc>
      </w:tr>
      <w:tr w:rsidR="008141A0" w:rsidRPr="008118F8" w:rsidTr="008118F8">
        <w:trPr>
          <w:trHeight w:val="139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1527,441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1527,441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481,508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31,524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-1045,933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1527,441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1527,441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481,508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31,524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-1045,933</w:t>
            </w:r>
          </w:p>
        </w:tc>
      </w:tr>
      <w:tr w:rsidR="008141A0" w:rsidRPr="008118F8" w:rsidTr="008118F8">
        <w:trPr>
          <w:trHeight w:val="6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Содержание органов местного самоуправления в рамках непрограммной части бюджета района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5100078020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1363,772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1363,772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460,495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33,766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-903,277</w:t>
            </w:r>
          </w:p>
        </w:tc>
      </w:tr>
      <w:tr w:rsidR="008141A0" w:rsidRPr="008118F8" w:rsidTr="008118F8">
        <w:trPr>
          <w:trHeight w:val="15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5100078020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963,766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963,766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406,249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42,152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-557,517</w:t>
            </w:r>
          </w:p>
        </w:tc>
      </w:tr>
      <w:tr w:rsidR="008141A0" w:rsidRPr="008118F8" w:rsidTr="008118F8">
        <w:trPr>
          <w:trHeight w:val="6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5100078020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963,766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963,766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406,249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42,152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-557,517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5100078020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963,766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963,766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406,249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42,152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-557,517</w:t>
            </w:r>
          </w:p>
        </w:tc>
      </w:tr>
      <w:tr w:rsidR="008141A0" w:rsidRPr="008118F8" w:rsidTr="008118F8">
        <w:trPr>
          <w:trHeight w:val="6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5100078020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395,006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395,006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54,246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13,733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-340,760</w:t>
            </w:r>
          </w:p>
        </w:tc>
      </w:tr>
      <w:tr w:rsidR="008141A0" w:rsidRPr="008118F8" w:rsidTr="008118F8">
        <w:trPr>
          <w:trHeight w:val="9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5100078020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395,006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395,006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54,246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13,733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-340,760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5100078020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395,006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395,006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54,246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13,733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-340,760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5100078020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-5,000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5100078020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-5,000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5100078020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-5,000</w:t>
            </w:r>
          </w:p>
        </w:tc>
      </w:tr>
      <w:tr w:rsidR="008141A0" w:rsidRPr="008118F8" w:rsidTr="008118F8">
        <w:trPr>
          <w:trHeight w:val="21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Выполнение полномочий по организации в границах поселения электро-, тепло-,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5100079090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163,669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163,669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21,013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12,839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-142,656</w:t>
            </w:r>
          </w:p>
        </w:tc>
      </w:tr>
      <w:tr w:rsidR="008141A0" w:rsidRPr="008118F8" w:rsidTr="008118F8">
        <w:trPr>
          <w:trHeight w:val="15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5100079090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163,669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163,669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21,013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12,839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-142,656</w:t>
            </w:r>
          </w:p>
        </w:tc>
      </w:tr>
      <w:tr w:rsidR="008141A0" w:rsidRPr="008118F8" w:rsidTr="008118F8">
        <w:trPr>
          <w:trHeight w:val="6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5100079090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163,669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163,669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21,013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12,839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-142,656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5100079090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163,669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163,669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21,013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12,839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-142,656</w:t>
            </w:r>
          </w:p>
        </w:tc>
      </w:tr>
      <w:tr w:rsidR="008141A0" w:rsidRPr="008118F8" w:rsidTr="008118F8">
        <w:trPr>
          <w:trHeight w:val="12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Обеспечение деятельности финансовых,налоговых и таможенных органов и органов  финансового(финансово-бюджетного) надзора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14,453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14,453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-14,453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14,453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14,453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-14,453</w:t>
            </w:r>
          </w:p>
        </w:tc>
      </w:tr>
      <w:tr w:rsidR="008141A0" w:rsidRPr="008118F8" w:rsidTr="008118F8">
        <w:trPr>
          <w:trHeight w:val="9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Расходы по осуществлению внешнего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5100079100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0,202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0,202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-0,202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5100079100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0,202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0,202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-0,202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5100079100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0,202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0,202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-0,202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5100079100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0,202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0,202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-0,202</w:t>
            </w:r>
          </w:p>
        </w:tc>
      </w:tr>
      <w:tr w:rsidR="008141A0" w:rsidRPr="008118F8" w:rsidTr="008118F8">
        <w:trPr>
          <w:trHeight w:val="9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Расходы по осуществлению внутреннего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5100079170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14,251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14,251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-14,251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5100079170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14,251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14,251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-14,251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5100079170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14,251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14,251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-14,251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Средсва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5100079170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14,251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14,251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-14,251</w:t>
            </w:r>
          </w:p>
        </w:tc>
      </w:tr>
      <w:tr w:rsidR="008141A0" w:rsidRPr="008118F8" w:rsidTr="008118F8">
        <w:trPr>
          <w:trHeight w:val="6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8141A0" w:rsidRPr="008118F8" w:rsidTr="008118F8">
        <w:trPr>
          <w:trHeight w:val="6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5100079190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8141A0" w:rsidRPr="008118F8" w:rsidTr="008118F8">
        <w:trPr>
          <w:trHeight w:val="6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Иные расходы, за исключением зарплаты государственных(муниципальных) служащих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5100079190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123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Специальные расходы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5100079190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880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5100079190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880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0111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-15,000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0111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-15,000</w:t>
            </w:r>
          </w:p>
        </w:tc>
      </w:tr>
      <w:tr w:rsidR="008141A0" w:rsidRPr="008118F8" w:rsidTr="008118F8">
        <w:trPr>
          <w:trHeight w:val="9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Резервные фонды местных администраций в рамках непрограммной части бюджета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0111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5100078040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-15,000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0111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5100078040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-15,000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Резервные средства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0111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5100078040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870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-15,000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0111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5100078040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870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-15,000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13,500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13,500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3,500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25,926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13,500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13,500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3,500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25,926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8141A0" w:rsidRPr="008118F8" w:rsidTr="008118F8">
        <w:trPr>
          <w:trHeight w:val="9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 xml:space="preserve">Выполнение других обязательств органов местного самоуправления в рамках непрограммной части бюджета поселения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5100078090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13,500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13,500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3,500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25,926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8141A0" w:rsidRPr="008118F8" w:rsidTr="008118F8">
        <w:trPr>
          <w:trHeight w:val="6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5100078090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8141A0" w:rsidRPr="008118F8" w:rsidTr="008118F8">
        <w:trPr>
          <w:trHeight w:val="9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5100078090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5100078090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11,500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5100078090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3,500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3,500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3,500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5100078090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3,500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3,500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175,000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1,500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0113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5100078090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3,500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3,500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3,500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162,300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162,300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26,561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16,365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-135,739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0200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0203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162,300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162,300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26,561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16,365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-135,739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0200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0203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162,300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162,300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26,561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16,365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-135,739</w:t>
            </w:r>
          </w:p>
        </w:tc>
      </w:tr>
      <w:tr w:rsidR="008141A0" w:rsidRPr="008118F8" w:rsidTr="008118F8">
        <w:trPr>
          <w:trHeight w:val="12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непрограммной части  бюджета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0200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0203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5100051180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162,300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162,300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26,561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16,365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-135,739</w:t>
            </w:r>
          </w:p>
        </w:tc>
      </w:tr>
      <w:tr w:rsidR="008141A0" w:rsidRPr="008118F8" w:rsidTr="008118F8">
        <w:trPr>
          <w:trHeight w:val="216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0200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0203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5100051180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159,037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159,037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26,561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16,701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-132,476</w:t>
            </w:r>
          </w:p>
        </w:tc>
      </w:tr>
      <w:tr w:rsidR="008141A0" w:rsidRPr="008118F8" w:rsidTr="008118F8">
        <w:trPr>
          <w:trHeight w:val="6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0200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0203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5100051180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159,037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159,037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26,561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16,701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-132,476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0200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0203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5100051180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159,037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159,037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26,561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16,701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-132,476</w:t>
            </w:r>
          </w:p>
        </w:tc>
      </w:tr>
      <w:tr w:rsidR="008141A0" w:rsidRPr="008118F8" w:rsidTr="008118F8">
        <w:trPr>
          <w:trHeight w:val="6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0200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0203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5100051180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3,263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3,263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-3,263</w:t>
            </w:r>
          </w:p>
        </w:tc>
      </w:tr>
      <w:tr w:rsidR="008141A0" w:rsidRPr="008118F8" w:rsidTr="008118F8">
        <w:trPr>
          <w:trHeight w:val="9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0200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0203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5100051180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3,263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3,263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-3,263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0200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0203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5100051180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3,263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3,263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-3,263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247,764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247,764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-247,764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0400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0409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-247,764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0400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0409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8141A0" w:rsidRPr="008118F8" w:rsidTr="008118F8">
        <w:trPr>
          <w:trHeight w:val="36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Проектирование, строительство, реконструкция, капитальный ремонт, ремонт автомобильных дорог местного значения в границах населенных пунктов  Речицкого сельского поселения Ливенского района, а также содержание автомобильных дорог местного значения за счет средств дорожного фонда и иных мероприятий предусмотренных порядком формирования и использования бюджетных ассигнований муниципального дорожного фонда в рамках непрограммной части бюджета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0400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0409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5100078120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-247,764</w:t>
            </w:r>
          </w:p>
        </w:tc>
      </w:tr>
      <w:tr w:rsidR="008141A0" w:rsidRPr="008118F8" w:rsidTr="008118F8">
        <w:trPr>
          <w:trHeight w:val="6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0400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0409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5100078120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-247,764</w:t>
            </w:r>
          </w:p>
        </w:tc>
      </w:tr>
      <w:tr w:rsidR="008141A0" w:rsidRPr="008118F8" w:rsidTr="008118F8">
        <w:trPr>
          <w:trHeight w:val="9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0400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0409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5100078120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-247,764</w:t>
            </w:r>
          </w:p>
        </w:tc>
      </w:tr>
      <w:tr w:rsidR="008141A0" w:rsidRPr="008118F8" w:rsidTr="008118F8">
        <w:trPr>
          <w:trHeight w:val="79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0400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0409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5100078120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-247,764</w:t>
            </w:r>
          </w:p>
        </w:tc>
      </w:tr>
      <w:tr w:rsidR="008141A0" w:rsidRPr="008118F8" w:rsidTr="008118F8">
        <w:trPr>
          <w:trHeight w:val="57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572,240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572,240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15,538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2,715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-556,702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Коммунальное хозяйство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-180,810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-180,810</w:t>
            </w:r>
          </w:p>
        </w:tc>
      </w:tr>
      <w:tr w:rsidR="008141A0" w:rsidRPr="008118F8" w:rsidTr="008118F8">
        <w:trPr>
          <w:trHeight w:val="21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Выполнение части полномочий по организации в границах поселения электро-, тепло-,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5100079090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-180,810</w:t>
            </w:r>
          </w:p>
        </w:tc>
      </w:tr>
      <w:tr w:rsidR="008141A0" w:rsidRPr="008118F8" w:rsidTr="008118F8">
        <w:trPr>
          <w:trHeight w:val="6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5100079090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-180,810</w:t>
            </w:r>
          </w:p>
        </w:tc>
      </w:tr>
      <w:tr w:rsidR="008141A0" w:rsidRPr="008118F8" w:rsidTr="008118F8">
        <w:trPr>
          <w:trHeight w:val="9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5100079090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-180,810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5100079090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-180,810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391,430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346,430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15,538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4,485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-330,892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245,700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245,700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15,538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6,324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230,162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Уличное освещение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5100079030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130,000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85,000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15,538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18,280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-69,462</w:t>
            </w:r>
          </w:p>
        </w:tc>
      </w:tr>
      <w:tr w:rsidR="008141A0" w:rsidRPr="008118F8" w:rsidTr="008118F8">
        <w:trPr>
          <w:trHeight w:val="6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5100079030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130,000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85,000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15,538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18,280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-69,462</w:t>
            </w:r>
          </w:p>
        </w:tc>
      </w:tr>
      <w:tr w:rsidR="008141A0" w:rsidRPr="008118F8" w:rsidTr="008118F8">
        <w:trPr>
          <w:trHeight w:val="9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5100079030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130,000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85,000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15,538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18,280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-69,462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5100079030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130,000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130,000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15,538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11,952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-114,462</w:t>
            </w:r>
          </w:p>
        </w:tc>
      </w:tr>
      <w:tr w:rsidR="008141A0" w:rsidRPr="008118F8" w:rsidTr="008118F8">
        <w:trPr>
          <w:trHeight w:val="6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5100079040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115,700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115,700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8118F8">
              <w:rPr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-115,700</w:t>
            </w:r>
          </w:p>
        </w:tc>
      </w:tr>
      <w:tr w:rsidR="008141A0" w:rsidRPr="008118F8" w:rsidTr="008118F8">
        <w:trPr>
          <w:trHeight w:val="6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5100079040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115,700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115,700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8118F8">
              <w:rPr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-115,700</w:t>
            </w:r>
          </w:p>
        </w:tc>
      </w:tr>
      <w:tr w:rsidR="008141A0" w:rsidRPr="008118F8" w:rsidTr="008118F8">
        <w:trPr>
          <w:trHeight w:val="9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5100079040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115,700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115,700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8118F8">
              <w:rPr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-115,700</w:t>
            </w:r>
          </w:p>
        </w:tc>
      </w:tr>
      <w:tr w:rsidR="008141A0" w:rsidRPr="008118F8" w:rsidTr="008118F8">
        <w:trPr>
          <w:trHeight w:val="40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5100079040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115,700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115,700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8118F8">
              <w:rPr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-115,700</w:t>
            </w:r>
          </w:p>
        </w:tc>
      </w:tr>
      <w:tr w:rsidR="008141A0" w:rsidRPr="008118F8" w:rsidTr="008118F8">
        <w:trPr>
          <w:trHeight w:val="54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143,330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143,330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8118F8">
              <w:rPr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-143,330</w:t>
            </w:r>
          </w:p>
        </w:tc>
      </w:tr>
      <w:tr w:rsidR="008141A0" w:rsidRPr="008118F8" w:rsidTr="008118F8">
        <w:trPr>
          <w:trHeight w:val="178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Выполнение полномочий по организации ритуальных услуг населению и содержанию мест захоронений в рамках непрограммной части бюджета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5100079110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143,330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143,330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8118F8">
              <w:rPr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-143,330</w:t>
            </w:r>
          </w:p>
        </w:tc>
      </w:tr>
      <w:tr w:rsidR="008141A0" w:rsidRPr="008118F8" w:rsidTr="008118F8">
        <w:trPr>
          <w:trHeight w:val="109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5100079110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143,330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143,330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8118F8">
              <w:rPr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-143,330</w:t>
            </w:r>
          </w:p>
        </w:tc>
      </w:tr>
      <w:tr w:rsidR="008141A0" w:rsidRPr="008118F8" w:rsidTr="008118F8">
        <w:trPr>
          <w:trHeight w:val="124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5100079110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143,330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143,330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8118F8">
              <w:rPr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-143,330</w:t>
            </w:r>
          </w:p>
        </w:tc>
      </w:tr>
      <w:tr w:rsidR="008141A0" w:rsidRPr="008118F8" w:rsidTr="008118F8">
        <w:trPr>
          <w:trHeight w:val="57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5100079110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143,330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143,330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8118F8">
              <w:rPr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-143,330</w:t>
            </w:r>
          </w:p>
        </w:tc>
      </w:tr>
      <w:tr w:rsidR="008141A0" w:rsidRPr="008118F8" w:rsidTr="008118F8">
        <w:trPr>
          <w:trHeight w:val="12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Выполнение части полномочий по обеспечению безопасности людей на водных объектах, охране их жизни и здоровья в рамках непрограммной части бюджета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5100079140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2,400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2,400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8118F8">
              <w:rPr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-2,400</w:t>
            </w:r>
          </w:p>
        </w:tc>
      </w:tr>
      <w:tr w:rsidR="008141A0" w:rsidRPr="008118F8" w:rsidTr="008118F8">
        <w:trPr>
          <w:trHeight w:val="6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5100079140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2,400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2,400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8118F8">
              <w:rPr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-2,400</w:t>
            </w:r>
          </w:p>
        </w:tc>
      </w:tr>
      <w:tr w:rsidR="008141A0" w:rsidRPr="008118F8" w:rsidTr="008118F8">
        <w:trPr>
          <w:trHeight w:val="9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5100079140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2,400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2,400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8118F8">
              <w:rPr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-2,400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5100079140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2,400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2,400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8118F8">
              <w:rPr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-2,400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-10,000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0700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0707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0700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0707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Проведение мероприятий  для детей и молодежи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0700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0707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5100079050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8141A0" w:rsidRPr="008118F8" w:rsidTr="008118F8">
        <w:trPr>
          <w:trHeight w:val="6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0700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0707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5100079050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8141A0" w:rsidRPr="008118F8" w:rsidTr="008118F8">
        <w:trPr>
          <w:trHeight w:val="9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0700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0707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5100079050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0700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0707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5100079050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1405,370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1405,370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14,231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-1205,370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0800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200,000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14,231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-1205,370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0800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200,000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14,231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-1205,370</w:t>
            </w:r>
          </w:p>
        </w:tc>
      </w:tr>
      <w:tr w:rsidR="008141A0" w:rsidRPr="008118F8" w:rsidTr="008118F8">
        <w:trPr>
          <w:trHeight w:val="9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Организация досуга и обеспечение жителей поселения услугами организаций культуры в рамках непрограммной части бюджета района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0800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5100079080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200,000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14,231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-1205,370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0800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5100079080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200,000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14,231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-1205,370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0800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5100079080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200,000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14,231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-1205,370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0800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0801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5100079080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200,000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14,231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-1205,370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155,500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155,500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-155,500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-155,500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-155,500</w:t>
            </w:r>
          </w:p>
        </w:tc>
      </w:tr>
      <w:tr w:rsidR="008141A0" w:rsidRPr="008118F8" w:rsidTr="008118F8">
        <w:trPr>
          <w:trHeight w:val="9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Доплаты к пенсиям муниципальных служащих в рамках непрограммной части бюджета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5100078220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-155,500</w:t>
            </w:r>
          </w:p>
        </w:tc>
      </w:tr>
      <w:tr w:rsidR="008141A0" w:rsidRPr="008118F8" w:rsidTr="008118F8">
        <w:trPr>
          <w:trHeight w:val="6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5100078220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-155,500</w:t>
            </w:r>
          </w:p>
        </w:tc>
      </w:tr>
      <w:tr w:rsidR="008141A0" w:rsidRPr="008118F8" w:rsidTr="008118F8">
        <w:trPr>
          <w:trHeight w:val="6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5100078220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-155,500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5100078220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-155,500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-10,000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Массовый спорт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1102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5100072650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8141A0" w:rsidRPr="008118F8" w:rsidTr="008118F8">
        <w:trPr>
          <w:trHeight w:val="6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1102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5100079060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8141A0" w:rsidRPr="008118F8" w:rsidTr="008118F8">
        <w:trPr>
          <w:trHeight w:val="9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1102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5100079060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1102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5100079060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8141A0" w:rsidRPr="008118F8" w:rsidTr="008118F8">
        <w:trPr>
          <w:trHeight w:val="6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1102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5100079060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1102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5100079060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123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8141A0" w:rsidRPr="008118F8" w:rsidTr="008118F8">
        <w:trPr>
          <w:trHeight w:val="855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1300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-2,000</w:t>
            </w:r>
          </w:p>
        </w:tc>
      </w:tr>
      <w:tr w:rsidR="008141A0" w:rsidRPr="008118F8" w:rsidTr="008118F8">
        <w:trPr>
          <w:trHeight w:val="6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1300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1301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-2,000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1300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1301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-2,000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1300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1301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5100079070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8118F8">
              <w:rPr>
                <w:color w:val="000000"/>
                <w:lang w:eastAsia="ru-RU"/>
              </w:rPr>
              <w:t>0,000</w:t>
            </w:r>
          </w:p>
        </w:tc>
      </w:tr>
      <w:tr w:rsidR="008141A0" w:rsidRPr="008118F8" w:rsidTr="008118F8">
        <w:trPr>
          <w:trHeight w:val="6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Обслуживание государственного (муниципального )долга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1300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1301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5100079070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8118F8">
              <w:rPr>
                <w:color w:val="000000"/>
                <w:lang w:eastAsia="ru-RU"/>
              </w:rPr>
              <w:t>0,000</w:t>
            </w:r>
          </w:p>
        </w:tc>
      </w:tr>
      <w:tr w:rsidR="008141A0" w:rsidRPr="008118F8" w:rsidTr="008118F8">
        <w:trPr>
          <w:trHeight w:val="6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Обслуживание муниципального внутреннего долга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1300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1301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5100079070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8118F8">
              <w:rPr>
                <w:color w:val="000000"/>
                <w:lang w:eastAsia="ru-RU"/>
              </w:rPr>
              <w:t>0,000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1300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1301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5100079070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730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8118F8">
              <w:rPr>
                <w:color w:val="000000"/>
                <w:lang w:eastAsia="ru-RU"/>
              </w:rPr>
              <w:t>0,000</w:t>
            </w:r>
          </w:p>
        </w:tc>
      </w:tr>
      <w:tr w:rsidR="008141A0" w:rsidRPr="008118F8" w:rsidTr="008118F8">
        <w:trPr>
          <w:trHeight w:val="300"/>
        </w:trPr>
        <w:tc>
          <w:tcPr>
            <w:tcW w:w="3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1300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1301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5100079070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730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8118F8">
              <w:rPr>
                <w:color w:val="000000"/>
                <w:lang w:eastAsia="ru-RU"/>
              </w:rPr>
              <w:t>0,000</w:t>
            </w:r>
          </w:p>
        </w:tc>
      </w:tr>
    </w:tbl>
    <w:p w:rsidR="008141A0" w:rsidRDefault="008141A0" w:rsidP="002002F3">
      <w:pPr>
        <w:keepNext/>
        <w:spacing w:after="0" w:line="240" w:lineRule="auto"/>
        <w:ind w:right="-2"/>
        <w:outlineLvl w:val="1"/>
      </w:pPr>
    </w:p>
    <w:tbl>
      <w:tblPr>
        <w:tblW w:w="12180" w:type="dxa"/>
        <w:tblInd w:w="95" w:type="dxa"/>
        <w:tblLook w:val="0000"/>
      </w:tblPr>
      <w:tblGrid>
        <w:gridCol w:w="5405"/>
        <w:gridCol w:w="1474"/>
        <w:gridCol w:w="1474"/>
        <w:gridCol w:w="1348"/>
        <w:gridCol w:w="1566"/>
        <w:gridCol w:w="1512"/>
      </w:tblGrid>
      <w:tr w:rsidR="008141A0" w:rsidRPr="008118F8" w:rsidTr="008118F8">
        <w:trPr>
          <w:trHeight w:val="600"/>
        </w:trPr>
        <w:tc>
          <w:tcPr>
            <w:tcW w:w="1218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lang w:eastAsia="ru-RU"/>
              </w:rPr>
            </w:pPr>
            <w:r w:rsidRPr="008118F8">
              <w:rPr>
                <w:rFonts w:ascii="Arial" w:hAnsi="Arial"/>
                <w:sz w:val="20"/>
                <w:szCs w:val="20"/>
                <w:lang w:eastAsia="ru-RU"/>
              </w:rPr>
              <w:t>Приложение 6</w:t>
            </w:r>
          </w:p>
        </w:tc>
      </w:tr>
      <w:tr w:rsidR="008141A0" w:rsidRPr="008118F8" w:rsidTr="008118F8">
        <w:trPr>
          <w:trHeight w:val="765"/>
        </w:trPr>
        <w:tc>
          <w:tcPr>
            <w:tcW w:w="12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41A0" w:rsidRDefault="008141A0" w:rsidP="008118F8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lang w:eastAsia="ru-RU"/>
              </w:rPr>
            </w:pPr>
            <w:r w:rsidRPr="008118F8">
              <w:rPr>
                <w:rFonts w:ascii="Arial" w:hAnsi="Arial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Arial" w:hAnsi="Arial"/>
                <w:sz w:val="20"/>
                <w:szCs w:val="20"/>
                <w:lang w:eastAsia="ru-RU"/>
              </w:rPr>
              <w:t>Решению</w:t>
            </w:r>
            <w:r w:rsidRPr="008118F8">
              <w:rPr>
                <w:rFonts w:ascii="Arial" w:hAnsi="Arial"/>
                <w:sz w:val="20"/>
                <w:szCs w:val="20"/>
                <w:lang w:eastAsia="ru-RU"/>
              </w:rPr>
              <w:t xml:space="preserve">   Речицкого сельского   Совета народных депутатов от  </w:t>
            </w:r>
            <w:r>
              <w:t>12.05. 2023г. № 19/67-сс</w:t>
            </w:r>
            <w:r w:rsidRPr="008118F8">
              <w:rPr>
                <w:rFonts w:ascii="Arial" w:hAnsi="Arial"/>
                <w:sz w:val="20"/>
                <w:szCs w:val="20"/>
                <w:lang w:eastAsia="ru-RU"/>
              </w:rPr>
              <w:t xml:space="preserve"> </w:t>
            </w:r>
          </w:p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lang w:eastAsia="ru-RU"/>
              </w:rPr>
            </w:pPr>
            <w:r w:rsidRPr="008118F8">
              <w:rPr>
                <w:rFonts w:ascii="Arial" w:hAnsi="Arial"/>
                <w:sz w:val="20"/>
                <w:szCs w:val="20"/>
                <w:lang w:eastAsia="ru-RU"/>
              </w:rPr>
              <w:t xml:space="preserve">"Об исполнении бюджета Речицкого сельского поселения Ливенского района" за 1 квартал 2023года </w:t>
            </w:r>
            <w:r w:rsidRPr="008118F8">
              <w:rPr>
                <w:rFonts w:ascii="Arial" w:hAnsi="Arial"/>
                <w:sz w:val="20"/>
                <w:szCs w:val="20"/>
                <w:lang w:eastAsia="ru-RU"/>
              </w:rPr>
              <w:br/>
              <w:t xml:space="preserve"> </w:t>
            </w:r>
          </w:p>
        </w:tc>
      </w:tr>
      <w:tr w:rsidR="008141A0" w:rsidRPr="008118F8" w:rsidTr="008118F8">
        <w:trPr>
          <w:trHeight w:val="255"/>
        </w:trPr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</w:tr>
      <w:tr w:rsidR="008141A0" w:rsidRPr="008118F8" w:rsidTr="008118F8">
        <w:trPr>
          <w:trHeight w:val="1185"/>
        </w:trPr>
        <w:tc>
          <w:tcPr>
            <w:tcW w:w="121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  <w:t>Исполнение программы муниципальных внутренних заимствований Речицкого сельского поселения</w:t>
            </w:r>
            <w:r w:rsidRPr="008118F8"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  <w:br/>
              <w:t>за  1 квартал 2023 года</w:t>
            </w:r>
          </w:p>
        </w:tc>
      </w:tr>
      <w:tr w:rsidR="008141A0" w:rsidRPr="008118F8" w:rsidTr="008118F8">
        <w:trPr>
          <w:trHeight w:val="255"/>
        </w:trPr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lang w:eastAsia="ru-RU"/>
              </w:rPr>
            </w:pPr>
            <w:r w:rsidRPr="008118F8">
              <w:rPr>
                <w:rFonts w:ascii="Arial" w:hAnsi="Arial"/>
                <w:sz w:val="20"/>
                <w:szCs w:val="20"/>
                <w:lang w:eastAsia="ru-RU"/>
              </w:rPr>
              <w:t>тыс.руб.</w:t>
            </w:r>
          </w:p>
        </w:tc>
      </w:tr>
      <w:tr w:rsidR="008141A0" w:rsidRPr="008118F8" w:rsidTr="008118F8">
        <w:trPr>
          <w:trHeight w:val="855"/>
        </w:trPr>
        <w:tc>
          <w:tcPr>
            <w:tcW w:w="5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:lang w:eastAsia="ru-RU"/>
              </w:rPr>
            </w:pPr>
            <w:r w:rsidRPr="008118F8">
              <w:rPr>
                <w:rFonts w:ascii="Arial" w:hAnsi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Утверждено на 2023 год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Утверждено на 2018  год согласно сводной бюджетной росписи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Исполнено  2023 год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18F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отклонения от уточненного бюджета</w:t>
            </w:r>
          </w:p>
        </w:tc>
      </w:tr>
      <w:tr w:rsidR="008141A0" w:rsidRPr="008118F8" w:rsidTr="008118F8">
        <w:trPr>
          <w:trHeight w:val="705"/>
        </w:trPr>
        <w:tc>
          <w:tcPr>
            <w:tcW w:w="5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41A0" w:rsidRPr="008118F8" w:rsidTr="008118F8">
        <w:trPr>
          <w:trHeight w:val="645"/>
        </w:trPr>
        <w:tc>
          <w:tcPr>
            <w:tcW w:w="54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  <w:t>Внутренние заимствование (привлечение / погашение)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8141A0" w:rsidRPr="008118F8" w:rsidTr="008118F8">
        <w:trPr>
          <w:trHeight w:val="600"/>
        </w:trPr>
        <w:tc>
          <w:tcPr>
            <w:tcW w:w="54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8141A0" w:rsidRPr="008118F8" w:rsidTr="008118F8">
        <w:trPr>
          <w:trHeight w:val="300"/>
        </w:trPr>
        <w:tc>
          <w:tcPr>
            <w:tcW w:w="54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8141A0" w:rsidRPr="008118F8" w:rsidTr="008118F8">
        <w:trPr>
          <w:trHeight w:val="300"/>
        </w:trPr>
        <w:tc>
          <w:tcPr>
            <w:tcW w:w="54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Погашение основной суммы задолженности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8141A0" w:rsidRPr="008118F8" w:rsidTr="008118F8">
        <w:trPr>
          <w:trHeight w:val="570"/>
        </w:trPr>
        <w:tc>
          <w:tcPr>
            <w:tcW w:w="54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  <w:t>Бюджетные кредиты, полученные от других бюджетов бюджетной системы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8141A0" w:rsidRPr="008118F8" w:rsidTr="008118F8">
        <w:trPr>
          <w:trHeight w:val="300"/>
        </w:trPr>
        <w:tc>
          <w:tcPr>
            <w:tcW w:w="54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8141A0" w:rsidRPr="008118F8" w:rsidTr="008118F8">
        <w:trPr>
          <w:trHeight w:val="300"/>
        </w:trPr>
        <w:tc>
          <w:tcPr>
            <w:tcW w:w="54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Погашение основной суммы задолженности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</w:tbl>
    <w:p w:rsidR="008141A0" w:rsidRDefault="008141A0" w:rsidP="002002F3">
      <w:pPr>
        <w:keepNext/>
        <w:spacing w:after="0" w:line="240" w:lineRule="auto"/>
        <w:ind w:right="-2"/>
        <w:outlineLvl w:val="1"/>
      </w:pPr>
    </w:p>
    <w:tbl>
      <w:tblPr>
        <w:tblW w:w="9380" w:type="dxa"/>
        <w:tblInd w:w="95" w:type="dxa"/>
        <w:tblLook w:val="0000"/>
      </w:tblPr>
      <w:tblGrid>
        <w:gridCol w:w="700"/>
        <w:gridCol w:w="1120"/>
        <w:gridCol w:w="982"/>
        <w:gridCol w:w="1660"/>
        <w:gridCol w:w="4940"/>
      </w:tblGrid>
      <w:tr w:rsidR="008141A0" w:rsidRPr="008118F8" w:rsidTr="008118F8">
        <w:trPr>
          <w:trHeight w:val="217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lang w:eastAsia="ru-RU"/>
              </w:rPr>
            </w:pPr>
            <w:r w:rsidRPr="008118F8">
              <w:rPr>
                <w:rFonts w:ascii="Arial" w:hAnsi="Arial"/>
                <w:sz w:val="20"/>
                <w:szCs w:val="20"/>
                <w:lang w:eastAsia="ru-RU"/>
              </w:rPr>
              <w:t>Приложение 7</w:t>
            </w:r>
            <w:r w:rsidRPr="008118F8">
              <w:rPr>
                <w:rFonts w:ascii="Arial" w:hAnsi="Arial"/>
                <w:sz w:val="20"/>
                <w:szCs w:val="20"/>
                <w:lang w:eastAsia="ru-RU"/>
              </w:rPr>
              <w:br/>
            </w:r>
            <w:r w:rsidRPr="008118F8">
              <w:rPr>
                <w:rFonts w:ascii="Arial" w:hAnsi="Arial"/>
                <w:sz w:val="20"/>
                <w:szCs w:val="20"/>
                <w:lang w:eastAsia="ru-RU"/>
              </w:rPr>
              <w:br/>
              <w:t xml:space="preserve">к  </w:t>
            </w:r>
            <w:r>
              <w:rPr>
                <w:rFonts w:ascii="Arial" w:hAnsi="Arial"/>
                <w:sz w:val="20"/>
                <w:szCs w:val="20"/>
                <w:lang w:eastAsia="ru-RU"/>
              </w:rPr>
              <w:t>Решению</w:t>
            </w:r>
            <w:r w:rsidRPr="008118F8">
              <w:rPr>
                <w:rFonts w:ascii="Arial" w:hAnsi="Arial"/>
                <w:sz w:val="20"/>
                <w:szCs w:val="20"/>
                <w:lang w:eastAsia="ru-RU"/>
              </w:rPr>
              <w:t xml:space="preserve">  Речицкого сельского Совета народных депутатов  от </w:t>
            </w:r>
            <w:r>
              <w:t>12.05. 2023г. № 19/67-сс</w:t>
            </w:r>
            <w:r w:rsidRPr="008118F8">
              <w:rPr>
                <w:rFonts w:ascii="Arial" w:hAnsi="Arial"/>
                <w:sz w:val="20"/>
                <w:szCs w:val="20"/>
                <w:lang w:eastAsia="ru-RU"/>
              </w:rPr>
              <w:t xml:space="preserve">                  "Об исполнении бюджета Речицкого сельского поселения Ливенского района за  1 квартал 2023 года"</w:t>
            </w:r>
            <w:r w:rsidRPr="008118F8">
              <w:rPr>
                <w:rFonts w:ascii="Arial" w:hAnsi="Arial"/>
                <w:sz w:val="20"/>
                <w:szCs w:val="20"/>
                <w:lang w:eastAsia="ru-RU"/>
              </w:rPr>
              <w:br/>
              <w:t xml:space="preserve">       </w:t>
            </w:r>
          </w:p>
        </w:tc>
      </w:tr>
      <w:tr w:rsidR="008141A0" w:rsidRPr="008118F8" w:rsidTr="008118F8">
        <w:trPr>
          <w:trHeight w:val="1350"/>
        </w:trPr>
        <w:tc>
          <w:tcPr>
            <w:tcW w:w="93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ОТЧЕТ</w:t>
            </w:r>
            <w:r w:rsidRPr="008118F8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br/>
              <w:t xml:space="preserve">об использовании бюджетных ассигнований резервного фонда </w:t>
            </w:r>
            <w:r w:rsidRPr="008118F8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br/>
              <w:t xml:space="preserve">администрации Речицкого сельского поселения  за  </w:t>
            </w:r>
            <w:r w:rsidRPr="008118F8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br/>
              <w:t xml:space="preserve"> 1 квартал  2023 года</w:t>
            </w:r>
          </w:p>
        </w:tc>
      </w:tr>
      <w:tr w:rsidR="008141A0" w:rsidRPr="008118F8" w:rsidTr="008118F8">
        <w:trPr>
          <w:trHeight w:val="555"/>
        </w:trPr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Назначено  (руб.)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4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141A0" w:rsidRPr="008118F8" w:rsidTr="008118F8">
        <w:trPr>
          <w:trHeight w:val="720"/>
        </w:trPr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Использовано</w:t>
            </w:r>
            <w:r w:rsidRPr="008118F8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141A0" w:rsidRPr="008118F8" w:rsidTr="008118F8">
        <w:trPr>
          <w:trHeight w:val="465"/>
        </w:trPr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141A0" w:rsidRPr="008118F8" w:rsidTr="008118F8">
        <w:trPr>
          <w:trHeight w:val="465"/>
        </w:trPr>
        <w:tc>
          <w:tcPr>
            <w:tcW w:w="4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  <w:r w:rsidRPr="008118F8">
              <w:rPr>
                <w:rFonts w:ascii="Arial" w:hAnsi="Arial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141A0" w:rsidRPr="008118F8" w:rsidTr="008118F8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141A0" w:rsidRPr="008118F8" w:rsidTr="008118F8">
        <w:trPr>
          <w:trHeight w:val="5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№ п\п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№ распор.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Сумма  (руб.)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Цель</w:t>
            </w:r>
          </w:p>
        </w:tc>
      </w:tr>
      <w:tr w:rsidR="008141A0" w:rsidRPr="008118F8" w:rsidTr="008118F8">
        <w:trPr>
          <w:trHeight w:val="109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  <w:r w:rsidRPr="008118F8">
              <w:rPr>
                <w:rFonts w:ascii="Arial" w:hAnsi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  <w:r w:rsidRPr="008118F8">
              <w:rPr>
                <w:rFonts w:ascii="Arial" w:hAnsi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  <w:r w:rsidRPr="008118F8">
              <w:rPr>
                <w:rFonts w:ascii="Arial" w:hAnsi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  <w:r w:rsidRPr="008118F8">
              <w:rPr>
                <w:rFonts w:ascii="Arial" w:hAnsi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  <w:r w:rsidRPr="008118F8">
              <w:rPr>
                <w:rFonts w:ascii="Arial" w:hAnsi="Arial"/>
                <w:sz w:val="20"/>
                <w:szCs w:val="20"/>
                <w:lang w:eastAsia="ru-RU"/>
              </w:rPr>
              <w:t> </w:t>
            </w:r>
          </w:p>
        </w:tc>
      </w:tr>
      <w:tr w:rsidR="008141A0" w:rsidRPr="008118F8" w:rsidTr="008118F8">
        <w:trPr>
          <w:trHeight w:val="780"/>
        </w:trPr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8141A0" w:rsidRDefault="008141A0" w:rsidP="002002F3">
      <w:pPr>
        <w:keepNext/>
        <w:spacing w:after="0" w:line="240" w:lineRule="auto"/>
        <w:ind w:right="-2"/>
        <w:outlineLvl w:val="1"/>
      </w:pPr>
    </w:p>
    <w:tbl>
      <w:tblPr>
        <w:tblW w:w="7820" w:type="dxa"/>
        <w:tblInd w:w="95" w:type="dxa"/>
        <w:tblLook w:val="0000"/>
      </w:tblPr>
      <w:tblGrid>
        <w:gridCol w:w="3480"/>
        <w:gridCol w:w="2000"/>
        <w:gridCol w:w="2340"/>
      </w:tblGrid>
      <w:tr w:rsidR="008141A0" w:rsidRPr="008118F8" w:rsidTr="008118F8">
        <w:trPr>
          <w:trHeight w:val="1943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41A0" w:rsidRDefault="008141A0" w:rsidP="008118F8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:lang w:eastAsia="ru-RU"/>
              </w:rPr>
            </w:pPr>
            <w:r w:rsidRPr="008118F8">
              <w:rPr>
                <w:rFonts w:ascii="Arial" w:hAnsi="Arial"/>
                <w:sz w:val="20"/>
                <w:szCs w:val="20"/>
                <w:lang w:eastAsia="ru-RU"/>
              </w:rPr>
              <w:t xml:space="preserve">                                                 Приложение 8                           к </w:t>
            </w:r>
            <w:r>
              <w:rPr>
                <w:rFonts w:ascii="Arial" w:hAnsi="Arial"/>
                <w:sz w:val="20"/>
                <w:szCs w:val="20"/>
                <w:lang w:eastAsia="ru-RU"/>
              </w:rPr>
              <w:t>Решению</w:t>
            </w:r>
            <w:r w:rsidRPr="008118F8">
              <w:rPr>
                <w:rFonts w:ascii="Arial" w:hAnsi="Arial"/>
                <w:sz w:val="20"/>
                <w:szCs w:val="20"/>
                <w:lang w:eastAsia="ru-RU"/>
              </w:rPr>
              <w:t xml:space="preserve"> Речицкого сельского Совета народных депутатов </w:t>
            </w:r>
          </w:p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:lang w:eastAsia="ru-RU"/>
              </w:rPr>
            </w:pPr>
            <w:r w:rsidRPr="008118F8">
              <w:rPr>
                <w:rFonts w:ascii="Arial" w:hAnsi="Arial"/>
                <w:sz w:val="20"/>
                <w:szCs w:val="20"/>
                <w:lang w:eastAsia="ru-RU"/>
              </w:rPr>
              <w:t xml:space="preserve"> от </w:t>
            </w:r>
            <w:r>
              <w:t>12.05. 2023г. № 19/67-сс</w:t>
            </w:r>
            <w:r w:rsidRPr="008118F8">
              <w:rPr>
                <w:rFonts w:ascii="Arial" w:hAnsi="Arial"/>
                <w:sz w:val="20"/>
                <w:szCs w:val="20"/>
                <w:lang w:eastAsia="ru-RU"/>
              </w:rPr>
              <w:t xml:space="preserve"> "Об итогах исполнения бюджета Речицкого сельского поселения Ливенского района" за 1 квартал  2023 года </w:t>
            </w:r>
          </w:p>
        </w:tc>
      </w:tr>
      <w:tr w:rsidR="008141A0" w:rsidRPr="008118F8" w:rsidTr="008118F8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</w:tr>
      <w:tr w:rsidR="008141A0" w:rsidRPr="008118F8" w:rsidTr="008118F8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</w:tr>
      <w:tr w:rsidR="008141A0" w:rsidRPr="008118F8" w:rsidTr="008118F8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</w:tr>
      <w:tr w:rsidR="008141A0" w:rsidRPr="008118F8" w:rsidTr="008118F8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</w:tr>
      <w:tr w:rsidR="008141A0" w:rsidRPr="008118F8" w:rsidTr="008118F8">
        <w:trPr>
          <w:trHeight w:val="2085"/>
        </w:trPr>
        <w:tc>
          <w:tcPr>
            <w:tcW w:w="7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sz w:val="28"/>
                <w:szCs w:val="28"/>
                <w:lang w:eastAsia="ru-RU"/>
              </w:rPr>
              <w:t xml:space="preserve">Сведения о численности и фактических затратах на денежное содержание муниципальных служащих органов местного самоуправления и работников муниципальных учреждений финансируемых из  бюджета Речицкого поселения за   1 квартал 2023год </w:t>
            </w:r>
          </w:p>
        </w:tc>
      </w:tr>
      <w:tr w:rsidR="008141A0" w:rsidRPr="008118F8" w:rsidTr="008118F8">
        <w:trPr>
          <w:trHeight w:val="36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141A0" w:rsidRPr="008118F8" w:rsidTr="008118F8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</w:tr>
      <w:tr w:rsidR="008141A0" w:rsidRPr="008118F8" w:rsidTr="008118F8">
        <w:trPr>
          <w:trHeight w:val="255"/>
        </w:trPr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lang w:eastAsia="ru-RU"/>
              </w:rPr>
              <w:t> 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  <w:t>Численность</w:t>
            </w:r>
            <w:r w:rsidRPr="008118F8"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  <w:br/>
              <w:t>(ставки)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118F8" w:rsidRDefault="008141A0" w:rsidP="008118F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  <w:t>Денежное содержание</w:t>
            </w:r>
            <w:r w:rsidRPr="008118F8"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  <w:br/>
              <w:t>(тыс.руб.)</w:t>
            </w:r>
          </w:p>
        </w:tc>
      </w:tr>
      <w:tr w:rsidR="008141A0" w:rsidRPr="008118F8" w:rsidTr="008118F8">
        <w:trPr>
          <w:trHeight w:val="1695"/>
        </w:trPr>
        <w:tc>
          <w:tcPr>
            <w:tcW w:w="3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b/>
                <w:bCs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141A0" w:rsidRPr="008118F8" w:rsidTr="008118F8">
        <w:trPr>
          <w:trHeight w:val="102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  <w:t>Муниципальные служащие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Arial" w:hAnsi="Arial"/>
                <w:b/>
                <w:bCs/>
                <w:sz w:val="28"/>
                <w:szCs w:val="28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Arial" w:hAnsi="Arial"/>
                <w:b/>
                <w:bCs/>
                <w:sz w:val="28"/>
                <w:szCs w:val="28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sz w:val="28"/>
                <w:szCs w:val="28"/>
                <w:lang w:eastAsia="ru-RU"/>
              </w:rPr>
              <w:t>148,578</w:t>
            </w:r>
          </w:p>
        </w:tc>
      </w:tr>
      <w:tr w:rsidR="008141A0" w:rsidRPr="008118F8" w:rsidTr="008118F8">
        <w:trPr>
          <w:trHeight w:val="117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1A0" w:rsidRPr="008118F8" w:rsidRDefault="008141A0" w:rsidP="008118F8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  <w:t>Работники бюджетных учреждений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Arial" w:hAnsi="Arial"/>
                <w:b/>
                <w:bCs/>
                <w:sz w:val="28"/>
                <w:szCs w:val="28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sz w:val="28"/>
                <w:szCs w:val="28"/>
                <w:lang w:eastAsia="ru-RU"/>
              </w:rPr>
              <w:t>2,25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141A0" w:rsidRPr="008118F8" w:rsidRDefault="008141A0" w:rsidP="008118F8">
            <w:pPr>
              <w:spacing w:after="0" w:line="240" w:lineRule="auto"/>
              <w:jc w:val="right"/>
              <w:rPr>
                <w:rFonts w:ascii="Arial" w:hAnsi="Arial"/>
                <w:b/>
                <w:bCs/>
                <w:sz w:val="28"/>
                <w:szCs w:val="28"/>
                <w:lang w:eastAsia="ru-RU"/>
              </w:rPr>
            </w:pPr>
            <w:r w:rsidRPr="008118F8">
              <w:rPr>
                <w:rFonts w:ascii="Arial" w:hAnsi="Arial"/>
                <w:b/>
                <w:bCs/>
                <w:sz w:val="28"/>
                <w:szCs w:val="28"/>
                <w:lang w:eastAsia="ru-RU"/>
              </w:rPr>
              <w:t>266,354</w:t>
            </w:r>
          </w:p>
        </w:tc>
      </w:tr>
    </w:tbl>
    <w:p w:rsidR="008141A0" w:rsidRDefault="008141A0" w:rsidP="002002F3">
      <w:pPr>
        <w:keepNext/>
        <w:spacing w:after="0" w:line="240" w:lineRule="auto"/>
        <w:ind w:right="-2"/>
        <w:outlineLvl w:val="1"/>
      </w:pPr>
    </w:p>
    <w:p w:rsidR="008141A0" w:rsidRPr="008118F8" w:rsidRDefault="008141A0" w:rsidP="008118F8"/>
    <w:p w:rsidR="008141A0" w:rsidRDefault="008141A0" w:rsidP="00644316">
      <w:pPr>
        <w:pStyle w:val="Title"/>
        <w:ind w:right="-143"/>
        <w:rPr>
          <w:b/>
          <w:i/>
          <w:sz w:val="36"/>
        </w:rPr>
      </w:pPr>
      <w:r>
        <w:rPr>
          <w:b/>
          <w:i/>
          <w:sz w:val="36"/>
        </w:rPr>
        <w:t xml:space="preserve">ПОЯСНИТЕЛЬНАЯ ЗАПИСКА                                                                                                             </w:t>
      </w:r>
    </w:p>
    <w:p w:rsidR="008141A0" w:rsidRDefault="008141A0" w:rsidP="00644316">
      <w:pPr>
        <w:pStyle w:val="BodyTextIndent3"/>
        <w:jc w:val="center"/>
      </w:pPr>
      <w:r>
        <w:rPr>
          <w:b/>
          <w:sz w:val="32"/>
        </w:rPr>
        <w:t xml:space="preserve">к отчету об исполнении </w:t>
      </w:r>
      <w:r>
        <w:rPr>
          <w:b/>
          <w:sz w:val="32"/>
        </w:rPr>
        <w:br/>
        <w:t xml:space="preserve"> бюджета Речицкого сельского поселения на 1.04.2023 года.</w:t>
      </w:r>
    </w:p>
    <w:p w:rsidR="008141A0" w:rsidRDefault="008141A0" w:rsidP="00644316">
      <w:pPr>
        <w:rPr>
          <w:b/>
          <w:sz w:val="32"/>
        </w:rPr>
      </w:pPr>
    </w:p>
    <w:p w:rsidR="008141A0" w:rsidRPr="00BE1C36" w:rsidRDefault="008141A0" w:rsidP="00644316">
      <w:pPr>
        <w:pStyle w:val="BodyText"/>
        <w:ind w:firstLine="708"/>
        <w:jc w:val="both"/>
        <w:rPr>
          <w:sz w:val="26"/>
          <w:szCs w:val="26"/>
        </w:rPr>
      </w:pPr>
      <w:r w:rsidRPr="00BE1C36">
        <w:rPr>
          <w:sz w:val="26"/>
          <w:szCs w:val="26"/>
        </w:rPr>
        <w:t xml:space="preserve">За </w:t>
      </w:r>
      <w:r w:rsidRPr="009C0A55">
        <w:rPr>
          <w:sz w:val="26"/>
          <w:szCs w:val="26"/>
        </w:rPr>
        <w:t>1 квартал 2023 года</w:t>
      </w:r>
      <w:r>
        <w:rPr>
          <w:rFonts w:ascii="Arial" w:hAnsi="Arial" w:cs="Arial"/>
          <w:szCs w:val="24"/>
        </w:rPr>
        <w:t xml:space="preserve"> </w:t>
      </w:r>
      <w:r w:rsidRPr="00BE1C36">
        <w:rPr>
          <w:sz w:val="26"/>
          <w:szCs w:val="26"/>
        </w:rPr>
        <w:t xml:space="preserve">доходная часть  бюджета </w:t>
      </w:r>
      <w:r>
        <w:rPr>
          <w:sz w:val="26"/>
          <w:szCs w:val="26"/>
        </w:rPr>
        <w:t>Речицкого</w:t>
      </w:r>
      <w:r w:rsidRPr="00BE1C36">
        <w:rPr>
          <w:sz w:val="26"/>
          <w:szCs w:val="26"/>
        </w:rPr>
        <w:t xml:space="preserve"> сельского поселения  с</w:t>
      </w:r>
      <w:r w:rsidRPr="00BE1C36">
        <w:rPr>
          <w:sz w:val="26"/>
          <w:szCs w:val="26"/>
        </w:rPr>
        <w:t>о</w:t>
      </w:r>
      <w:r w:rsidRPr="00BE1C36">
        <w:rPr>
          <w:sz w:val="26"/>
          <w:szCs w:val="26"/>
        </w:rPr>
        <w:t xml:space="preserve">ставила </w:t>
      </w:r>
      <w:r>
        <w:rPr>
          <w:sz w:val="26"/>
          <w:szCs w:val="26"/>
        </w:rPr>
        <w:t>1099782,66</w:t>
      </w:r>
      <w:r w:rsidRPr="00BE1C3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BE1C36">
        <w:rPr>
          <w:sz w:val="26"/>
          <w:szCs w:val="26"/>
        </w:rPr>
        <w:t xml:space="preserve">рублей и исполнена на </w:t>
      </w:r>
      <w:r>
        <w:rPr>
          <w:sz w:val="26"/>
          <w:szCs w:val="26"/>
        </w:rPr>
        <w:t>24,8</w:t>
      </w:r>
      <w:r w:rsidRPr="00BE1C36">
        <w:rPr>
          <w:sz w:val="26"/>
          <w:szCs w:val="26"/>
        </w:rPr>
        <w:t>%  к плану года.</w:t>
      </w:r>
    </w:p>
    <w:p w:rsidR="008141A0" w:rsidRPr="00BE1C36" w:rsidRDefault="008141A0" w:rsidP="00644316">
      <w:pPr>
        <w:pStyle w:val="BodyText"/>
        <w:ind w:firstLine="708"/>
        <w:jc w:val="both"/>
        <w:rPr>
          <w:sz w:val="26"/>
          <w:szCs w:val="26"/>
        </w:rPr>
      </w:pPr>
      <w:r w:rsidRPr="00BE1C36">
        <w:rPr>
          <w:sz w:val="26"/>
          <w:szCs w:val="26"/>
        </w:rPr>
        <w:t xml:space="preserve"> Налоговые и неналоговые доходы бюджета мобилизованы в размере </w:t>
      </w:r>
      <w:r>
        <w:rPr>
          <w:sz w:val="26"/>
          <w:szCs w:val="26"/>
        </w:rPr>
        <w:t>516780,14</w:t>
      </w:r>
      <w:r w:rsidRPr="00BE1C36">
        <w:rPr>
          <w:sz w:val="26"/>
          <w:szCs w:val="26"/>
        </w:rPr>
        <w:t xml:space="preserve"> рублей или </w:t>
      </w:r>
      <w:r>
        <w:rPr>
          <w:sz w:val="26"/>
          <w:szCs w:val="26"/>
        </w:rPr>
        <w:t>19,5</w:t>
      </w:r>
      <w:r w:rsidRPr="00BE1C36">
        <w:rPr>
          <w:sz w:val="26"/>
          <w:szCs w:val="26"/>
        </w:rPr>
        <w:t>% к годовому заданию.</w:t>
      </w:r>
    </w:p>
    <w:p w:rsidR="008141A0" w:rsidRPr="00BE1C36" w:rsidRDefault="008141A0" w:rsidP="00644316">
      <w:pPr>
        <w:ind w:firstLine="708"/>
        <w:jc w:val="both"/>
        <w:rPr>
          <w:sz w:val="26"/>
          <w:szCs w:val="26"/>
        </w:rPr>
      </w:pPr>
      <w:r w:rsidRPr="00BE1C36">
        <w:rPr>
          <w:sz w:val="26"/>
          <w:szCs w:val="26"/>
        </w:rPr>
        <w:t xml:space="preserve">Безвозмездные поступления от районного бюджета зачислены в размере </w:t>
      </w:r>
      <w:r>
        <w:rPr>
          <w:sz w:val="26"/>
          <w:szCs w:val="26"/>
        </w:rPr>
        <w:t>576024,51</w:t>
      </w:r>
      <w:r w:rsidRPr="00BE1C36">
        <w:rPr>
          <w:sz w:val="26"/>
          <w:szCs w:val="26"/>
        </w:rPr>
        <w:t xml:space="preserve"> рублей или</w:t>
      </w:r>
      <w:r>
        <w:rPr>
          <w:sz w:val="26"/>
          <w:szCs w:val="26"/>
        </w:rPr>
        <w:t xml:space="preserve"> 34,8</w:t>
      </w:r>
      <w:r w:rsidRPr="00BE1C36">
        <w:rPr>
          <w:sz w:val="26"/>
          <w:szCs w:val="26"/>
        </w:rPr>
        <w:t>% к утвержденным годовым назнач</w:t>
      </w:r>
      <w:r w:rsidRPr="00BE1C36">
        <w:rPr>
          <w:sz w:val="26"/>
          <w:szCs w:val="26"/>
        </w:rPr>
        <w:t>е</w:t>
      </w:r>
      <w:r w:rsidRPr="00BE1C36">
        <w:rPr>
          <w:sz w:val="26"/>
          <w:szCs w:val="26"/>
        </w:rPr>
        <w:t>ниям.</w:t>
      </w:r>
    </w:p>
    <w:p w:rsidR="008141A0" w:rsidRPr="00BE1C36" w:rsidRDefault="008141A0" w:rsidP="00644316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E1C36">
        <w:rPr>
          <w:sz w:val="26"/>
          <w:szCs w:val="26"/>
        </w:rPr>
        <w:t xml:space="preserve">Поступление доходов от уплаты налога на доходы физических лиц </w:t>
      </w:r>
      <w:r>
        <w:rPr>
          <w:sz w:val="26"/>
          <w:szCs w:val="26"/>
        </w:rPr>
        <w:t>96973,33</w:t>
      </w:r>
      <w:r w:rsidRPr="00BE1C36">
        <w:rPr>
          <w:sz w:val="26"/>
          <w:szCs w:val="26"/>
        </w:rPr>
        <w:t xml:space="preserve"> рублей и составило </w:t>
      </w:r>
      <w:r>
        <w:rPr>
          <w:sz w:val="26"/>
          <w:szCs w:val="26"/>
        </w:rPr>
        <w:t>18,2</w:t>
      </w:r>
      <w:r w:rsidRPr="00BE1C36">
        <w:rPr>
          <w:sz w:val="26"/>
          <w:szCs w:val="26"/>
        </w:rPr>
        <w:t xml:space="preserve"> % к плану. </w:t>
      </w:r>
    </w:p>
    <w:p w:rsidR="008141A0" w:rsidRPr="00BE1C36" w:rsidRDefault="008141A0" w:rsidP="00644316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E1C36">
        <w:rPr>
          <w:sz w:val="26"/>
          <w:szCs w:val="26"/>
        </w:rPr>
        <w:t xml:space="preserve">Налог на имущество физических лиц  за </w:t>
      </w:r>
      <w:r w:rsidRPr="009C0A55">
        <w:rPr>
          <w:sz w:val="26"/>
          <w:szCs w:val="26"/>
        </w:rPr>
        <w:t>1 квартал 2023 года</w:t>
      </w:r>
      <w:r w:rsidRPr="00BE1C36">
        <w:rPr>
          <w:sz w:val="26"/>
          <w:szCs w:val="26"/>
        </w:rPr>
        <w:t xml:space="preserve"> поступил в размере </w:t>
      </w:r>
      <w:r>
        <w:rPr>
          <w:sz w:val="26"/>
          <w:szCs w:val="26"/>
        </w:rPr>
        <w:t>212645,82</w:t>
      </w:r>
      <w:r w:rsidRPr="00BE1C36">
        <w:rPr>
          <w:sz w:val="26"/>
          <w:szCs w:val="26"/>
        </w:rPr>
        <w:t xml:space="preserve"> руб. Исполнение составило</w:t>
      </w:r>
      <w:r>
        <w:rPr>
          <w:sz w:val="26"/>
          <w:szCs w:val="26"/>
        </w:rPr>
        <w:t xml:space="preserve"> 11,5</w:t>
      </w:r>
      <w:r w:rsidRPr="00BE1C36">
        <w:rPr>
          <w:sz w:val="26"/>
          <w:szCs w:val="26"/>
        </w:rPr>
        <w:t xml:space="preserve"> % планового задания.</w:t>
      </w:r>
    </w:p>
    <w:p w:rsidR="008141A0" w:rsidRPr="00BE1C36" w:rsidRDefault="008141A0" w:rsidP="00644316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E1C36">
        <w:rPr>
          <w:sz w:val="26"/>
          <w:szCs w:val="26"/>
        </w:rPr>
        <w:t>Поступление земельного налога  составило</w:t>
      </w:r>
      <w:r>
        <w:rPr>
          <w:sz w:val="26"/>
          <w:szCs w:val="26"/>
        </w:rPr>
        <w:t xml:space="preserve">   200203,25</w:t>
      </w:r>
      <w:r w:rsidRPr="00BE1C36">
        <w:rPr>
          <w:sz w:val="26"/>
          <w:szCs w:val="26"/>
        </w:rPr>
        <w:t xml:space="preserve"> руб., </w:t>
      </w:r>
      <w:r>
        <w:rPr>
          <w:sz w:val="26"/>
          <w:szCs w:val="26"/>
        </w:rPr>
        <w:t>или 11,2</w:t>
      </w:r>
      <w:r w:rsidRPr="00BE1C36">
        <w:rPr>
          <w:sz w:val="26"/>
          <w:szCs w:val="26"/>
        </w:rPr>
        <w:t>% к плану года.</w:t>
      </w:r>
    </w:p>
    <w:p w:rsidR="008141A0" w:rsidRPr="00BE1C36" w:rsidRDefault="008141A0" w:rsidP="00644316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BE1C36">
        <w:rPr>
          <w:sz w:val="26"/>
          <w:szCs w:val="26"/>
        </w:rPr>
        <w:t xml:space="preserve">Государственная пошлина составила </w:t>
      </w:r>
      <w:r>
        <w:rPr>
          <w:sz w:val="26"/>
          <w:szCs w:val="26"/>
        </w:rPr>
        <w:t>800</w:t>
      </w:r>
      <w:r w:rsidRPr="00BE1C36">
        <w:rPr>
          <w:sz w:val="26"/>
          <w:szCs w:val="26"/>
        </w:rPr>
        <w:t xml:space="preserve"> рублей</w:t>
      </w:r>
      <w:r w:rsidRPr="00BE1C36">
        <w:rPr>
          <w:b/>
          <w:sz w:val="26"/>
          <w:szCs w:val="26"/>
        </w:rPr>
        <w:t>,</w:t>
      </w:r>
      <w:r w:rsidRPr="00BE1C36">
        <w:rPr>
          <w:sz w:val="26"/>
          <w:szCs w:val="26"/>
        </w:rPr>
        <w:t xml:space="preserve"> что составляет </w:t>
      </w:r>
      <w:r>
        <w:rPr>
          <w:sz w:val="26"/>
          <w:szCs w:val="26"/>
        </w:rPr>
        <w:t>26,7</w:t>
      </w:r>
      <w:r w:rsidRPr="00BE1C36">
        <w:rPr>
          <w:sz w:val="26"/>
          <w:szCs w:val="26"/>
        </w:rPr>
        <w:t xml:space="preserve"> % планового з</w:t>
      </w:r>
      <w:r w:rsidRPr="00BE1C36">
        <w:rPr>
          <w:sz w:val="26"/>
          <w:szCs w:val="26"/>
        </w:rPr>
        <w:t>а</w:t>
      </w:r>
      <w:r w:rsidRPr="00BE1C36">
        <w:rPr>
          <w:sz w:val="26"/>
          <w:szCs w:val="26"/>
        </w:rPr>
        <w:t xml:space="preserve">дания (план </w:t>
      </w:r>
      <w:r>
        <w:rPr>
          <w:sz w:val="26"/>
          <w:szCs w:val="26"/>
        </w:rPr>
        <w:t>3000</w:t>
      </w:r>
      <w:r w:rsidRPr="00BE1C36">
        <w:rPr>
          <w:sz w:val="26"/>
          <w:szCs w:val="26"/>
        </w:rPr>
        <w:t>руб.).</w:t>
      </w:r>
    </w:p>
    <w:p w:rsidR="008141A0" w:rsidRPr="00BE1C36" w:rsidRDefault="008141A0" w:rsidP="00644316">
      <w:pPr>
        <w:ind w:firstLine="708"/>
        <w:jc w:val="both"/>
        <w:rPr>
          <w:sz w:val="26"/>
          <w:szCs w:val="26"/>
        </w:rPr>
      </w:pPr>
      <w:r w:rsidRPr="00BE1C36">
        <w:rPr>
          <w:sz w:val="26"/>
          <w:szCs w:val="26"/>
        </w:rPr>
        <w:t xml:space="preserve">Доходы от аренды  получены в размере </w:t>
      </w:r>
      <w:r>
        <w:rPr>
          <w:sz w:val="26"/>
          <w:szCs w:val="26"/>
        </w:rPr>
        <w:t>6178,01</w:t>
      </w:r>
      <w:r w:rsidRPr="00BE1C36">
        <w:rPr>
          <w:sz w:val="26"/>
          <w:szCs w:val="26"/>
        </w:rPr>
        <w:t xml:space="preserve"> рублей. </w:t>
      </w:r>
    </w:p>
    <w:p w:rsidR="008141A0" w:rsidRPr="00BE1C36" w:rsidRDefault="008141A0" w:rsidP="00644316">
      <w:pPr>
        <w:ind w:firstLine="708"/>
        <w:jc w:val="both"/>
        <w:rPr>
          <w:sz w:val="26"/>
          <w:szCs w:val="26"/>
        </w:rPr>
      </w:pPr>
      <w:r w:rsidRPr="00BE1C36">
        <w:rPr>
          <w:sz w:val="26"/>
          <w:szCs w:val="26"/>
        </w:rPr>
        <w:t xml:space="preserve">Из районного бюджета в адрес </w:t>
      </w:r>
      <w:r>
        <w:rPr>
          <w:sz w:val="26"/>
          <w:szCs w:val="26"/>
        </w:rPr>
        <w:t>Речицкого</w:t>
      </w:r>
      <w:r w:rsidRPr="00BE1C36">
        <w:rPr>
          <w:sz w:val="26"/>
          <w:szCs w:val="26"/>
        </w:rPr>
        <w:t xml:space="preserve"> сельского поселения перечислено: ме</w:t>
      </w:r>
      <w:r w:rsidRPr="00BE1C36">
        <w:rPr>
          <w:sz w:val="26"/>
          <w:szCs w:val="26"/>
        </w:rPr>
        <w:t>ж</w:t>
      </w:r>
      <w:r w:rsidRPr="00BE1C36">
        <w:rPr>
          <w:sz w:val="26"/>
          <w:szCs w:val="26"/>
        </w:rPr>
        <w:t xml:space="preserve">бюджетных трансфертов в сумме </w:t>
      </w:r>
      <w:r>
        <w:rPr>
          <w:sz w:val="26"/>
          <w:szCs w:val="26"/>
        </w:rPr>
        <w:t>41000</w:t>
      </w:r>
      <w:r w:rsidRPr="00BE1C36">
        <w:rPr>
          <w:sz w:val="26"/>
          <w:szCs w:val="26"/>
        </w:rPr>
        <w:t xml:space="preserve"> рублей, что составляет </w:t>
      </w:r>
      <w:r>
        <w:rPr>
          <w:sz w:val="26"/>
          <w:szCs w:val="26"/>
        </w:rPr>
        <w:t>5,6</w:t>
      </w:r>
      <w:r w:rsidRPr="00BE1C36">
        <w:rPr>
          <w:sz w:val="26"/>
          <w:szCs w:val="26"/>
        </w:rPr>
        <w:t>% к плану, субве</w:t>
      </w:r>
      <w:r w:rsidRPr="00BE1C36">
        <w:rPr>
          <w:sz w:val="26"/>
          <w:szCs w:val="26"/>
        </w:rPr>
        <w:t>н</w:t>
      </w:r>
      <w:r w:rsidRPr="00BE1C36">
        <w:rPr>
          <w:sz w:val="26"/>
          <w:szCs w:val="26"/>
        </w:rPr>
        <w:t>ции –</w:t>
      </w:r>
      <w:r>
        <w:rPr>
          <w:sz w:val="26"/>
          <w:szCs w:val="26"/>
        </w:rPr>
        <w:t>40575</w:t>
      </w:r>
      <w:r w:rsidRPr="00BE1C36">
        <w:rPr>
          <w:sz w:val="26"/>
          <w:szCs w:val="26"/>
        </w:rPr>
        <w:t xml:space="preserve"> рублей, что составляет </w:t>
      </w:r>
      <w:r>
        <w:rPr>
          <w:sz w:val="26"/>
          <w:szCs w:val="26"/>
        </w:rPr>
        <w:t>25</w:t>
      </w:r>
      <w:r w:rsidRPr="00BE1C36">
        <w:rPr>
          <w:sz w:val="26"/>
          <w:szCs w:val="26"/>
        </w:rPr>
        <w:t>,0 % к плану, дотаций на выравнивание бюджетной обе</w:t>
      </w:r>
      <w:r w:rsidRPr="00BE1C36">
        <w:rPr>
          <w:sz w:val="26"/>
          <w:szCs w:val="26"/>
        </w:rPr>
        <w:t>с</w:t>
      </w:r>
      <w:r w:rsidRPr="00BE1C36">
        <w:rPr>
          <w:sz w:val="26"/>
          <w:szCs w:val="26"/>
        </w:rPr>
        <w:t xml:space="preserve">печенности в размере </w:t>
      </w:r>
      <w:r>
        <w:rPr>
          <w:sz w:val="26"/>
          <w:szCs w:val="26"/>
        </w:rPr>
        <w:t>494416</w:t>
      </w:r>
      <w:r w:rsidRPr="00BE1C36">
        <w:rPr>
          <w:sz w:val="26"/>
          <w:szCs w:val="26"/>
        </w:rPr>
        <w:t xml:space="preserve"> рублей или </w:t>
      </w:r>
      <w:r>
        <w:rPr>
          <w:sz w:val="26"/>
          <w:szCs w:val="26"/>
        </w:rPr>
        <w:t>67,4</w:t>
      </w:r>
      <w:r w:rsidRPr="00BE1C36">
        <w:rPr>
          <w:sz w:val="26"/>
          <w:szCs w:val="26"/>
        </w:rPr>
        <w:t>% к плану г</w:t>
      </w:r>
      <w:r w:rsidRPr="00BE1C36">
        <w:rPr>
          <w:sz w:val="26"/>
          <w:szCs w:val="26"/>
        </w:rPr>
        <w:t>о</w:t>
      </w:r>
      <w:r w:rsidRPr="00BE1C36">
        <w:rPr>
          <w:sz w:val="26"/>
          <w:szCs w:val="26"/>
        </w:rPr>
        <w:t>да.</w:t>
      </w:r>
    </w:p>
    <w:p w:rsidR="008141A0" w:rsidRPr="00BE1C36" w:rsidRDefault="008141A0" w:rsidP="00644316">
      <w:pPr>
        <w:pStyle w:val="BodyText"/>
        <w:ind w:firstLine="708"/>
        <w:rPr>
          <w:sz w:val="26"/>
          <w:szCs w:val="26"/>
        </w:rPr>
      </w:pPr>
      <w:r w:rsidRPr="00BE1C36">
        <w:rPr>
          <w:sz w:val="26"/>
          <w:szCs w:val="26"/>
        </w:rPr>
        <w:t xml:space="preserve">Расходы  бюджета поселения за </w:t>
      </w:r>
      <w:r w:rsidRPr="009C0A55">
        <w:rPr>
          <w:sz w:val="26"/>
          <w:szCs w:val="26"/>
        </w:rPr>
        <w:t>1 квартал 2023 года</w:t>
      </w:r>
      <w:r>
        <w:rPr>
          <w:rFonts w:ascii="Arial" w:hAnsi="Arial" w:cs="Arial"/>
          <w:szCs w:val="24"/>
        </w:rPr>
        <w:t xml:space="preserve"> </w:t>
      </w:r>
      <w:r w:rsidRPr="00BE1C36">
        <w:rPr>
          <w:sz w:val="26"/>
          <w:szCs w:val="26"/>
        </w:rPr>
        <w:t xml:space="preserve">составили  </w:t>
      </w:r>
      <w:r>
        <w:rPr>
          <w:sz w:val="26"/>
          <w:szCs w:val="26"/>
        </w:rPr>
        <w:t>875686,12</w:t>
      </w:r>
      <w:r w:rsidRPr="00BE1C36">
        <w:rPr>
          <w:sz w:val="26"/>
          <w:szCs w:val="26"/>
        </w:rPr>
        <w:t xml:space="preserve"> руб. или  </w:t>
      </w:r>
      <w:r>
        <w:rPr>
          <w:sz w:val="26"/>
          <w:szCs w:val="26"/>
        </w:rPr>
        <w:t>18,6</w:t>
      </w:r>
      <w:r w:rsidRPr="00BE1C36">
        <w:rPr>
          <w:sz w:val="26"/>
          <w:szCs w:val="26"/>
        </w:rPr>
        <w:t>% от общего объёма бюджета текущего фина</w:t>
      </w:r>
      <w:r w:rsidRPr="00BE1C36">
        <w:rPr>
          <w:sz w:val="26"/>
          <w:szCs w:val="26"/>
        </w:rPr>
        <w:t>н</w:t>
      </w:r>
      <w:r w:rsidRPr="00BE1C36">
        <w:rPr>
          <w:sz w:val="26"/>
          <w:szCs w:val="26"/>
        </w:rPr>
        <w:t xml:space="preserve">сового года. </w:t>
      </w:r>
    </w:p>
    <w:p w:rsidR="008141A0" w:rsidRPr="00BE1C36" w:rsidRDefault="008141A0" w:rsidP="00644316">
      <w:pPr>
        <w:pStyle w:val="BodyText"/>
        <w:ind w:firstLine="708"/>
        <w:rPr>
          <w:sz w:val="26"/>
          <w:szCs w:val="26"/>
        </w:rPr>
      </w:pPr>
      <w:r w:rsidRPr="00BE1C36">
        <w:rPr>
          <w:sz w:val="26"/>
          <w:szCs w:val="26"/>
        </w:rPr>
        <w:t xml:space="preserve">Из общей суммы расходов бюджета поселения </w:t>
      </w:r>
      <w:r>
        <w:rPr>
          <w:sz w:val="26"/>
          <w:szCs w:val="26"/>
        </w:rPr>
        <w:t xml:space="preserve">0,5 </w:t>
      </w:r>
      <w:r w:rsidRPr="00BE1C36">
        <w:rPr>
          <w:sz w:val="26"/>
          <w:szCs w:val="26"/>
        </w:rPr>
        <w:t>% составили расходы на выпо</w:t>
      </w:r>
      <w:r w:rsidRPr="00BE1C36">
        <w:rPr>
          <w:sz w:val="26"/>
          <w:szCs w:val="26"/>
        </w:rPr>
        <w:t>л</w:t>
      </w:r>
      <w:r w:rsidRPr="00BE1C36">
        <w:rPr>
          <w:sz w:val="26"/>
          <w:szCs w:val="26"/>
        </w:rPr>
        <w:t>нение переданных государственных полномочий, из них на осуществление первичного воинск</w:t>
      </w:r>
      <w:r w:rsidRPr="00BE1C36">
        <w:rPr>
          <w:sz w:val="26"/>
          <w:szCs w:val="26"/>
        </w:rPr>
        <w:t>о</w:t>
      </w:r>
      <w:r w:rsidRPr="00BE1C36">
        <w:rPr>
          <w:sz w:val="26"/>
          <w:szCs w:val="26"/>
        </w:rPr>
        <w:t xml:space="preserve">го учета в сельском поселении освоено </w:t>
      </w:r>
      <w:r>
        <w:rPr>
          <w:sz w:val="26"/>
          <w:szCs w:val="26"/>
        </w:rPr>
        <w:t>26561,06</w:t>
      </w:r>
      <w:r w:rsidRPr="00BE1C36">
        <w:rPr>
          <w:sz w:val="26"/>
          <w:szCs w:val="26"/>
        </w:rPr>
        <w:t xml:space="preserve"> руб., </w:t>
      </w:r>
    </w:p>
    <w:p w:rsidR="008141A0" w:rsidRPr="00BE1C36" w:rsidRDefault="008141A0" w:rsidP="00644316">
      <w:pPr>
        <w:pStyle w:val="BodyText"/>
        <w:ind w:firstLine="708"/>
        <w:rPr>
          <w:sz w:val="26"/>
          <w:szCs w:val="26"/>
        </w:rPr>
      </w:pPr>
      <w:r>
        <w:rPr>
          <w:sz w:val="26"/>
          <w:szCs w:val="26"/>
        </w:rPr>
        <w:t>633586,65</w:t>
      </w:r>
      <w:r w:rsidRPr="00BE1C36">
        <w:rPr>
          <w:sz w:val="26"/>
          <w:szCs w:val="26"/>
        </w:rPr>
        <w:t xml:space="preserve"> рублей бюджета поселения составили расходы по разделу «Общегос</w:t>
      </w:r>
      <w:r w:rsidRPr="00BE1C36">
        <w:rPr>
          <w:sz w:val="26"/>
          <w:szCs w:val="26"/>
        </w:rPr>
        <w:t>у</w:t>
      </w:r>
      <w:r w:rsidRPr="00BE1C36">
        <w:rPr>
          <w:sz w:val="26"/>
          <w:szCs w:val="26"/>
        </w:rPr>
        <w:t xml:space="preserve">дарственные вопросы», что составляет </w:t>
      </w:r>
      <w:r>
        <w:rPr>
          <w:sz w:val="26"/>
          <w:szCs w:val="26"/>
        </w:rPr>
        <w:t>29,60</w:t>
      </w:r>
      <w:r w:rsidRPr="00BE1C36">
        <w:rPr>
          <w:sz w:val="26"/>
          <w:szCs w:val="26"/>
        </w:rPr>
        <w:t>% к годовому плану.</w:t>
      </w:r>
    </w:p>
    <w:p w:rsidR="008141A0" w:rsidRPr="00BE1C36" w:rsidRDefault="008141A0" w:rsidP="00644316">
      <w:pPr>
        <w:ind w:firstLine="708"/>
        <w:jc w:val="both"/>
        <w:rPr>
          <w:sz w:val="26"/>
          <w:szCs w:val="26"/>
        </w:rPr>
      </w:pPr>
      <w:r w:rsidRPr="00BE1C36">
        <w:rPr>
          <w:sz w:val="26"/>
          <w:szCs w:val="26"/>
        </w:rPr>
        <w:t>В первоочередном порядке  финансировались социально-значимые статьи расходов. Расходы на заработную плату с начислениями органов местного самоуправления состав</w:t>
      </w:r>
      <w:r w:rsidRPr="00BE1C36">
        <w:rPr>
          <w:sz w:val="26"/>
          <w:szCs w:val="26"/>
        </w:rPr>
        <w:t>и</w:t>
      </w:r>
      <w:r w:rsidRPr="00BE1C36">
        <w:rPr>
          <w:sz w:val="26"/>
          <w:szCs w:val="26"/>
        </w:rPr>
        <w:t xml:space="preserve">ли </w:t>
      </w:r>
      <w:r>
        <w:rPr>
          <w:sz w:val="26"/>
          <w:szCs w:val="26"/>
        </w:rPr>
        <w:t>358504</w:t>
      </w:r>
      <w:r w:rsidRPr="00BE1C36">
        <w:rPr>
          <w:sz w:val="26"/>
          <w:szCs w:val="26"/>
        </w:rPr>
        <w:t xml:space="preserve"> рублей</w:t>
      </w:r>
      <w:r>
        <w:rPr>
          <w:sz w:val="26"/>
          <w:szCs w:val="26"/>
        </w:rPr>
        <w:t xml:space="preserve"> –7,62</w:t>
      </w:r>
      <w:r w:rsidRPr="00BE1C36">
        <w:rPr>
          <w:sz w:val="26"/>
          <w:szCs w:val="26"/>
        </w:rPr>
        <w:t xml:space="preserve">%  от общей суммы расходов  бюджета поселения. Расходы  на коммунальные услуги составили </w:t>
      </w:r>
      <w:r>
        <w:rPr>
          <w:sz w:val="26"/>
          <w:szCs w:val="26"/>
        </w:rPr>
        <w:t xml:space="preserve">24957 </w:t>
      </w:r>
      <w:r w:rsidRPr="00BE1C36">
        <w:rPr>
          <w:sz w:val="26"/>
          <w:szCs w:val="26"/>
        </w:rPr>
        <w:t xml:space="preserve">рублей. Расходы на пенсионное обеспечение за </w:t>
      </w:r>
      <w:r w:rsidRPr="009C0A55">
        <w:rPr>
          <w:sz w:val="26"/>
          <w:szCs w:val="26"/>
        </w:rPr>
        <w:t>1 квартал 2023 года</w:t>
      </w:r>
      <w:r w:rsidRPr="00BE1C36">
        <w:rPr>
          <w:sz w:val="26"/>
          <w:szCs w:val="26"/>
        </w:rPr>
        <w:t xml:space="preserve"> составили </w:t>
      </w:r>
      <w:r>
        <w:rPr>
          <w:sz w:val="26"/>
          <w:szCs w:val="26"/>
        </w:rPr>
        <w:t>0</w:t>
      </w:r>
      <w:r w:rsidRPr="00BE1C36">
        <w:rPr>
          <w:sz w:val="26"/>
          <w:szCs w:val="26"/>
        </w:rPr>
        <w:t xml:space="preserve"> тыс. рублей.</w:t>
      </w:r>
      <w:r w:rsidRPr="00BE1C36">
        <w:rPr>
          <w:sz w:val="26"/>
          <w:szCs w:val="26"/>
        </w:rPr>
        <w:tab/>
      </w:r>
    </w:p>
    <w:p w:rsidR="008141A0" w:rsidRPr="00BE1C36" w:rsidRDefault="008141A0" w:rsidP="00644316">
      <w:pPr>
        <w:ind w:firstLine="720"/>
        <w:jc w:val="both"/>
        <w:rPr>
          <w:sz w:val="26"/>
          <w:szCs w:val="26"/>
        </w:rPr>
      </w:pPr>
      <w:r w:rsidRPr="00BE1C36">
        <w:rPr>
          <w:sz w:val="26"/>
          <w:szCs w:val="26"/>
        </w:rPr>
        <w:t xml:space="preserve"> По разделу «Коммунальное хозяйство» расходы за </w:t>
      </w:r>
      <w:r w:rsidRPr="009C0A55">
        <w:rPr>
          <w:sz w:val="26"/>
          <w:szCs w:val="26"/>
        </w:rPr>
        <w:t>1 квартал 2023 года</w:t>
      </w:r>
      <w:r>
        <w:rPr>
          <w:rFonts w:ascii="Arial" w:hAnsi="Arial" w:cs="Arial"/>
          <w:szCs w:val="24"/>
        </w:rPr>
        <w:t xml:space="preserve"> </w:t>
      </w:r>
      <w:r w:rsidRPr="00BE1C36">
        <w:rPr>
          <w:sz w:val="26"/>
          <w:szCs w:val="26"/>
        </w:rPr>
        <w:t xml:space="preserve">составили </w:t>
      </w:r>
      <w:r>
        <w:rPr>
          <w:sz w:val="26"/>
          <w:szCs w:val="26"/>
        </w:rPr>
        <w:t xml:space="preserve">15538,41 </w:t>
      </w:r>
      <w:r w:rsidRPr="00BE1C36">
        <w:rPr>
          <w:sz w:val="26"/>
          <w:szCs w:val="26"/>
        </w:rPr>
        <w:t xml:space="preserve"> рублей.</w:t>
      </w:r>
      <w:r>
        <w:rPr>
          <w:sz w:val="26"/>
          <w:szCs w:val="26"/>
        </w:rPr>
        <w:t xml:space="preserve"> На выполнения полномочий по созданию условий для организации  д</w:t>
      </w:r>
      <w:r>
        <w:rPr>
          <w:sz w:val="26"/>
          <w:szCs w:val="26"/>
        </w:rPr>
        <w:t>о</w:t>
      </w:r>
      <w:r>
        <w:rPr>
          <w:sz w:val="26"/>
          <w:szCs w:val="26"/>
        </w:rPr>
        <w:t>суга и обеспечения жителей населения услугами организации культуры было перечислено 200 000 рублей.</w:t>
      </w:r>
    </w:p>
    <w:p w:rsidR="008141A0" w:rsidRPr="00BE1C36" w:rsidRDefault="008141A0" w:rsidP="00644316">
      <w:pPr>
        <w:ind w:firstLine="720"/>
        <w:jc w:val="both"/>
        <w:rPr>
          <w:sz w:val="26"/>
          <w:szCs w:val="26"/>
        </w:rPr>
      </w:pPr>
      <w:r w:rsidRPr="00BE1C36">
        <w:rPr>
          <w:sz w:val="26"/>
          <w:szCs w:val="26"/>
        </w:rPr>
        <w:t>Остаток средств на счете на 1.</w:t>
      </w:r>
      <w:r>
        <w:rPr>
          <w:sz w:val="26"/>
          <w:szCs w:val="26"/>
        </w:rPr>
        <w:t>04</w:t>
      </w:r>
      <w:r w:rsidRPr="00BE1C36">
        <w:rPr>
          <w:sz w:val="26"/>
          <w:szCs w:val="26"/>
        </w:rPr>
        <w:t>.202</w:t>
      </w:r>
      <w:r>
        <w:rPr>
          <w:sz w:val="26"/>
          <w:szCs w:val="26"/>
        </w:rPr>
        <w:t>3</w:t>
      </w:r>
      <w:r w:rsidRPr="00BE1C36">
        <w:rPr>
          <w:sz w:val="26"/>
          <w:szCs w:val="26"/>
        </w:rPr>
        <w:t xml:space="preserve"> года составляет</w:t>
      </w:r>
      <w:r>
        <w:rPr>
          <w:sz w:val="26"/>
          <w:szCs w:val="26"/>
        </w:rPr>
        <w:t xml:space="preserve"> 324 372,76</w:t>
      </w:r>
      <w:r w:rsidRPr="00BE1C36">
        <w:rPr>
          <w:sz w:val="26"/>
          <w:szCs w:val="26"/>
        </w:rPr>
        <w:t xml:space="preserve"> рублей.</w:t>
      </w:r>
    </w:p>
    <w:p w:rsidR="008141A0" w:rsidRPr="00BE1C36" w:rsidRDefault="008141A0" w:rsidP="00644316">
      <w:pPr>
        <w:jc w:val="both"/>
        <w:rPr>
          <w:sz w:val="26"/>
          <w:szCs w:val="26"/>
        </w:rPr>
      </w:pPr>
      <w:r w:rsidRPr="00BE1C36">
        <w:rPr>
          <w:sz w:val="26"/>
          <w:szCs w:val="26"/>
        </w:rPr>
        <w:tab/>
      </w:r>
    </w:p>
    <w:p w:rsidR="008141A0" w:rsidRPr="00BE1C36" w:rsidRDefault="008141A0" w:rsidP="0064431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BE1C3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BE1C36">
        <w:rPr>
          <w:sz w:val="26"/>
          <w:szCs w:val="26"/>
        </w:rPr>
        <w:t xml:space="preserve">Глава </w:t>
      </w:r>
      <w:r>
        <w:rPr>
          <w:sz w:val="26"/>
          <w:szCs w:val="26"/>
        </w:rPr>
        <w:t>Речицкого</w:t>
      </w:r>
      <w:r w:rsidRPr="00BE1C36">
        <w:rPr>
          <w:sz w:val="26"/>
          <w:szCs w:val="26"/>
        </w:rPr>
        <w:t xml:space="preserve"> </w:t>
      </w:r>
    </w:p>
    <w:p w:rsidR="008141A0" w:rsidRPr="00BE1C36" w:rsidRDefault="008141A0" w:rsidP="0064431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Pr="00BE1C36">
        <w:rPr>
          <w:sz w:val="26"/>
          <w:szCs w:val="26"/>
        </w:rPr>
        <w:t xml:space="preserve">сельского поселения                </w:t>
      </w:r>
      <w:r>
        <w:rPr>
          <w:sz w:val="26"/>
          <w:szCs w:val="26"/>
        </w:rPr>
        <w:t xml:space="preserve">          </w:t>
      </w:r>
      <w:r w:rsidRPr="00BE1C36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>С.В. Ревин</w:t>
      </w:r>
    </w:p>
    <w:p w:rsidR="008141A0" w:rsidRDefault="008141A0" w:rsidP="00644316">
      <w:pPr>
        <w:jc w:val="center"/>
        <w:rPr>
          <w:sz w:val="28"/>
        </w:rPr>
      </w:pPr>
    </w:p>
    <w:p w:rsidR="008141A0" w:rsidRDefault="008141A0" w:rsidP="00644316"/>
    <w:p w:rsidR="008141A0" w:rsidRPr="008118F8" w:rsidRDefault="008141A0" w:rsidP="008118F8"/>
    <w:p w:rsidR="008141A0" w:rsidRDefault="008141A0" w:rsidP="008118F8"/>
    <w:p w:rsidR="008141A0" w:rsidRPr="008118F8" w:rsidRDefault="008141A0" w:rsidP="008118F8">
      <w:pPr>
        <w:tabs>
          <w:tab w:val="left" w:pos="6396"/>
        </w:tabs>
      </w:pPr>
      <w:r>
        <w:tab/>
      </w:r>
    </w:p>
    <w:sectPr w:rsidR="008141A0" w:rsidRPr="008118F8" w:rsidSect="00876548">
      <w:pgSz w:w="16838" w:h="11906" w:orient="landscape" w:code="9"/>
      <w:pgMar w:top="119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9593D"/>
    <w:multiLevelType w:val="hybridMultilevel"/>
    <w:tmpl w:val="A3C66C3E"/>
    <w:lvl w:ilvl="0" w:tplc="3FE4668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">
    <w:nsid w:val="77DA3FB5"/>
    <w:multiLevelType w:val="hybridMultilevel"/>
    <w:tmpl w:val="EA5EB3C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val="fullPage" w:percent="82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4CFE"/>
    <w:rsid w:val="000F5DD1"/>
    <w:rsid w:val="001A6A96"/>
    <w:rsid w:val="002002F3"/>
    <w:rsid w:val="00211D3C"/>
    <w:rsid w:val="002649B8"/>
    <w:rsid w:val="002D11DA"/>
    <w:rsid w:val="002E2750"/>
    <w:rsid w:val="003152E2"/>
    <w:rsid w:val="00360BB3"/>
    <w:rsid w:val="00363E1F"/>
    <w:rsid w:val="0041443A"/>
    <w:rsid w:val="004D3FDE"/>
    <w:rsid w:val="004E3109"/>
    <w:rsid w:val="00570C28"/>
    <w:rsid w:val="005B25BA"/>
    <w:rsid w:val="006340A2"/>
    <w:rsid w:val="00642708"/>
    <w:rsid w:val="00644316"/>
    <w:rsid w:val="006A618E"/>
    <w:rsid w:val="006E76E5"/>
    <w:rsid w:val="00732C80"/>
    <w:rsid w:val="007B664E"/>
    <w:rsid w:val="008118F8"/>
    <w:rsid w:val="008141A0"/>
    <w:rsid w:val="0084349C"/>
    <w:rsid w:val="00863499"/>
    <w:rsid w:val="00876548"/>
    <w:rsid w:val="008B32A0"/>
    <w:rsid w:val="008F53CE"/>
    <w:rsid w:val="00925C4B"/>
    <w:rsid w:val="009C0A55"/>
    <w:rsid w:val="00A145A4"/>
    <w:rsid w:val="00A44D65"/>
    <w:rsid w:val="00B41E0B"/>
    <w:rsid w:val="00B73A0D"/>
    <w:rsid w:val="00B76235"/>
    <w:rsid w:val="00B86D7F"/>
    <w:rsid w:val="00BE1C36"/>
    <w:rsid w:val="00BE2F23"/>
    <w:rsid w:val="00D3342D"/>
    <w:rsid w:val="00D97CAF"/>
    <w:rsid w:val="00EB6D13"/>
    <w:rsid w:val="00F27009"/>
    <w:rsid w:val="00FC4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5A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D11DA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876548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Normal"/>
    <w:uiPriority w:val="99"/>
    <w:rsid w:val="00876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8118F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8118F8"/>
    <w:rPr>
      <w:rFonts w:cs="Times New Roman"/>
      <w:color w:val="800080"/>
      <w:u w:val="single"/>
    </w:rPr>
  </w:style>
  <w:style w:type="paragraph" w:customStyle="1" w:styleId="xl67">
    <w:name w:val="xl67"/>
    <w:basedOn w:val="Normal"/>
    <w:uiPriority w:val="99"/>
    <w:rsid w:val="00811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Normal"/>
    <w:uiPriority w:val="99"/>
    <w:rsid w:val="00811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Normal"/>
    <w:uiPriority w:val="99"/>
    <w:rsid w:val="00811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0">
    <w:name w:val="xl70"/>
    <w:basedOn w:val="Normal"/>
    <w:uiPriority w:val="99"/>
    <w:rsid w:val="00811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1">
    <w:name w:val="xl71"/>
    <w:basedOn w:val="Normal"/>
    <w:uiPriority w:val="99"/>
    <w:rsid w:val="00811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3">
    <w:name w:val="xl73"/>
    <w:basedOn w:val="Normal"/>
    <w:uiPriority w:val="99"/>
    <w:rsid w:val="00811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Normal"/>
    <w:uiPriority w:val="99"/>
    <w:rsid w:val="00811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Normal"/>
    <w:uiPriority w:val="99"/>
    <w:rsid w:val="00811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76">
    <w:name w:val="xl76"/>
    <w:basedOn w:val="Normal"/>
    <w:uiPriority w:val="99"/>
    <w:rsid w:val="00811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7">
    <w:name w:val="xl77"/>
    <w:basedOn w:val="Normal"/>
    <w:uiPriority w:val="99"/>
    <w:rsid w:val="00811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8">
    <w:name w:val="xl78"/>
    <w:basedOn w:val="Normal"/>
    <w:uiPriority w:val="99"/>
    <w:rsid w:val="00811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9">
    <w:name w:val="xl79"/>
    <w:basedOn w:val="Normal"/>
    <w:uiPriority w:val="99"/>
    <w:rsid w:val="00811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0">
    <w:name w:val="xl80"/>
    <w:basedOn w:val="Normal"/>
    <w:uiPriority w:val="99"/>
    <w:rsid w:val="00811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1">
    <w:name w:val="xl81"/>
    <w:basedOn w:val="Normal"/>
    <w:uiPriority w:val="99"/>
    <w:rsid w:val="00811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2">
    <w:name w:val="xl82"/>
    <w:basedOn w:val="Normal"/>
    <w:uiPriority w:val="99"/>
    <w:rsid w:val="00811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3">
    <w:name w:val="xl83"/>
    <w:basedOn w:val="Normal"/>
    <w:uiPriority w:val="99"/>
    <w:rsid w:val="00811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4">
    <w:name w:val="xl84"/>
    <w:basedOn w:val="Normal"/>
    <w:uiPriority w:val="99"/>
    <w:rsid w:val="00811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5">
    <w:name w:val="xl85"/>
    <w:basedOn w:val="Normal"/>
    <w:uiPriority w:val="99"/>
    <w:rsid w:val="00811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6">
    <w:name w:val="xl86"/>
    <w:basedOn w:val="Normal"/>
    <w:uiPriority w:val="99"/>
    <w:rsid w:val="00811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7">
    <w:name w:val="xl87"/>
    <w:basedOn w:val="Normal"/>
    <w:uiPriority w:val="99"/>
    <w:rsid w:val="00811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8">
    <w:name w:val="xl88"/>
    <w:basedOn w:val="Normal"/>
    <w:uiPriority w:val="99"/>
    <w:rsid w:val="00811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9">
    <w:name w:val="xl89"/>
    <w:basedOn w:val="Normal"/>
    <w:uiPriority w:val="99"/>
    <w:rsid w:val="00811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0">
    <w:name w:val="xl90"/>
    <w:basedOn w:val="Normal"/>
    <w:uiPriority w:val="99"/>
    <w:rsid w:val="00811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1">
    <w:name w:val="xl91"/>
    <w:basedOn w:val="Normal"/>
    <w:uiPriority w:val="99"/>
    <w:rsid w:val="00811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2">
    <w:name w:val="xl92"/>
    <w:basedOn w:val="Normal"/>
    <w:uiPriority w:val="99"/>
    <w:rsid w:val="00811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3">
    <w:name w:val="xl93"/>
    <w:basedOn w:val="Normal"/>
    <w:uiPriority w:val="99"/>
    <w:rsid w:val="00811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Normal"/>
    <w:uiPriority w:val="99"/>
    <w:rsid w:val="00811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5">
    <w:name w:val="xl95"/>
    <w:basedOn w:val="Normal"/>
    <w:uiPriority w:val="99"/>
    <w:rsid w:val="00811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96">
    <w:name w:val="xl96"/>
    <w:basedOn w:val="Normal"/>
    <w:uiPriority w:val="99"/>
    <w:rsid w:val="00811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97">
    <w:name w:val="xl97"/>
    <w:basedOn w:val="Normal"/>
    <w:uiPriority w:val="99"/>
    <w:rsid w:val="008118F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16"/>
      <w:szCs w:val="16"/>
      <w:lang w:eastAsia="ru-RU"/>
    </w:rPr>
  </w:style>
  <w:style w:type="paragraph" w:styleId="Title">
    <w:name w:val="Title"/>
    <w:basedOn w:val="Normal"/>
    <w:link w:val="TitleChar"/>
    <w:uiPriority w:val="99"/>
    <w:qFormat/>
    <w:locked/>
    <w:rsid w:val="00644316"/>
    <w:pPr>
      <w:spacing w:after="0" w:line="240" w:lineRule="auto"/>
      <w:ind w:right="-908"/>
      <w:jc w:val="center"/>
    </w:pPr>
    <w:rPr>
      <w:rFonts w:ascii="Times New Roman" w:hAnsi="Times New Roman"/>
      <w:sz w:val="32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10"/>
    <w:rsid w:val="001B50D8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BodyText">
    <w:name w:val="Body Text"/>
    <w:basedOn w:val="Normal"/>
    <w:link w:val="BodyTextChar"/>
    <w:uiPriority w:val="99"/>
    <w:rsid w:val="00644316"/>
    <w:pPr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B50D8"/>
    <w:rPr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644316"/>
    <w:pPr>
      <w:spacing w:after="0" w:line="240" w:lineRule="auto"/>
      <w:ind w:firstLine="708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B50D8"/>
    <w:rPr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51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</TotalTime>
  <Pages>39</Pages>
  <Words>7808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Admin</cp:lastModifiedBy>
  <cp:revision>13</cp:revision>
  <cp:lastPrinted>2023-05-11T07:18:00Z</cp:lastPrinted>
  <dcterms:created xsi:type="dcterms:W3CDTF">2022-10-04T19:25:00Z</dcterms:created>
  <dcterms:modified xsi:type="dcterms:W3CDTF">2023-05-11T07:19:00Z</dcterms:modified>
</cp:coreProperties>
</file>