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B9" w:rsidRPr="006A618E" w:rsidRDefault="00124EB9" w:rsidP="006A618E">
      <w:pPr>
        <w:spacing w:after="0" w:line="240" w:lineRule="auto"/>
        <w:ind w:right="-1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6A618E">
        <w:rPr>
          <w:rFonts w:ascii="Arial" w:hAnsi="Arial" w:cs="Arial"/>
          <w:b/>
          <w:sz w:val="28"/>
          <w:szCs w:val="28"/>
          <w:lang w:eastAsia="ru-RU"/>
        </w:rPr>
        <w:t>РОССИЙСКАЯ ФЕДЕРАЦИЯ</w:t>
      </w:r>
    </w:p>
    <w:p w:rsidR="00124EB9" w:rsidRPr="006A618E" w:rsidRDefault="00124EB9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hAnsi="Arial" w:cs="Arial"/>
          <w:b/>
          <w:bCs/>
          <w:sz w:val="28"/>
          <w:szCs w:val="24"/>
          <w:lang w:eastAsia="ru-RU"/>
        </w:rPr>
        <w:t>ОРЛОВСКАЯ ОБЛАСТЬ</w:t>
      </w:r>
    </w:p>
    <w:p w:rsidR="00124EB9" w:rsidRPr="006A618E" w:rsidRDefault="00124EB9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  <w:r w:rsidRPr="006A618E">
        <w:rPr>
          <w:rFonts w:ascii="Arial" w:hAnsi="Arial" w:cs="Arial"/>
          <w:b/>
          <w:bCs/>
          <w:sz w:val="28"/>
          <w:szCs w:val="24"/>
          <w:lang w:eastAsia="ru-RU"/>
        </w:rPr>
        <w:t>ЛИВЕНСКИЙ РАЙОН</w:t>
      </w:r>
    </w:p>
    <w:p w:rsidR="00124EB9" w:rsidRPr="006A618E" w:rsidRDefault="00124EB9" w:rsidP="006A618E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4"/>
          <w:lang w:eastAsia="ru-RU"/>
        </w:rPr>
      </w:pPr>
    </w:p>
    <w:p w:rsidR="00124EB9" w:rsidRPr="006A618E" w:rsidRDefault="00124EB9" w:rsidP="006A618E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sz w:val="28"/>
          <w:szCs w:val="28"/>
          <w:lang w:eastAsia="ru-RU"/>
        </w:rPr>
      </w:pPr>
      <w:r w:rsidRPr="006A618E">
        <w:rPr>
          <w:rFonts w:ascii="Arial" w:hAnsi="Arial" w:cs="Arial"/>
          <w:b/>
          <w:sz w:val="28"/>
          <w:szCs w:val="28"/>
          <w:lang w:eastAsia="ru-RU"/>
        </w:rPr>
        <w:t xml:space="preserve">АДМИНИСТРАЦИЯ </w:t>
      </w:r>
      <w:r>
        <w:rPr>
          <w:rFonts w:ascii="Arial" w:hAnsi="Arial" w:cs="Arial"/>
          <w:b/>
          <w:sz w:val="28"/>
          <w:szCs w:val="28"/>
          <w:lang w:eastAsia="ru-RU"/>
        </w:rPr>
        <w:t>РЕЧИЦКОГО</w:t>
      </w:r>
      <w:r w:rsidRPr="006A618E">
        <w:rPr>
          <w:rFonts w:ascii="Arial" w:hAnsi="Arial" w:cs="Arial"/>
          <w:b/>
          <w:sz w:val="28"/>
          <w:szCs w:val="28"/>
          <w:lang w:eastAsia="ru-RU"/>
        </w:rPr>
        <w:t xml:space="preserve"> СЕЛЬСКОГО ПОСЕЛЕНИЯ</w:t>
      </w:r>
    </w:p>
    <w:p w:rsidR="00124EB9" w:rsidRPr="006A618E" w:rsidRDefault="00124EB9" w:rsidP="006A618E">
      <w:pPr>
        <w:keepNext/>
        <w:spacing w:after="0" w:line="240" w:lineRule="auto"/>
        <w:ind w:right="-1"/>
        <w:jc w:val="center"/>
        <w:outlineLvl w:val="0"/>
        <w:rPr>
          <w:rFonts w:ascii="Arial" w:hAnsi="Arial" w:cs="Arial"/>
          <w:b/>
          <w:sz w:val="32"/>
          <w:szCs w:val="32"/>
          <w:lang w:eastAsia="ru-RU"/>
        </w:rPr>
      </w:pPr>
    </w:p>
    <w:p w:rsidR="00124EB9" w:rsidRPr="00A44D65" w:rsidRDefault="00124EB9" w:rsidP="002D11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РЕШЕНИЕ</w:t>
      </w:r>
    </w:p>
    <w:p w:rsidR="00124EB9" w:rsidRPr="003152E2" w:rsidRDefault="00124EB9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124EB9" w:rsidRPr="003152E2" w:rsidRDefault="00124EB9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>«</w:t>
      </w:r>
      <w:r>
        <w:rPr>
          <w:rFonts w:ascii="Arial" w:hAnsi="Arial" w:cs="Arial"/>
          <w:sz w:val="24"/>
          <w:szCs w:val="24"/>
          <w:lang w:eastAsia="ru-RU"/>
        </w:rPr>
        <w:t>26</w:t>
      </w:r>
      <w:r w:rsidRPr="003152E2">
        <w:rPr>
          <w:rFonts w:ascii="Arial" w:hAnsi="Arial" w:cs="Arial"/>
          <w:sz w:val="24"/>
          <w:szCs w:val="24"/>
          <w:lang w:eastAsia="ru-RU"/>
        </w:rPr>
        <w:t>»</w:t>
      </w:r>
      <w:r>
        <w:rPr>
          <w:rFonts w:ascii="Arial" w:hAnsi="Arial" w:cs="Arial"/>
          <w:sz w:val="24"/>
          <w:szCs w:val="24"/>
          <w:lang w:eastAsia="ru-RU"/>
        </w:rPr>
        <w:t xml:space="preserve"> июля </w:t>
      </w:r>
      <w:smartTag w:uri="urn:schemas-microsoft-com:office:smarttags" w:element="metricconverter">
        <w:smartTagPr>
          <w:attr w:name="ProductID" w:val="2023 г"/>
        </w:smartTagPr>
        <w:r>
          <w:rPr>
            <w:rFonts w:ascii="Arial" w:hAnsi="Arial" w:cs="Arial"/>
            <w:sz w:val="24"/>
            <w:szCs w:val="24"/>
            <w:lang w:eastAsia="ru-RU"/>
          </w:rPr>
          <w:t>2023</w:t>
        </w:r>
        <w:r w:rsidRPr="003152E2">
          <w:rPr>
            <w:rFonts w:ascii="Arial" w:hAnsi="Arial" w:cs="Arial"/>
            <w:sz w:val="24"/>
            <w:szCs w:val="24"/>
            <w:lang w:eastAsia="ru-RU"/>
          </w:rPr>
          <w:t xml:space="preserve"> г</w:t>
        </w:r>
      </w:smartTag>
      <w:r w:rsidRPr="003152E2">
        <w:rPr>
          <w:rFonts w:ascii="Arial" w:hAnsi="Arial" w:cs="Arial"/>
          <w:sz w:val="24"/>
          <w:szCs w:val="24"/>
          <w:lang w:eastAsia="ru-RU"/>
        </w:rPr>
        <w:t>.</w:t>
      </w:r>
      <w:r w:rsidRPr="003152E2">
        <w:rPr>
          <w:rFonts w:ascii="Arial" w:hAnsi="Arial" w:cs="Arial"/>
          <w:sz w:val="24"/>
          <w:szCs w:val="24"/>
          <w:lang w:eastAsia="ru-RU"/>
        </w:rPr>
        <w:tab/>
      </w:r>
      <w:r w:rsidRPr="003152E2">
        <w:rPr>
          <w:rFonts w:ascii="Arial" w:hAnsi="Arial" w:cs="Arial"/>
          <w:sz w:val="24"/>
          <w:szCs w:val="24"/>
          <w:lang w:eastAsia="ru-RU"/>
        </w:rPr>
        <w:tab/>
      </w:r>
      <w:r w:rsidRPr="003152E2">
        <w:rPr>
          <w:rFonts w:ascii="Arial" w:hAnsi="Arial" w:cs="Arial"/>
          <w:sz w:val="24"/>
          <w:szCs w:val="24"/>
          <w:lang w:eastAsia="ru-RU"/>
        </w:rPr>
        <w:tab/>
      </w:r>
      <w:r w:rsidRPr="003152E2">
        <w:rPr>
          <w:rFonts w:ascii="Arial" w:hAnsi="Arial" w:cs="Arial"/>
          <w:sz w:val="24"/>
          <w:szCs w:val="24"/>
          <w:lang w:eastAsia="ru-RU"/>
        </w:rPr>
        <w:tab/>
        <w:t xml:space="preserve">                                № </w:t>
      </w:r>
      <w:r>
        <w:rPr>
          <w:rFonts w:ascii="Arial" w:hAnsi="Arial" w:cs="Arial"/>
          <w:sz w:val="24"/>
          <w:szCs w:val="24"/>
          <w:lang w:eastAsia="ru-RU"/>
        </w:rPr>
        <w:t>22/73-сс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124EB9" w:rsidRPr="003152E2" w:rsidRDefault="00124EB9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 </w:t>
      </w:r>
      <w:r>
        <w:rPr>
          <w:rFonts w:ascii="Arial" w:hAnsi="Arial" w:cs="Arial"/>
          <w:sz w:val="24"/>
          <w:szCs w:val="24"/>
          <w:lang w:eastAsia="ru-RU"/>
        </w:rPr>
        <w:t xml:space="preserve">с. Речица </w:t>
      </w:r>
      <w:bookmarkStart w:id="0" w:name="_GoBack"/>
      <w:bookmarkEnd w:id="0"/>
    </w:p>
    <w:p w:rsidR="00124EB9" w:rsidRPr="003152E2" w:rsidRDefault="00124EB9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124EB9" w:rsidRPr="003152E2" w:rsidRDefault="00124EB9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 Об  итогах исполнения </w:t>
      </w:r>
      <w:r w:rsidRPr="003152E2">
        <w:rPr>
          <w:rFonts w:ascii="Arial" w:hAnsi="Arial" w:cs="Arial"/>
          <w:sz w:val="24"/>
          <w:szCs w:val="24"/>
          <w:lang w:eastAsia="ru-RU"/>
        </w:rPr>
        <w:br/>
        <w:t xml:space="preserve"> 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</w:t>
      </w:r>
    </w:p>
    <w:p w:rsidR="00124EB9" w:rsidRPr="003152E2" w:rsidRDefault="00124EB9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Ливенского района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</w:p>
    <w:p w:rsidR="00124EB9" w:rsidRPr="003152E2" w:rsidRDefault="00124EB9" w:rsidP="002D11D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124EB9" w:rsidRPr="003152E2" w:rsidRDefault="00124EB9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        Рассмотрев предоставленный администрацией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отчет об исполнении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Ливенского района 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,  </w:t>
      </w:r>
      <w:r>
        <w:rPr>
          <w:rFonts w:ascii="Arial" w:hAnsi="Arial" w:cs="Arial"/>
          <w:sz w:val="24"/>
          <w:szCs w:val="24"/>
          <w:lang w:eastAsia="ru-RU"/>
        </w:rPr>
        <w:t>Речицкий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сельский Совет народных депутатов </w:t>
      </w:r>
    </w:p>
    <w:p w:rsidR="00124EB9" w:rsidRPr="003152E2" w:rsidRDefault="00124EB9" w:rsidP="002D11DA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>РЕШИЛ:</w:t>
      </w:r>
    </w:p>
    <w:p w:rsidR="00124EB9" w:rsidRPr="003152E2" w:rsidRDefault="00124EB9" w:rsidP="002D11D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Принять к сведению отчет об исполнении  бюджета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по доходам в сумме </w:t>
      </w:r>
      <w:r>
        <w:rPr>
          <w:rFonts w:ascii="Arial" w:hAnsi="Arial" w:cs="Arial"/>
          <w:sz w:val="24"/>
          <w:szCs w:val="24"/>
          <w:lang w:eastAsia="ru-RU"/>
        </w:rPr>
        <w:t>1766,626 тыс.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руб. и по расходам в сумме </w:t>
      </w:r>
      <w:r>
        <w:rPr>
          <w:rFonts w:ascii="Arial" w:hAnsi="Arial" w:cs="Arial"/>
          <w:sz w:val="24"/>
          <w:szCs w:val="24"/>
          <w:lang w:eastAsia="ru-RU"/>
        </w:rPr>
        <w:t>1865,535 тыс. руб</w:t>
      </w:r>
      <w:r w:rsidRPr="003152E2">
        <w:rPr>
          <w:rFonts w:ascii="Arial" w:hAnsi="Arial" w:cs="Arial"/>
          <w:sz w:val="24"/>
          <w:szCs w:val="24"/>
          <w:lang w:eastAsia="ru-RU"/>
        </w:rPr>
        <w:t>. со следующими показателями: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по источникам финансирования дефицита бюджета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согласно приложению 1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по доходам бюджета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согласно приложению 2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по  исполнению  бюджета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по разделам и подразделам классификации расходов согласно приложению 3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по  исполнению  бюджета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по разделам и подразделам, целевым статьям и видам расходов классификации  расходов бюджета согласно приложению 4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 по  исполнению  бюджета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по разделам, подразделам, целевым статьям и ведомственной классификации  расходов  согласно приложению 5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по исполнению программы муниципальных внутренних заимствований  поселения за </w:t>
      </w:r>
      <w:r>
        <w:rPr>
          <w:rFonts w:ascii="Arial" w:hAnsi="Arial" w:cs="Arial"/>
          <w:sz w:val="24"/>
          <w:szCs w:val="24"/>
          <w:lang w:eastAsia="ru-RU"/>
        </w:rPr>
        <w:t xml:space="preserve"> 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согласно приложению 6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- по использованию средств резервного фонда администрации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 за </w:t>
      </w:r>
      <w:r>
        <w:rPr>
          <w:rFonts w:ascii="Arial" w:hAnsi="Arial" w:cs="Arial"/>
          <w:sz w:val="24"/>
          <w:szCs w:val="24"/>
          <w:lang w:eastAsia="ru-RU"/>
        </w:rPr>
        <w:t xml:space="preserve">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согласно приложению 7 к настоящему решению;</w:t>
      </w:r>
    </w:p>
    <w:p w:rsidR="00124EB9" w:rsidRPr="003152E2" w:rsidRDefault="00124EB9" w:rsidP="002D11DA">
      <w:pPr>
        <w:spacing w:after="0" w:line="240" w:lineRule="auto"/>
        <w:ind w:left="75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>-по численности и фактическим затратам на денежное содержание муниципальных служащих за</w:t>
      </w:r>
      <w:r>
        <w:rPr>
          <w:rFonts w:ascii="Arial" w:hAnsi="Arial" w:cs="Arial"/>
          <w:sz w:val="24"/>
          <w:szCs w:val="24"/>
          <w:lang w:eastAsia="ru-RU"/>
        </w:rPr>
        <w:t xml:space="preserve"> 1 полугодие </w:t>
      </w:r>
      <w:r w:rsidRPr="003152E2">
        <w:rPr>
          <w:rFonts w:ascii="Arial" w:hAnsi="Arial" w:cs="Arial"/>
          <w:sz w:val="24"/>
          <w:szCs w:val="24"/>
          <w:lang w:eastAsia="ru-RU"/>
        </w:rPr>
        <w:t>202</w:t>
      </w:r>
      <w:r>
        <w:rPr>
          <w:rFonts w:ascii="Arial" w:hAnsi="Arial" w:cs="Arial"/>
          <w:sz w:val="24"/>
          <w:szCs w:val="24"/>
          <w:lang w:eastAsia="ru-RU"/>
        </w:rPr>
        <w:t>3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год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согласно приложению 8 к настоящему решению.</w:t>
      </w:r>
    </w:p>
    <w:p w:rsidR="00124EB9" w:rsidRPr="003152E2" w:rsidRDefault="00124EB9" w:rsidP="002D11DA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2. Направить настоящее решение главе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сельского поселения для подписания и обнародования.</w:t>
      </w:r>
    </w:p>
    <w:p w:rsidR="00124EB9" w:rsidRPr="003152E2" w:rsidRDefault="00124EB9" w:rsidP="002D11DA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>3. Настоящее Решение вступает в силу после его официального опубликования.</w:t>
      </w:r>
    </w:p>
    <w:p w:rsidR="00124EB9" w:rsidRPr="006A618E" w:rsidRDefault="00124EB9" w:rsidP="005824C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3152E2">
        <w:rPr>
          <w:rFonts w:ascii="Arial" w:hAnsi="Arial" w:cs="Arial"/>
          <w:sz w:val="24"/>
          <w:szCs w:val="24"/>
          <w:lang w:eastAsia="ru-RU"/>
        </w:rPr>
        <w:t xml:space="preserve">4. Настоящее решение разместить на официальном сайте администрации Ливенского района Орловской области в информационно-телекоммуникационной сети «Интернет» и в Информационном  бюллетене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3152E2">
        <w:rPr>
          <w:rFonts w:ascii="Arial" w:hAnsi="Arial" w:cs="Arial"/>
          <w:sz w:val="24"/>
          <w:szCs w:val="24"/>
          <w:lang w:eastAsia="ru-RU"/>
        </w:rPr>
        <w:t xml:space="preserve">  сельского поселения.</w:t>
      </w:r>
    </w:p>
    <w:p w:rsidR="00124EB9" w:rsidRDefault="00124EB9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лава </w:t>
      </w:r>
      <w:r>
        <w:rPr>
          <w:rFonts w:ascii="Arial" w:hAnsi="Arial" w:cs="Arial"/>
          <w:sz w:val="24"/>
          <w:szCs w:val="24"/>
          <w:lang w:eastAsia="ru-RU"/>
        </w:rPr>
        <w:t>Речицкого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сельского поселения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     </w:t>
      </w:r>
      <w:r w:rsidRPr="006A618E">
        <w:rPr>
          <w:rFonts w:ascii="Arial" w:hAnsi="Arial" w:cs="Arial"/>
          <w:sz w:val="24"/>
          <w:szCs w:val="24"/>
          <w:lang w:eastAsia="ru-RU"/>
        </w:rPr>
        <w:t xml:space="preserve">      </w:t>
      </w:r>
      <w:r>
        <w:rPr>
          <w:rFonts w:ascii="Arial" w:hAnsi="Arial" w:cs="Arial"/>
          <w:sz w:val="24"/>
          <w:szCs w:val="24"/>
          <w:lang w:eastAsia="ru-RU"/>
        </w:rPr>
        <w:t xml:space="preserve">С.В. Ревин </w:t>
      </w:r>
    </w:p>
    <w:p w:rsidR="00124EB9" w:rsidRDefault="00124EB9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124EB9" w:rsidRDefault="00124EB9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  <w:sectPr w:rsidR="00124EB9" w:rsidSect="005824CD">
          <w:pgSz w:w="11906" w:h="16838"/>
          <w:pgMar w:top="1134" w:right="851" w:bottom="1134" w:left="1191" w:header="709" w:footer="709" w:gutter="0"/>
          <w:cols w:space="708"/>
          <w:docGrid w:linePitch="360"/>
        </w:sectPr>
      </w:pPr>
    </w:p>
    <w:p w:rsidR="00124EB9" w:rsidRDefault="00124EB9" w:rsidP="002002F3">
      <w:pPr>
        <w:keepNext/>
        <w:spacing w:after="0" w:line="240" w:lineRule="auto"/>
        <w:ind w:right="-2"/>
        <w:outlineLvl w:val="1"/>
        <w:rPr>
          <w:rFonts w:ascii="Arial" w:hAnsi="Arial" w:cs="Arial"/>
          <w:sz w:val="24"/>
          <w:szCs w:val="24"/>
          <w:lang w:eastAsia="ru-RU"/>
        </w:rPr>
      </w:pPr>
    </w:p>
    <w:tbl>
      <w:tblPr>
        <w:tblW w:w="11900" w:type="dxa"/>
        <w:tblInd w:w="93" w:type="dxa"/>
        <w:tblLook w:val="0000"/>
      </w:tblPr>
      <w:tblGrid>
        <w:gridCol w:w="2080"/>
        <w:gridCol w:w="2520"/>
        <w:gridCol w:w="1460"/>
        <w:gridCol w:w="1460"/>
        <w:gridCol w:w="1460"/>
        <w:gridCol w:w="1460"/>
        <w:gridCol w:w="1460"/>
      </w:tblGrid>
      <w:tr w:rsidR="00124EB9" w:rsidRPr="005824CD" w:rsidTr="005824CD">
        <w:trPr>
          <w:trHeight w:val="30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  <w:bookmarkStart w:id="1" w:name="RANGE!B1:H29"/>
            <w:bookmarkEnd w:id="1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5824CD" w:rsidRDefault="00124EB9" w:rsidP="005824CD">
            <w:pPr>
              <w:spacing w:after="0" w:line="240" w:lineRule="auto"/>
              <w:rPr>
                <w:color w:val="000000"/>
                <w:lang w:eastAsia="ru-RU"/>
              </w:rPr>
            </w:pPr>
          </w:p>
        </w:tc>
      </w:tr>
      <w:tr w:rsidR="00124EB9" w:rsidRPr="005824CD" w:rsidTr="005824CD">
        <w:trPr>
          <w:trHeight w:val="300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Приложение 1</w:t>
            </w:r>
          </w:p>
        </w:tc>
      </w:tr>
      <w:tr w:rsidR="00124EB9" w:rsidRPr="005824CD" w:rsidTr="005824CD">
        <w:trPr>
          <w:trHeight w:val="383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к Постановлению Речицкого сельского Совета народных депутатов от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</w:p>
        </w:tc>
      </w:tr>
      <w:tr w:rsidR="00124EB9" w:rsidRPr="005824CD" w:rsidTr="005824CD">
        <w:trPr>
          <w:trHeight w:val="529"/>
        </w:trPr>
        <w:tc>
          <w:tcPr>
            <w:tcW w:w="119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"Об итогах исполнения бюджета Речицкого сельского поселения Ливенского района за  1 полугодие 2023г. "</w:t>
            </w: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124EB9" w:rsidRPr="005824CD" w:rsidTr="005824CD">
        <w:trPr>
          <w:trHeight w:val="312"/>
        </w:trPr>
        <w:tc>
          <w:tcPr>
            <w:tcW w:w="119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Отчет по источникам финансирования </w:t>
            </w:r>
          </w:p>
        </w:tc>
      </w:tr>
      <w:tr w:rsidR="00124EB9" w:rsidRPr="005824CD" w:rsidTr="005824CD">
        <w:trPr>
          <w:trHeight w:val="503"/>
        </w:trPr>
        <w:tc>
          <w:tcPr>
            <w:tcW w:w="1190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дефицита бюджета Речицкого сельского поселения Ливенского района за  1 полугодие 2023г.</w:t>
            </w:r>
          </w:p>
        </w:tc>
      </w:tr>
      <w:tr w:rsidR="00124EB9" w:rsidRPr="005824CD" w:rsidTr="005824CD">
        <w:trPr>
          <w:trHeight w:val="315"/>
        </w:trPr>
        <w:tc>
          <w:tcPr>
            <w:tcW w:w="11900" w:type="dxa"/>
            <w:gridSpan w:val="7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тыс.руб.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Код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Утверждено на 2023г.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Утверждено на 2023г. согласно сводной бюджетной росписи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Исполнено за 2023 года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% исполнения к уточненному бюджету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отклонения от уточненного бюджета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Источники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98,909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178,091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1020000000000000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1020000000000700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1020000100000710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Получение кредитов от кредитных организаций бюджетом поселения в валюте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1020000000000800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1020000100000810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Погашение бюджетом поселения кредитов от кредитных организаций в валюте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1030000000000000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РФ в валюте РФ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1030000000000700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Получение бюджетных кредитов от других бюджетов бюджетной системы РФ в валюте РФ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377,000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1030000100000710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Получение кредитов от других бюджетов бюджетной системы РФ бюджетом поселения в валюте РФ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377,000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377,000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1030000000000800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Погашение бюджетных кредитов, полученных от других бюджетов бюджетной системы РФ в валюте РФ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1030100100000810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Погашение бюджетом поселения кредитов от других бюджетов бюджетной системы РФ в валюте РФ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-100,000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1050000000000000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98,909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-98,909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1050000000000500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-1766,626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35,99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-3141,747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1050200000000500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-1766,626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35,99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-3141,747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1050201000000510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-1766,626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35,99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-3141,747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1050201100000510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-1766,626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35,99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-3141,747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1050000000000600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Уменьшение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1865,535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38,01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3042,838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1050200000000600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1865,535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38,01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3042,838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1050201000000610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1865,535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38,01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3042,838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1050201100000610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4908,373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1865,535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38,01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3042,838</w:t>
            </w:r>
          </w:p>
        </w:tc>
      </w:tr>
      <w:tr w:rsidR="00124EB9" w:rsidRPr="005824CD" w:rsidTr="005824CD">
        <w:trPr>
          <w:trHeight w:val="1095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1060400000000000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Исполнение государственных и муниципальных гарантий в валюте РФ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11680" w:type="dxa"/>
        <w:tblInd w:w="93" w:type="dxa"/>
        <w:tblLook w:val="0000"/>
      </w:tblPr>
      <w:tblGrid>
        <w:gridCol w:w="1901"/>
        <w:gridCol w:w="3147"/>
        <w:gridCol w:w="1332"/>
        <w:gridCol w:w="1470"/>
        <w:gridCol w:w="1193"/>
        <w:gridCol w:w="1341"/>
        <w:gridCol w:w="1296"/>
      </w:tblGrid>
      <w:tr w:rsidR="00124EB9" w:rsidRPr="005824CD" w:rsidTr="005824CD">
        <w:trPr>
          <w:trHeight w:val="300"/>
        </w:trPr>
        <w:tc>
          <w:tcPr>
            <w:tcW w:w="116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Приложение 2</w:t>
            </w:r>
          </w:p>
        </w:tc>
      </w:tr>
      <w:tr w:rsidR="00124EB9" w:rsidRPr="005824CD" w:rsidTr="005824CD">
        <w:trPr>
          <w:trHeight w:val="300"/>
        </w:trPr>
        <w:tc>
          <w:tcPr>
            <w:tcW w:w="116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 Постановлению Речицкого сельского Совета народных депутатов от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</w:p>
        </w:tc>
      </w:tr>
      <w:tr w:rsidR="00124EB9" w:rsidRPr="005824CD" w:rsidTr="005824CD">
        <w:trPr>
          <w:trHeight w:val="300"/>
        </w:trPr>
        <w:tc>
          <w:tcPr>
            <w:tcW w:w="116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"Об итогах исполнения бюджета Речицкого сельского поселения Ливенского района за   1 полугодие2023г. "</w:t>
            </w:r>
          </w:p>
        </w:tc>
      </w:tr>
      <w:tr w:rsidR="00124EB9" w:rsidRPr="005824CD" w:rsidTr="005824CD">
        <w:trPr>
          <w:trHeight w:val="349"/>
        </w:trPr>
        <w:tc>
          <w:tcPr>
            <w:tcW w:w="11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 о поступлении доходов в бюджет</w:t>
            </w:r>
          </w:p>
        </w:tc>
      </w:tr>
      <w:tr w:rsidR="00124EB9" w:rsidRPr="005824CD" w:rsidTr="005824CD">
        <w:trPr>
          <w:trHeight w:val="349"/>
        </w:trPr>
        <w:tc>
          <w:tcPr>
            <w:tcW w:w="11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Речицкого сельского поселения Ливенского района</w:t>
            </w:r>
          </w:p>
        </w:tc>
      </w:tr>
      <w:tr w:rsidR="00124EB9" w:rsidRPr="005824CD" w:rsidTr="005824CD">
        <w:trPr>
          <w:trHeight w:val="375"/>
        </w:trPr>
        <w:tc>
          <w:tcPr>
            <w:tcW w:w="11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за  1 полугодие 2023 года </w:t>
            </w:r>
          </w:p>
        </w:tc>
      </w:tr>
      <w:tr w:rsidR="00124EB9" w:rsidRPr="005824CD" w:rsidTr="005824CD">
        <w:trPr>
          <w:trHeight w:val="300"/>
        </w:trPr>
        <w:tc>
          <w:tcPr>
            <w:tcW w:w="116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тыс.руб.</w:t>
            </w:r>
          </w:p>
        </w:tc>
      </w:tr>
      <w:tr w:rsidR="00124EB9" w:rsidRPr="005824CD" w:rsidTr="005824CD">
        <w:trPr>
          <w:trHeight w:val="1403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Код по бюджетной классификации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Утверждено на 2023год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Утверждено на 2023 год согласно уточнения главного распорядителя средств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Исполнено за   2023 год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% исполнения к уточненному бюджету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отклонения от уточненного бюджета</w:t>
            </w:r>
          </w:p>
        </w:tc>
      </w:tr>
      <w:tr w:rsidR="00124EB9" w:rsidRPr="005824CD" w:rsidTr="005824CD">
        <w:trPr>
          <w:trHeight w:val="578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10 000 000 000 000 000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2773,800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2773,800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755,821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27,249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2017,979</w:t>
            </w:r>
          </w:p>
        </w:tc>
      </w:tr>
      <w:tr w:rsidR="00124EB9" w:rsidRPr="005824CD" w:rsidTr="005824CD">
        <w:trPr>
          <w:trHeight w:val="31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2668,000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2668,000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741,490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27,792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1926,510</w:t>
            </w:r>
          </w:p>
        </w:tc>
      </w:tr>
      <w:tr w:rsidR="00124EB9" w:rsidRPr="005824CD" w:rsidTr="005824CD">
        <w:trPr>
          <w:trHeight w:val="37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1 01 02000 01 0000 110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534,000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534,000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206,079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38,592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327,921</w:t>
            </w:r>
          </w:p>
        </w:tc>
      </w:tr>
      <w:tr w:rsidR="00124EB9" w:rsidRPr="005824CD" w:rsidTr="005824CD">
        <w:trPr>
          <w:trHeight w:val="578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1 05 03000 010000 110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279,000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279,000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202,800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76,200</w:t>
            </w:r>
          </w:p>
        </w:tc>
      </w:tr>
      <w:tr w:rsidR="00124EB9" w:rsidRPr="005824CD" w:rsidTr="005824CD">
        <w:trPr>
          <w:trHeight w:val="1369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1 06 0103 0100000 110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62,000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62,000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13,888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22,400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48,112</w:t>
            </w:r>
          </w:p>
        </w:tc>
      </w:tr>
      <w:tr w:rsidR="00124EB9" w:rsidRPr="005824CD" w:rsidTr="005824CD">
        <w:trPr>
          <w:trHeight w:val="360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1 06 0600 0000000 110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1791,000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1791,000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318,732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17,796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1472,268</w:t>
            </w:r>
          </w:p>
        </w:tc>
      </w:tr>
      <w:tr w:rsidR="00124EB9" w:rsidRPr="005824CD" w:rsidTr="005824CD">
        <w:trPr>
          <w:trHeight w:val="1898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1 08 0402 0010000 110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1,200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1,800</w:t>
            </w:r>
          </w:p>
        </w:tc>
      </w:tr>
      <w:tr w:rsidR="00124EB9" w:rsidRPr="005824CD" w:rsidTr="005824CD">
        <w:trPr>
          <w:trHeight w:val="31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14,331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68,469</w:t>
            </w:r>
          </w:p>
        </w:tc>
      </w:tr>
      <w:tr w:rsidR="00124EB9" w:rsidRPr="005824CD" w:rsidTr="005824CD">
        <w:trPr>
          <w:trHeight w:val="217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1 11 0503 5100000 120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от сдачу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82,800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13,131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15,859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69,669</w:t>
            </w:r>
          </w:p>
        </w:tc>
      </w:tr>
      <w:tr w:rsidR="00124EB9" w:rsidRPr="005824CD" w:rsidTr="005824CD">
        <w:trPr>
          <w:trHeight w:val="217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66 911 105 025 100 000 000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510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11 610 129 010 000 100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Штрафы,сеанкции,возмещение ущерба.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</w:tr>
      <w:tr w:rsidR="00124EB9" w:rsidRPr="005824CD" w:rsidTr="005824CD">
        <w:trPr>
          <w:trHeight w:val="600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>1 17 1403 0100000 150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20,000</w:t>
            </w:r>
          </w:p>
        </w:tc>
      </w:tr>
      <w:tr w:rsidR="00124EB9" w:rsidRPr="005824CD" w:rsidTr="005824CD">
        <w:trPr>
          <w:trHeight w:val="61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20 000 000 000 000 000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1010,805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60,981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646,768</w:t>
            </w:r>
          </w:p>
        </w:tc>
      </w:tr>
      <w:tr w:rsidR="00124EB9" w:rsidRPr="005824CD" w:rsidTr="005824CD">
        <w:trPr>
          <w:trHeight w:val="1403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20 200 000 000 000 000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1657,573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1010,805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60,981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646,768</w:t>
            </w:r>
          </w:p>
        </w:tc>
      </w:tr>
      <w:tr w:rsidR="00124EB9" w:rsidRPr="005824CD" w:rsidTr="005824CD">
        <w:trPr>
          <w:trHeight w:val="878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2 02 1500 0000000 150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733,300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733,300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733,300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85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2 02 1500 2100000 150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1129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2 023 511 810 000 150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81,150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50,000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81,150</w:t>
            </w:r>
          </w:p>
        </w:tc>
      </w:tr>
      <w:tr w:rsidR="00124EB9" w:rsidRPr="005824CD" w:rsidTr="005824CD">
        <w:trPr>
          <w:trHeight w:val="360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2 02 4000 0000000 150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202,322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27,416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535,651</w:t>
            </w:r>
          </w:p>
        </w:tc>
      </w:tr>
      <w:tr w:rsidR="00124EB9" w:rsidRPr="005824CD" w:rsidTr="005824CD">
        <w:trPr>
          <w:trHeight w:val="1980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2 02 4001 4100000 150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737,973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190,322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25,790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547,651</w:t>
            </w:r>
          </w:p>
        </w:tc>
      </w:tr>
      <w:tr w:rsidR="00124EB9" w:rsidRPr="005824CD" w:rsidTr="005824CD">
        <w:trPr>
          <w:trHeight w:val="589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2 02 4999 9100000 150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Прочие межбюджетные трансферты, передаваемые  бюджетам  поселений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12,000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12,000</w:t>
            </w:r>
          </w:p>
        </w:tc>
      </w:tr>
      <w:tr w:rsidR="00124EB9" w:rsidRPr="005824CD" w:rsidTr="005824CD">
        <w:trPr>
          <w:trHeight w:val="612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2 07 0000 0000000 150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12,000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600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2 07 0503 0100000 150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Прочие безвозмездные поступления в бюджеты поселений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24,000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12,000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1883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2 18 6001 0100000 150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Доходы бюджетов 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1403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2 19 6001 0100000 150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-5,967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5,967</w:t>
            </w:r>
          </w:p>
        </w:tc>
      </w:tr>
      <w:tr w:rsidR="00124EB9" w:rsidRPr="005824CD" w:rsidTr="005824CD">
        <w:trPr>
          <w:trHeight w:val="529"/>
        </w:trPr>
        <w:tc>
          <w:tcPr>
            <w:tcW w:w="2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БЮДЖЕТА - ИТОГО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4431,373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4431,373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1766,626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39,866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>2664,747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12780" w:type="dxa"/>
        <w:tblInd w:w="93" w:type="dxa"/>
        <w:tblLook w:val="0000"/>
      </w:tblPr>
      <w:tblGrid>
        <w:gridCol w:w="3449"/>
        <w:gridCol w:w="1513"/>
        <w:gridCol w:w="875"/>
        <w:gridCol w:w="1430"/>
        <w:gridCol w:w="1457"/>
        <w:gridCol w:w="1384"/>
        <w:gridCol w:w="1291"/>
        <w:gridCol w:w="1381"/>
      </w:tblGrid>
      <w:tr w:rsidR="00124EB9" w:rsidRPr="005824CD" w:rsidTr="005824CD">
        <w:trPr>
          <w:trHeight w:val="3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bookmarkStart w:id="2" w:name="RANGE!B1:I31"/>
            <w:bookmarkEnd w:id="2"/>
            <w:r w:rsidRPr="005824CD">
              <w:rPr>
                <w:rFonts w:ascii="Times New Roman" w:hAnsi="Times New Roman"/>
                <w:color w:val="000000"/>
                <w:lang w:eastAsia="ru-RU"/>
              </w:rPr>
              <w:t>Приложение 3</w:t>
            </w:r>
          </w:p>
        </w:tc>
      </w:tr>
      <w:tr w:rsidR="00124EB9" w:rsidRPr="005824CD" w:rsidTr="005824CD">
        <w:trPr>
          <w:trHeight w:val="469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24CD">
              <w:rPr>
                <w:rFonts w:ascii="Times New Roman" w:hAnsi="Times New Roman"/>
                <w:lang w:eastAsia="ru-RU"/>
              </w:rPr>
              <w:t xml:space="preserve">к Постановлению Речицкого сельского Совета народных депутатов от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</w:p>
        </w:tc>
      </w:tr>
      <w:tr w:rsidR="00124EB9" w:rsidRPr="005824CD" w:rsidTr="005824CD">
        <w:trPr>
          <w:trHeight w:val="600"/>
        </w:trPr>
        <w:tc>
          <w:tcPr>
            <w:tcW w:w="127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lang w:eastAsia="ru-RU"/>
              </w:rPr>
              <w:t xml:space="preserve">"Об итогах исполнения бюджета Речицкого сельского поселения Ливенского района за  1 полугодие 2023года </w:t>
            </w:r>
          </w:p>
        </w:tc>
      </w:tr>
      <w:tr w:rsidR="00124EB9" w:rsidRPr="005824CD" w:rsidTr="005824CD">
        <w:trPr>
          <w:trHeight w:val="1249"/>
        </w:trPr>
        <w:tc>
          <w:tcPr>
            <w:tcW w:w="12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 и подразделам классификации расходов бюджета Речицкого сельского поселения Ливенского района за 1 полугодие 2023года </w:t>
            </w:r>
          </w:p>
        </w:tc>
      </w:tr>
      <w:tr w:rsidR="00124EB9" w:rsidRPr="005824CD" w:rsidTr="005824CD">
        <w:trPr>
          <w:trHeight w:val="300"/>
        </w:trPr>
        <w:tc>
          <w:tcPr>
            <w:tcW w:w="12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тыс.руб.</w:t>
            </w:r>
          </w:p>
        </w:tc>
      </w:tr>
      <w:tr w:rsidR="00124EB9" w:rsidRPr="005824CD" w:rsidTr="005824CD">
        <w:trPr>
          <w:trHeight w:val="171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РПр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 согласно сводной бюджетной росписи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Исполнено за  2023 год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824C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Отклонения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4708,374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4708,374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1865,535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39,622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-2842,839</w:t>
            </w:r>
          </w:p>
        </w:tc>
      </w:tr>
      <w:tr w:rsidR="00124EB9" w:rsidRPr="005824CD" w:rsidTr="005824CD">
        <w:trPr>
          <w:trHeight w:val="758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2143,200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2143,200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1161,670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54,203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-981,530</w:t>
            </w:r>
          </w:p>
        </w:tc>
      </w:tr>
      <w:tr w:rsidR="00124EB9" w:rsidRPr="005824CD" w:rsidTr="005824CD">
        <w:trPr>
          <w:trHeight w:val="1283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571,307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571,307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319,973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56,007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-251,334</w:t>
            </w:r>
          </w:p>
        </w:tc>
      </w:tr>
      <w:tr w:rsidR="00124EB9" w:rsidRPr="005824CD" w:rsidTr="005824CD">
        <w:trPr>
          <w:trHeight w:val="153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1527,440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1527,440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819,676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53,663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-707,764</w:t>
            </w:r>
          </w:p>
        </w:tc>
      </w:tr>
      <w:tr w:rsidR="00124EB9" w:rsidRPr="005824CD" w:rsidTr="005824CD">
        <w:trPr>
          <w:trHeight w:val="1429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14,453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14,453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14,453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75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-15,000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7,568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50,453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-7,432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80,105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49,356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-82,195</w:t>
            </w:r>
          </w:p>
        </w:tc>
      </w:tr>
      <w:tr w:rsidR="00124EB9" w:rsidRPr="005824CD" w:rsidTr="005824CD">
        <w:trPr>
          <w:trHeight w:val="51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162,300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80,105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49,356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-82,195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72,374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29,211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-175,390</w:t>
            </w:r>
          </w:p>
        </w:tc>
      </w:tr>
      <w:tr w:rsidR="00124EB9" w:rsidRPr="005824CD" w:rsidTr="005824CD">
        <w:trPr>
          <w:trHeight w:val="51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247,764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72,374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29,211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-175,390</w:t>
            </w:r>
          </w:p>
        </w:tc>
      </w:tr>
      <w:tr w:rsidR="00124EB9" w:rsidRPr="005824CD" w:rsidTr="005824CD">
        <w:trPr>
          <w:trHeight w:val="51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572,240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572,240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51,386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8,980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-520,854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180,810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180,810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17,974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9,941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-162,836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391,430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391,430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33,412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8,536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-358,018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124EB9" w:rsidRPr="005824CD" w:rsidTr="005824CD">
        <w:trPr>
          <w:trHeight w:val="51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35,578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-905,370</w:t>
            </w:r>
          </w:p>
        </w:tc>
      </w:tr>
      <w:tr w:rsidR="00124EB9" w:rsidRPr="005824CD" w:rsidTr="005824CD">
        <w:trPr>
          <w:trHeight w:val="28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1405,370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35,578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-905,370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-10,000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-155,500</w:t>
            </w:r>
          </w:p>
        </w:tc>
      </w:tr>
      <w:tr w:rsidR="00124EB9" w:rsidRPr="005824CD" w:rsidTr="005824CD">
        <w:trPr>
          <w:trHeight w:val="30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155,500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-155,500</w:t>
            </w:r>
          </w:p>
        </w:tc>
      </w:tr>
      <w:tr w:rsidR="00124EB9" w:rsidRPr="005824CD" w:rsidTr="005824CD">
        <w:trPr>
          <w:trHeight w:val="765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  <w:tr w:rsidR="00124EB9" w:rsidRPr="005824CD" w:rsidTr="005824CD">
        <w:trPr>
          <w:trHeight w:val="510"/>
        </w:trPr>
        <w:tc>
          <w:tcPr>
            <w:tcW w:w="3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2,000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5824CD" w:rsidRDefault="00124EB9" w:rsidP="005824C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  <w:r w:rsidRPr="005824CD"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  <w:t>-2,000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13700" w:type="dxa"/>
        <w:tblInd w:w="93" w:type="dxa"/>
        <w:tblLook w:val="0000"/>
      </w:tblPr>
      <w:tblGrid>
        <w:gridCol w:w="5"/>
        <w:gridCol w:w="3297"/>
        <w:gridCol w:w="656"/>
        <w:gridCol w:w="656"/>
        <w:gridCol w:w="1316"/>
        <w:gridCol w:w="546"/>
        <w:gridCol w:w="593"/>
        <w:gridCol w:w="1430"/>
        <w:gridCol w:w="1430"/>
        <w:gridCol w:w="1307"/>
        <w:gridCol w:w="1398"/>
        <w:gridCol w:w="1453"/>
      </w:tblGrid>
      <w:tr w:rsidR="00124EB9" w:rsidRPr="00033000" w:rsidTr="00033000">
        <w:trPr>
          <w:trHeight w:val="465"/>
        </w:trPr>
        <w:tc>
          <w:tcPr>
            <w:tcW w:w="1370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Приложение 4  к Постановлению Речицкого сельского   Совета народных депутатов от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"Об исполнении бюджета Речицкого сельского поселения                                                                                                                                                                                          Ливенского района" за  1 полугодие 2023 года </w:t>
            </w:r>
          </w:p>
        </w:tc>
      </w:tr>
      <w:tr w:rsidR="00124EB9" w:rsidRPr="00033000" w:rsidTr="00033000">
        <w:trPr>
          <w:trHeight w:val="300"/>
        </w:trPr>
        <w:tc>
          <w:tcPr>
            <w:tcW w:w="137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300"/>
        </w:trPr>
        <w:tc>
          <w:tcPr>
            <w:tcW w:w="137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300"/>
        </w:trPr>
        <w:tc>
          <w:tcPr>
            <w:tcW w:w="1370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1320"/>
        </w:trPr>
        <w:tc>
          <w:tcPr>
            <w:tcW w:w="13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Отчет о распределении бюджетных ассигнований по разделам,  подразделам, целевым статьям, группам и подгруппам видов расходов классификации расходов бюджета Речицкого сельского поселения Ливенского района за  1 полугодие 2023 год </w:t>
            </w:r>
          </w:p>
        </w:tc>
      </w:tr>
      <w:tr w:rsidR="00124EB9" w:rsidRPr="00033000" w:rsidTr="00033000">
        <w:trPr>
          <w:trHeight w:val="300"/>
        </w:trPr>
        <w:tc>
          <w:tcPr>
            <w:tcW w:w="137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тыс.руб.</w:t>
            </w:r>
          </w:p>
        </w:tc>
      </w:tr>
      <w:tr w:rsidR="00124EB9" w:rsidRPr="00033000" w:rsidTr="00033000">
        <w:trPr>
          <w:trHeight w:val="171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РПр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ЦСт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 на 2023 год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 соглас-но сводной бюджетной росписи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Исполнено за 2023 год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1865,535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39,622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-2842,838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1634,440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42,920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-2173,660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150,990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20,460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-586,983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57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2143,201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2128,201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1161,670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54,585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-966,531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1634,440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42,920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-2173,660</w:t>
            </w:r>
          </w:p>
        </w:tc>
      </w:tr>
      <w:tr w:rsidR="00124EB9" w:rsidRPr="00033000" w:rsidTr="00033000">
        <w:trPr>
          <w:trHeight w:val="144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6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102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222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105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1935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819,676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53,663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-707,765</w:t>
            </w:r>
          </w:p>
        </w:tc>
      </w:tr>
      <w:tr w:rsidR="00124EB9" w:rsidRPr="00033000" w:rsidTr="00033000">
        <w:trPr>
          <w:trHeight w:val="735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819,676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53,663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-707,765</w:t>
            </w:r>
          </w:p>
        </w:tc>
      </w:tr>
      <w:tr w:rsidR="00124EB9" w:rsidRPr="00033000" w:rsidTr="00033000">
        <w:trPr>
          <w:trHeight w:val="1215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759,034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55,657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-604,738</w:t>
            </w:r>
          </w:p>
        </w:tc>
      </w:tr>
      <w:tr w:rsidR="00124EB9" w:rsidRPr="00033000" w:rsidTr="00033000">
        <w:trPr>
          <w:trHeight w:val="21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564,775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58,601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-398,991</w:t>
            </w:r>
          </w:p>
        </w:tc>
      </w:tr>
      <w:tr w:rsidR="00124EB9" w:rsidRPr="00033000" w:rsidTr="00033000">
        <w:trPr>
          <w:trHeight w:val="9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564,775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58,601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-398,991</w:t>
            </w:r>
          </w:p>
        </w:tc>
      </w:tr>
      <w:tr w:rsidR="00124EB9" w:rsidRPr="00033000" w:rsidTr="00033000">
        <w:trPr>
          <w:trHeight w:val="3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963,766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564,775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58,601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-398,991</w:t>
            </w:r>
          </w:p>
        </w:tc>
      </w:tr>
      <w:tr w:rsidR="00124EB9" w:rsidRPr="00033000" w:rsidTr="00033000">
        <w:trPr>
          <w:trHeight w:val="9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192,402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48,709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-202,604</w:t>
            </w:r>
          </w:p>
        </w:tc>
      </w:tr>
      <w:tr w:rsidR="00124EB9" w:rsidRPr="00033000" w:rsidTr="00033000">
        <w:trPr>
          <w:trHeight w:val="1545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192,402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48,709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-202,604</w:t>
            </w:r>
          </w:p>
        </w:tc>
      </w:tr>
      <w:tr w:rsidR="00124EB9" w:rsidRPr="00033000" w:rsidTr="00033000">
        <w:trPr>
          <w:trHeight w:val="705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192,402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48,709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-202,604</w:t>
            </w:r>
          </w:p>
        </w:tc>
      </w:tr>
      <w:tr w:rsidR="00124EB9" w:rsidRPr="00033000" w:rsidTr="00033000">
        <w:trPr>
          <w:trHeight w:val="72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-3,143</w:t>
            </w:r>
          </w:p>
        </w:tc>
      </w:tr>
      <w:tr w:rsidR="00124EB9" w:rsidRPr="00033000" w:rsidTr="00033000">
        <w:trPr>
          <w:trHeight w:val="600"/>
        </w:trPr>
        <w:tc>
          <w:tcPr>
            <w:tcW w:w="38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-3,143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-3,143</w:t>
            </w:r>
          </w:p>
        </w:tc>
      </w:tr>
      <w:tr w:rsidR="00124EB9" w:rsidRPr="00033000" w:rsidTr="00033000">
        <w:trPr>
          <w:gridBefore w:val="1"/>
          <w:trHeight w:val="23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gridBefore w:val="1"/>
          <w:trHeight w:val="229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gridBefore w:val="1"/>
          <w:trHeight w:val="1512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623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195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48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64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219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63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3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12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7,568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50,453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-7,432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7,568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50,453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-7,432</w:t>
            </w:r>
          </w:p>
        </w:tc>
      </w:tr>
      <w:tr w:rsidR="00124EB9" w:rsidRPr="00033000" w:rsidTr="00033000">
        <w:trPr>
          <w:gridBefore w:val="1"/>
          <w:trHeight w:val="12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7,568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50,453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-7,432</w:t>
            </w:r>
          </w:p>
        </w:tc>
      </w:tr>
      <w:tr w:rsidR="00124EB9" w:rsidRPr="00033000" w:rsidTr="00033000">
        <w:trPr>
          <w:gridBefore w:val="1"/>
          <w:trHeight w:val="133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4,068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35,374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-7,432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4,068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35,374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-7,432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4,068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35,374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-7,432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gridBefore w:val="1"/>
          <w:trHeight w:val="198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gridBefore w:val="1"/>
          <w:trHeight w:val="21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50,369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-78,932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50,369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-78,932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50,369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-78,932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44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Речицкого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81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gridBefore w:val="1"/>
          <w:trHeight w:val="5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51,386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8,980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-520,854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gridBefore w:val="1"/>
          <w:trHeight w:val="265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391,430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391,430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33,412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8,536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-358,018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9,260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222,948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17,502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-107,248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17,502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-107,248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17,502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-107,248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17,502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-107,248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gridBefore w:val="1"/>
          <w:trHeight w:val="66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gridBefore w:val="1"/>
          <w:trHeight w:val="75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gridBefore w:val="1"/>
          <w:trHeight w:val="17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gridBefore w:val="1"/>
          <w:trHeight w:val="108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gridBefore w:val="1"/>
          <w:trHeight w:val="11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gridBefore w:val="1"/>
          <w:trHeight w:val="55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gridBefore w:val="1"/>
          <w:trHeight w:val="15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5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12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97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gridBefore w:val="1"/>
          <w:trHeight w:val="45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57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9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gridBefore w:val="1"/>
          <w:trHeight w:val="855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(муниципального )долга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6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gridBefore w:val="1"/>
          <w:trHeight w:val="300"/>
        </w:trPr>
        <w:tc>
          <w:tcPr>
            <w:tcW w:w="3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14360" w:type="dxa"/>
        <w:tblInd w:w="93" w:type="dxa"/>
        <w:tblLook w:val="0000"/>
      </w:tblPr>
      <w:tblGrid>
        <w:gridCol w:w="3349"/>
        <w:gridCol w:w="567"/>
        <w:gridCol w:w="650"/>
        <w:gridCol w:w="650"/>
        <w:gridCol w:w="1301"/>
        <w:gridCol w:w="542"/>
        <w:gridCol w:w="588"/>
        <w:gridCol w:w="1414"/>
        <w:gridCol w:w="1414"/>
        <w:gridCol w:w="1292"/>
        <w:gridCol w:w="1382"/>
        <w:gridCol w:w="1436"/>
      </w:tblGrid>
      <w:tr w:rsidR="00124EB9" w:rsidRPr="00033000" w:rsidTr="00033000">
        <w:trPr>
          <w:trHeight w:val="900"/>
        </w:trPr>
        <w:tc>
          <w:tcPr>
            <w:tcW w:w="14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EB9" w:rsidRDefault="00124EB9" w:rsidP="0003300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000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3" w:name="RANGE!B1:M189"/>
            <w:bookmarkEnd w:id="3"/>
            <w:r w:rsidRPr="00033000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Приложение №5 к Постановлению Речицкого сельского   Совета народных депутатов от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  <w:r w:rsidRPr="00033000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</w:p>
          <w:p w:rsidR="00124EB9" w:rsidRPr="00033000" w:rsidRDefault="00124EB9" w:rsidP="00033000">
            <w:pPr>
              <w:spacing w:after="0" w:line="240" w:lineRule="auto"/>
              <w:jc w:val="right"/>
              <w:rPr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33000">
              <w:rPr>
                <w:b/>
                <w:bCs/>
                <w:color w:val="000000"/>
                <w:sz w:val="16"/>
                <w:szCs w:val="16"/>
                <w:lang w:eastAsia="ru-RU"/>
              </w:rPr>
              <w:t xml:space="preserve">"Об исполнении бюджета Речицкого сельского поселения Ливенского района" за 1 полугодие2023 года </w:t>
            </w:r>
          </w:p>
        </w:tc>
      </w:tr>
      <w:tr w:rsidR="00124EB9" w:rsidRPr="00033000" w:rsidTr="00033000">
        <w:trPr>
          <w:trHeight w:val="615"/>
        </w:trPr>
        <w:tc>
          <w:tcPr>
            <w:tcW w:w="14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Отчет по ведомственной структуре расходов бюджета Речицкого сельского поселения Ливенского района  за 1 полугодие 2023года </w:t>
            </w:r>
          </w:p>
        </w:tc>
      </w:tr>
      <w:tr w:rsidR="00124EB9" w:rsidRPr="00033000" w:rsidTr="00033000">
        <w:trPr>
          <w:trHeight w:val="300"/>
        </w:trPr>
        <w:tc>
          <w:tcPr>
            <w:tcW w:w="1436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тыс.руб.</w:t>
            </w:r>
          </w:p>
        </w:tc>
      </w:tr>
      <w:tr w:rsidR="00124EB9" w:rsidRPr="00033000" w:rsidTr="00033000">
        <w:trPr>
          <w:trHeight w:val="171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Вед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РПр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ЦСт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Ист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 на 2023 год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Утверждено на 2023 год соглас-но сводной бюджетной росписи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Исполнено за   2023 год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Процент исполнения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Отклонения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Сумма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 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4706,875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1865,535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39,634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-2841,340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Средства поселений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3806,602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1634,440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42,937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-2172,162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150,990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20,460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-586,983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Областные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114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АДМИНИСТРАЦИЯ Речицкого СЕЛЬСКОГО ПОСЕЛЕНИЯ ЛИВЕНСКОГО РАЙОНА ОРЛОВСКОЙ ОБЛАСТИ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4708,375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4706,875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1865,535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39,634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-2841,340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Средства поселений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3806,602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1634,440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42,937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-2172,162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737,973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150,990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20,460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-586,983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2141,701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2141,701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1161,670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54,241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-980,031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3808,102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3806,602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1634,440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42,937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-2172,162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87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Глава муниципального образования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169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571,307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319,973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-251,334</w:t>
            </w:r>
          </w:p>
        </w:tc>
      </w:tr>
      <w:tr w:rsidR="00124EB9" w:rsidRPr="00033000" w:rsidTr="00033000">
        <w:trPr>
          <w:trHeight w:val="139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819,676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53,663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-707,765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1527,441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819,676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53,663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-707,765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Содержание органов местного самоуправления в рамках непрограммной части бюджета района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1363,772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759,034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55,657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-604,738</w:t>
            </w:r>
          </w:p>
        </w:tc>
      </w:tr>
      <w:tr w:rsidR="00124EB9" w:rsidRPr="00033000" w:rsidTr="00033000">
        <w:trPr>
          <w:trHeight w:val="15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564,775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58,601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-398,991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564,775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58,601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-398,991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963,766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963,766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564,775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58,601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-398,991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192,402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48,709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-202,604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192,402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48,709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-202,604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395,006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192,402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48,709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-202,604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-3,143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-3,143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1,857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37,140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-3,143</w:t>
            </w:r>
          </w:p>
        </w:tc>
      </w:tr>
      <w:tr w:rsidR="00124EB9" w:rsidRPr="00033000" w:rsidTr="00033000">
        <w:trPr>
          <w:trHeight w:val="21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trHeight w:val="15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163,669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60,642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37,052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-103,027</w:t>
            </w:r>
          </w:p>
        </w:tc>
      </w:tr>
      <w:tr w:rsidR="00124EB9" w:rsidRPr="00033000" w:rsidTr="00033000">
        <w:trPr>
          <w:trHeight w:val="12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Обеспечение деятельности финансовых,налоговых и таможенных органов и органов  финансового(финансово-бюджетного) надзора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14,453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внешнего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0,202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по осуществлению внутреннего муниципального финансового контроля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14,251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расходы, за исключением зарплаты государственных(муниципальных) служащих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880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Резервные фонды местных администраций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870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7,568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-5,932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7,568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-5,932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Выполнение других обязательств органов местного самоуправления в рамках непрограммной части бюджета поселения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7,568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56,059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-5,932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4,068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40,680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-5,932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4,068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40,680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-5,932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4,068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40,680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-5,932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175,000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1,500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3,500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162,300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12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непрограммной части 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162,300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49,356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-82,195</w:t>
            </w:r>
          </w:p>
        </w:tc>
      </w:tr>
      <w:tr w:rsidR="00124EB9" w:rsidRPr="00033000" w:rsidTr="00033000">
        <w:trPr>
          <w:trHeight w:val="216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учреждения, органами управления государственными внебюджетными фондами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50,369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-78,932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50,369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-78,932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159,037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80,105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50,369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-78,932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Федеральные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0203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5100051180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3,263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-3,263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</w:tr>
      <w:tr w:rsidR="00124EB9" w:rsidRPr="00033000" w:rsidTr="00033000">
        <w:trPr>
          <w:trHeight w:val="3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Проектирование, строительство, реконструкция, капитальный ремонт, ремонт автомобильных дорог местного значения в границах населенных пунктов  Речицкого сельского поселения Ливенского района, а также содержание автомобильных дорог местного значения за счет средств дорожного фонда и иных мероприятий предусмотренных порядком формирования и использования бюджетных ассигнований муниципального дорожного фонда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trHeight w:val="79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5100078120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247,764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72,374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29,211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-175,390</w:t>
            </w:r>
          </w:p>
        </w:tc>
      </w:tr>
      <w:tr w:rsidR="00124EB9" w:rsidRPr="00033000" w:rsidTr="00033000">
        <w:trPr>
          <w:trHeight w:val="57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572,240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51,386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8,980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-520,854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trHeight w:val="21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организации в границах поселения электро-, тепло-, газо- и водоснабжения населения, водоотведения в пределах полномочий, установленных законодательством Российской Федерации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5100079090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180,810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17,974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9,941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-162,836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391,430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346,430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33,412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9,645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-313,018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245,700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33,412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13,599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212,288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26,767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-62,248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26,767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-62,248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85,000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26,767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-62,248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5100079030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22,752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17,502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-107,248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trHeight w:val="40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115,700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10,660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9,213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-105,040</w:t>
            </w:r>
          </w:p>
        </w:tc>
      </w:tr>
      <w:tr w:rsidR="00124EB9" w:rsidRPr="00033000" w:rsidTr="00033000">
        <w:trPr>
          <w:trHeight w:val="54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trHeight w:val="178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полномочий по организации ритуальных услуг населению и содержанию мест захоронений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5100079500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trHeight w:val="109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5100079500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trHeight w:val="124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5100079500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trHeight w:val="57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5100079500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143,330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-143,330</w:t>
            </w:r>
          </w:p>
        </w:tc>
      </w:tr>
      <w:tr w:rsidR="00124EB9" w:rsidRPr="00033000" w:rsidTr="00033000">
        <w:trPr>
          <w:trHeight w:val="12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Выполнение части полномочий по обеспечению безопасности людей на водных объектах, охране их жизни и здоровья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Районные средства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0503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5100079140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2,400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-2,400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Проведение мероприятий  для детей и молодежи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Организация досуга и обеспечение жителей поселения услугами организаций культуры в рамках непрограммной части бюджета района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5100079080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1405,370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500,000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35,578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-905,370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Доплаты к пенсиям муниципальных служащих в рамках непрограммной части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Социальные выплаты гражданам, кроме публичных нормативных социальных выплат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320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5100078220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321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155,500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-155,500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Массовый спорт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5100072650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Закупка товаров, работ и услуг для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9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244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-10,000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5100079060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123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#ДЕЛ/0!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855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Непрограммная часть бюджета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-2,000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государственного (муниципального )долга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6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внутреннего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700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</w:tr>
      <w:tr w:rsidR="00124EB9" w:rsidRPr="00033000" w:rsidTr="00033000">
        <w:trPr>
          <w:trHeight w:val="300"/>
        </w:trPr>
        <w:tc>
          <w:tcPr>
            <w:tcW w:w="4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Средства поселения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669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1301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5100079070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730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2,000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lang w:eastAsia="ru-RU"/>
              </w:rPr>
              <w:t>0,000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color w:val="000000"/>
                <w:lang w:eastAsia="ru-RU"/>
              </w:rPr>
            </w:pPr>
            <w:r w:rsidRPr="00033000">
              <w:rPr>
                <w:color w:val="000000"/>
                <w:lang w:eastAsia="ru-RU"/>
              </w:rPr>
              <w:t>0,000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12180" w:type="dxa"/>
        <w:tblInd w:w="93" w:type="dxa"/>
        <w:tblLook w:val="0000"/>
      </w:tblPr>
      <w:tblGrid>
        <w:gridCol w:w="5291"/>
        <w:gridCol w:w="1474"/>
        <w:gridCol w:w="1474"/>
        <w:gridCol w:w="1348"/>
        <w:gridCol w:w="1566"/>
        <w:gridCol w:w="1512"/>
      </w:tblGrid>
      <w:tr w:rsidR="00124EB9" w:rsidRPr="00033000" w:rsidTr="00033000">
        <w:trPr>
          <w:trHeight w:val="600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124EB9" w:rsidRPr="00033000" w:rsidTr="00033000">
        <w:trPr>
          <w:trHeight w:val="76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Default="00124EB9" w:rsidP="00033000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к Постановлению   Речицкого сельского   Совета народных депутатов от 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 </w:t>
            </w:r>
          </w:p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"Об исполнении бюджета Речицкого сельского поселения Ливенского района" за 1 полугодие 2023года </w:t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br/>
              <w:t xml:space="preserve"> </w:t>
            </w:r>
          </w:p>
        </w:tc>
      </w:tr>
      <w:tr w:rsidR="00124EB9" w:rsidRPr="00033000" w:rsidTr="00033000">
        <w:trPr>
          <w:trHeight w:val="255"/>
        </w:trPr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1185"/>
        </w:trPr>
        <w:tc>
          <w:tcPr>
            <w:tcW w:w="12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  <w:t>Исполнение программы муниципальных внутренних заимствований Речицкого сельского поселения</w:t>
            </w:r>
            <w:r w:rsidRPr="00033000">
              <w:rPr>
                <w:rFonts w:ascii="Arial" w:hAnsi="Arial"/>
                <w:b/>
                <w:bCs/>
                <w:i/>
                <w:iCs/>
                <w:sz w:val="28"/>
                <w:szCs w:val="28"/>
                <w:lang w:eastAsia="ru-RU"/>
              </w:rPr>
              <w:br/>
              <w:t>за  1 полугодие 2023 года</w:t>
            </w:r>
          </w:p>
        </w:tc>
      </w:tr>
      <w:tr w:rsidR="00124EB9" w:rsidRPr="00033000" w:rsidTr="00033000">
        <w:trPr>
          <w:trHeight w:val="255"/>
        </w:trPr>
        <w:tc>
          <w:tcPr>
            <w:tcW w:w="53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тыс.руб.</w:t>
            </w:r>
          </w:p>
        </w:tc>
      </w:tr>
      <w:tr w:rsidR="00124EB9" w:rsidRPr="00033000" w:rsidTr="00033000">
        <w:trPr>
          <w:trHeight w:val="855"/>
        </w:trPr>
        <w:tc>
          <w:tcPr>
            <w:tcW w:w="5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Утверждено на 2023 год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Утверждено на 2018  год согласно сводной бюджетной росписи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Исполнено  2023 год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% исполнения к уточненному бюджету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3300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отклонения от уточненного бюджета</w:t>
            </w:r>
          </w:p>
        </w:tc>
      </w:tr>
      <w:tr w:rsidR="00124EB9" w:rsidRPr="00033000" w:rsidTr="00033000">
        <w:trPr>
          <w:trHeight w:val="705"/>
        </w:trPr>
        <w:tc>
          <w:tcPr>
            <w:tcW w:w="5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4EB9" w:rsidRPr="00033000" w:rsidTr="00033000">
        <w:trPr>
          <w:trHeight w:val="645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Внутренние заимствование (привлечение / погашение)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24EB9" w:rsidRPr="00033000" w:rsidTr="00033000">
        <w:trPr>
          <w:trHeight w:val="60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24EB9" w:rsidRPr="00033000" w:rsidTr="00033000">
        <w:trPr>
          <w:trHeight w:val="30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24EB9" w:rsidRPr="00033000" w:rsidTr="00033000">
        <w:trPr>
          <w:trHeight w:val="30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24EB9" w:rsidRPr="00033000" w:rsidTr="00033000">
        <w:trPr>
          <w:trHeight w:val="57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24EB9" w:rsidRPr="00033000" w:rsidTr="00033000">
        <w:trPr>
          <w:trHeight w:val="30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Привлечение средств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124EB9" w:rsidRPr="00033000" w:rsidTr="00033000">
        <w:trPr>
          <w:trHeight w:val="300"/>
        </w:trPr>
        <w:tc>
          <w:tcPr>
            <w:tcW w:w="5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Погашение основной суммы задолженности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i/>
                <w:iCs/>
                <w:sz w:val="24"/>
                <w:szCs w:val="24"/>
                <w:lang w:eastAsia="ru-RU"/>
              </w:rPr>
              <w:t>0,0%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9380" w:type="dxa"/>
        <w:tblInd w:w="93" w:type="dxa"/>
        <w:tblLook w:val="0000"/>
      </w:tblPr>
      <w:tblGrid>
        <w:gridCol w:w="592"/>
        <w:gridCol w:w="1120"/>
        <w:gridCol w:w="982"/>
        <w:gridCol w:w="1660"/>
        <w:gridCol w:w="4940"/>
      </w:tblGrid>
      <w:tr w:rsidR="00124EB9" w:rsidRPr="00033000" w:rsidTr="00033000">
        <w:trPr>
          <w:trHeight w:val="217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Приложение 7</w:t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br/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br/>
              <w:t xml:space="preserve">к  Постановлению  Речицкого сельского Совета народных депутатов  от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 "Об исполнении бюджета Речицкого сельского поселения Ливенского района за  1 полугодие 2023 года"</w:t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br/>
              <w:t xml:space="preserve">       </w:t>
            </w:r>
          </w:p>
        </w:tc>
      </w:tr>
      <w:tr w:rsidR="00124EB9" w:rsidRPr="00033000" w:rsidTr="00033000">
        <w:trPr>
          <w:trHeight w:val="1350"/>
        </w:trPr>
        <w:tc>
          <w:tcPr>
            <w:tcW w:w="93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ОТЧЕТ</w:t>
            </w: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 xml:space="preserve">об использовании бюджетных ассигнований резервного фонда </w:t>
            </w: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 xml:space="preserve">администрации Речицкого сельского поселения  за  </w:t>
            </w: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 xml:space="preserve"> 1 полугодие  2023 года</w:t>
            </w:r>
          </w:p>
        </w:tc>
      </w:tr>
      <w:tr w:rsidR="00124EB9" w:rsidRPr="00033000" w:rsidTr="00033000">
        <w:trPr>
          <w:trHeight w:val="55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Назначено  (руб.)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72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Использовано</w:t>
            </w: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br/>
              <w:t>(руб.)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465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465"/>
        </w:trPr>
        <w:tc>
          <w:tcPr>
            <w:tcW w:w="4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255"/>
        </w:trPr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24EB9" w:rsidRPr="00033000" w:rsidTr="00033000">
        <w:trPr>
          <w:trHeight w:val="58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№ распор.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Сумма  (руб.)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0"/>
                <w:szCs w:val="20"/>
                <w:lang w:eastAsia="ru-RU"/>
              </w:rPr>
              <w:t>Цель</w:t>
            </w:r>
          </w:p>
        </w:tc>
      </w:tr>
      <w:tr w:rsidR="00124EB9" w:rsidRPr="00033000" w:rsidTr="00033000">
        <w:trPr>
          <w:trHeight w:val="109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> </w:t>
            </w:r>
          </w:p>
        </w:tc>
      </w:tr>
      <w:tr w:rsidR="00124EB9" w:rsidRPr="00033000" w:rsidTr="00033000">
        <w:trPr>
          <w:trHeight w:val="780"/>
        </w:trPr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tbl>
      <w:tblPr>
        <w:tblW w:w="7820" w:type="dxa"/>
        <w:tblInd w:w="93" w:type="dxa"/>
        <w:tblLook w:val="0000"/>
      </w:tblPr>
      <w:tblGrid>
        <w:gridCol w:w="3372"/>
        <w:gridCol w:w="2000"/>
        <w:gridCol w:w="2340"/>
      </w:tblGrid>
      <w:tr w:rsidR="00124EB9" w:rsidRPr="00033000" w:rsidTr="00033000">
        <w:trPr>
          <w:trHeight w:val="1943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4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Default="00124EB9" w:rsidP="00033000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                                                 Приложение 8                           к Постановлению Речицкого сельского Совета народных депутатов  от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17.07.</w:t>
            </w:r>
            <w:r w:rsidRPr="005824C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2023г. №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22/73-сс</w:t>
            </w: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 </w:t>
            </w:r>
          </w:p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sz w:val="20"/>
                <w:szCs w:val="20"/>
                <w:lang w:eastAsia="ru-RU"/>
              </w:rPr>
            </w:pPr>
            <w:r w:rsidRPr="00033000">
              <w:rPr>
                <w:rFonts w:ascii="Arial" w:hAnsi="Arial"/>
                <w:sz w:val="20"/>
                <w:szCs w:val="20"/>
                <w:lang w:eastAsia="ru-RU"/>
              </w:rPr>
              <w:t xml:space="preserve">"Об итогах исполнения бюджета Речицкого сельского поселения Ливенского района" за 1 полугодие  2023 года </w:t>
            </w:r>
          </w:p>
        </w:tc>
      </w:tr>
      <w:tr w:rsidR="00124EB9" w:rsidRPr="00033000" w:rsidTr="0003300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2085"/>
        </w:trPr>
        <w:tc>
          <w:tcPr>
            <w:tcW w:w="7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 xml:space="preserve">Сведения о численности и фактических затратах на денежное содержание муниципальных служащих органов местного самоуправления и работников муниципальных учреждений финансируемых из  бюджета Речицкого поселения за   1 полугодие 2023год </w:t>
            </w:r>
          </w:p>
        </w:tc>
      </w:tr>
      <w:tr w:rsidR="00124EB9" w:rsidRPr="00033000" w:rsidTr="00033000">
        <w:trPr>
          <w:trHeight w:val="360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4EB9" w:rsidRPr="00033000" w:rsidTr="00033000">
        <w:trPr>
          <w:trHeight w:val="255"/>
        </w:trPr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sz w:val="20"/>
                <w:szCs w:val="20"/>
                <w:lang w:eastAsia="ru-RU"/>
              </w:rPr>
            </w:pPr>
          </w:p>
        </w:tc>
      </w:tr>
      <w:tr w:rsidR="00124EB9" w:rsidRPr="00033000" w:rsidTr="00033000">
        <w:trPr>
          <w:trHeight w:val="255"/>
        </w:trPr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lang w:eastAsia="ru-RU"/>
              </w:rPr>
              <w:t> 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Численность</w:t>
            </w: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br/>
              <w:t>(ставки)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jc w:val="center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Денежное содержание</w:t>
            </w: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br/>
              <w:t>(тыс.руб.)</w:t>
            </w:r>
          </w:p>
        </w:tc>
      </w:tr>
      <w:tr w:rsidR="00124EB9" w:rsidRPr="00033000" w:rsidTr="00033000">
        <w:trPr>
          <w:trHeight w:val="1695"/>
        </w:trPr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24EB9" w:rsidRPr="00033000" w:rsidTr="00033000">
        <w:trPr>
          <w:trHeight w:val="102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Муниципальные служащие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228,519</w:t>
            </w:r>
          </w:p>
        </w:tc>
      </w:tr>
      <w:tr w:rsidR="00124EB9" w:rsidRPr="00033000" w:rsidTr="00033000">
        <w:trPr>
          <w:trHeight w:val="1170"/>
        </w:trPr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4EB9" w:rsidRPr="00033000" w:rsidRDefault="00124EB9" w:rsidP="00033000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4"/>
                <w:szCs w:val="24"/>
                <w:lang w:eastAsia="ru-RU"/>
              </w:rPr>
              <w:t>Работники бюджетных учреждений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2,25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EB9" w:rsidRPr="00033000" w:rsidRDefault="00124EB9" w:rsidP="00033000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</w:pPr>
            <w:r w:rsidRPr="00033000">
              <w:rPr>
                <w:rFonts w:ascii="Arial" w:hAnsi="Arial"/>
                <w:b/>
                <w:bCs/>
                <w:sz w:val="28"/>
                <w:szCs w:val="28"/>
                <w:lang w:eastAsia="ru-RU"/>
              </w:rPr>
              <w:t>392,809</w:t>
            </w:r>
          </w:p>
        </w:tc>
      </w:tr>
    </w:tbl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  <w:sectPr w:rsidR="00124EB9" w:rsidSect="005824CD">
          <w:pgSz w:w="16838" w:h="11906" w:orient="landscape"/>
          <w:pgMar w:top="1191" w:right="1134" w:bottom="851" w:left="1134" w:header="709" w:footer="709" w:gutter="0"/>
          <w:cols w:space="708"/>
          <w:docGrid w:linePitch="360"/>
        </w:sectPr>
      </w:pPr>
    </w:p>
    <w:p w:rsidR="00124EB9" w:rsidRDefault="00124EB9" w:rsidP="00033000">
      <w:pPr>
        <w:pStyle w:val="Title"/>
        <w:ind w:right="-143"/>
        <w:rPr>
          <w:b/>
          <w:i/>
          <w:sz w:val="36"/>
        </w:rPr>
      </w:pPr>
      <w:r>
        <w:rPr>
          <w:b/>
          <w:i/>
          <w:sz w:val="36"/>
        </w:rPr>
        <w:t xml:space="preserve">ПОЯСНИТЕЛЬНАЯ ЗАПИСКА                                                                                                             </w:t>
      </w:r>
    </w:p>
    <w:p w:rsidR="00124EB9" w:rsidRDefault="00124EB9" w:rsidP="00033000">
      <w:pPr>
        <w:pStyle w:val="BodyTextIndent3"/>
        <w:jc w:val="center"/>
      </w:pPr>
      <w:r>
        <w:rPr>
          <w:b/>
          <w:sz w:val="32"/>
        </w:rPr>
        <w:t xml:space="preserve">к отчету об исполнении </w:t>
      </w:r>
      <w:r>
        <w:rPr>
          <w:b/>
          <w:sz w:val="32"/>
        </w:rPr>
        <w:br/>
        <w:t xml:space="preserve"> бюджета Речицкого сельского поселения на 1.07.2023 года.</w:t>
      </w:r>
    </w:p>
    <w:p w:rsidR="00124EB9" w:rsidRDefault="00124EB9" w:rsidP="00033000">
      <w:pPr>
        <w:rPr>
          <w:b/>
          <w:sz w:val="32"/>
        </w:rPr>
      </w:pPr>
    </w:p>
    <w:p w:rsidR="00124EB9" w:rsidRPr="00BE1C36" w:rsidRDefault="00124EB9" w:rsidP="00033000">
      <w:pPr>
        <w:pStyle w:val="BodyText"/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За </w:t>
      </w:r>
      <w:r w:rsidRPr="009C0A55">
        <w:rPr>
          <w:sz w:val="26"/>
          <w:szCs w:val="26"/>
        </w:rPr>
        <w:t xml:space="preserve">1 </w:t>
      </w:r>
      <w:r>
        <w:rPr>
          <w:sz w:val="26"/>
          <w:szCs w:val="26"/>
        </w:rPr>
        <w:t>полугодие</w:t>
      </w:r>
      <w:r w:rsidRPr="009C0A55">
        <w:rPr>
          <w:sz w:val="26"/>
          <w:szCs w:val="26"/>
        </w:rPr>
        <w:t xml:space="preserve"> 2023 года</w:t>
      </w:r>
      <w:r>
        <w:rPr>
          <w:rFonts w:ascii="Arial" w:hAnsi="Arial" w:cs="Arial"/>
          <w:szCs w:val="24"/>
        </w:rPr>
        <w:t xml:space="preserve"> </w:t>
      </w:r>
      <w:r w:rsidRPr="00BE1C36">
        <w:rPr>
          <w:sz w:val="26"/>
          <w:szCs w:val="26"/>
        </w:rPr>
        <w:t xml:space="preserve">доходная часть  бюджета </w:t>
      </w:r>
      <w:r>
        <w:rPr>
          <w:sz w:val="26"/>
          <w:szCs w:val="26"/>
        </w:rPr>
        <w:t>Речицкого</w:t>
      </w:r>
      <w:r w:rsidRPr="00BE1C36">
        <w:rPr>
          <w:sz w:val="26"/>
          <w:szCs w:val="26"/>
        </w:rPr>
        <w:t xml:space="preserve"> сельского поселения  составила </w:t>
      </w:r>
      <w:r>
        <w:rPr>
          <w:sz w:val="26"/>
          <w:szCs w:val="26"/>
        </w:rPr>
        <w:t>1766,626 тыс.</w:t>
      </w:r>
      <w:r w:rsidRPr="00BE1C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E1C36">
        <w:rPr>
          <w:sz w:val="26"/>
          <w:szCs w:val="26"/>
        </w:rPr>
        <w:t>рублей и исполнена</w:t>
      </w:r>
      <w:r>
        <w:rPr>
          <w:sz w:val="26"/>
          <w:szCs w:val="26"/>
        </w:rPr>
        <w:t xml:space="preserve"> на 39,9</w:t>
      </w:r>
      <w:r w:rsidRPr="00BE1C36">
        <w:rPr>
          <w:sz w:val="26"/>
          <w:szCs w:val="26"/>
        </w:rPr>
        <w:t>%  к плану года.</w:t>
      </w:r>
    </w:p>
    <w:p w:rsidR="00124EB9" w:rsidRPr="00BE1C36" w:rsidRDefault="00124EB9" w:rsidP="00033000">
      <w:pPr>
        <w:pStyle w:val="BodyText"/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 Налоговые и неналоговые доходы бюджета мобилизованы в размере </w:t>
      </w:r>
      <w:r>
        <w:rPr>
          <w:sz w:val="26"/>
          <w:szCs w:val="26"/>
        </w:rPr>
        <w:t>741,490 тыс.</w:t>
      </w:r>
      <w:r w:rsidRPr="00BE1C36">
        <w:rPr>
          <w:sz w:val="26"/>
          <w:szCs w:val="26"/>
        </w:rPr>
        <w:t xml:space="preserve"> рублей </w:t>
      </w:r>
      <w:r>
        <w:rPr>
          <w:sz w:val="26"/>
          <w:szCs w:val="26"/>
        </w:rPr>
        <w:t xml:space="preserve">или 27,82 </w:t>
      </w:r>
      <w:r w:rsidRPr="00BE1C36">
        <w:rPr>
          <w:sz w:val="26"/>
          <w:szCs w:val="26"/>
        </w:rPr>
        <w:t>% к годовому заданию.</w:t>
      </w:r>
    </w:p>
    <w:p w:rsidR="00124EB9" w:rsidRPr="00BE1C36" w:rsidRDefault="00124EB9" w:rsidP="00033000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Безвозмездные поступления от районного бюджета зачислены в размере </w:t>
      </w:r>
      <w:r>
        <w:rPr>
          <w:sz w:val="26"/>
          <w:szCs w:val="26"/>
        </w:rPr>
        <w:t>1010,805 тыс.</w:t>
      </w:r>
      <w:r w:rsidRPr="00BE1C36">
        <w:rPr>
          <w:sz w:val="26"/>
          <w:szCs w:val="26"/>
        </w:rPr>
        <w:t xml:space="preserve"> рублей или</w:t>
      </w:r>
      <w:r>
        <w:rPr>
          <w:sz w:val="26"/>
          <w:szCs w:val="26"/>
        </w:rPr>
        <w:t xml:space="preserve"> 61</w:t>
      </w:r>
      <w:r w:rsidRPr="00BE1C36">
        <w:rPr>
          <w:sz w:val="26"/>
          <w:szCs w:val="26"/>
        </w:rPr>
        <w:t>% к утвержденным годовым назначениям.</w:t>
      </w:r>
    </w:p>
    <w:p w:rsidR="00124EB9" w:rsidRPr="00BE1C36" w:rsidRDefault="00124EB9" w:rsidP="0003300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Поступление доходов от уплаты налога на доходы физических лиц </w:t>
      </w:r>
      <w:r>
        <w:rPr>
          <w:sz w:val="26"/>
          <w:szCs w:val="26"/>
        </w:rPr>
        <w:t>206,079 тыс.</w:t>
      </w:r>
      <w:r w:rsidRPr="00BE1C36">
        <w:rPr>
          <w:sz w:val="26"/>
          <w:szCs w:val="26"/>
        </w:rPr>
        <w:t xml:space="preserve"> рублей и составило </w:t>
      </w:r>
      <w:r>
        <w:rPr>
          <w:sz w:val="26"/>
          <w:szCs w:val="26"/>
        </w:rPr>
        <w:t>38,6</w:t>
      </w:r>
      <w:r w:rsidRPr="00BE1C36">
        <w:rPr>
          <w:sz w:val="26"/>
          <w:szCs w:val="26"/>
        </w:rPr>
        <w:t xml:space="preserve"> % к плану. </w:t>
      </w:r>
    </w:p>
    <w:p w:rsidR="00124EB9" w:rsidRPr="00BE1C36" w:rsidRDefault="00124EB9" w:rsidP="0003300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Налог на имущество физических лиц  за </w:t>
      </w:r>
      <w:r w:rsidRPr="009C0A55">
        <w:rPr>
          <w:sz w:val="26"/>
          <w:szCs w:val="26"/>
        </w:rPr>
        <w:t xml:space="preserve">1 </w:t>
      </w:r>
      <w:r>
        <w:rPr>
          <w:sz w:val="26"/>
          <w:szCs w:val="26"/>
        </w:rPr>
        <w:t>полугодие</w:t>
      </w:r>
      <w:r w:rsidRPr="009C0A55">
        <w:rPr>
          <w:sz w:val="26"/>
          <w:szCs w:val="26"/>
        </w:rPr>
        <w:t xml:space="preserve"> 2023 года</w:t>
      </w:r>
      <w:r w:rsidRPr="00BE1C36">
        <w:rPr>
          <w:sz w:val="26"/>
          <w:szCs w:val="26"/>
        </w:rPr>
        <w:t xml:space="preserve"> поступил в размере </w:t>
      </w:r>
      <w:r>
        <w:rPr>
          <w:sz w:val="26"/>
          <w:szCs w:val="26"/>
        </w:rPr>
        <w:t>332,620 тыс.</w:t>
      </w:r>
      <w:r w:rsidRPr="00BE1C36">
        <w:rPr>
          <w:sz w:val="26"/>
          <w:szCs w:val="26"/>
        </w:rPr>
        <w:t xml:space="preserve"> руб. Исполнение составило</w:t>
      </w:r>
      <w:r>
        <w:rPr>
          <w:sz w:val="26"/>
          <w:szCs w:val="26"/>
        </w:rPr>
        <w:t xml:space="preserve"> 18</w:t>
      </w:r>
      <w:r w:rsidRPr="00BE1C36">
        <w:rPr>
          <w:sz w:val="26"/>
          <w:szCs w:val="26"/>
        </w:rPr>
        <w:t xml:space="preserve"> % планового задания.</w:t>
      </w:r>
    </w:p>
    <w:p w:rsidR="00124EB9" w:rsidRPr="00BE1C36" w:rsidRDefault="00124EB9" w:rsidP="0003300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>Поступление земельного налога  составило</w:t>
      </w:r>
      <w:r>
        <w:rPr>
          <w:sz w:val="26"/>
          <w:szCs w:val="26"/>
        </w:rPr>
        <w:t xml:space="preserve">   318,732</w:t>
      </w:r>
      <w:r w:rsidRPr="00BE1C36">
        <w:rPr>
          <w:sz w:val="26"/>
          <w:szCs w:val="26"/>
        </w:rPr>
        <w:t xml:space="preserve"> руб., </w:t>
      </w:r>
      <w:r>
        <w:rPr>
          <w:sz w:val="26"/>
          <w:szCs w:val="26"/>
        </w:rPr>
        <w:t>или 17,8</w:t>
      </w:r>
      <w:r w:rsidRPr="00BE1C36">
        <w:rPr>
          <w:sz w:val="26"/>
          <w:szCs w:val="26"/>
        </w:rPr>
        <w:t>% к плану года.</w:t>
      </w:r>
    </w:p>
    <w:p w:rsidR="00124EB9" w:rsidRPr="00BE1C36" w:rsidRDefault="00124EB9" w:rsidP="00033000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E1C36">
        <w:rPr>
          <w:sz w:val="26"/>
          <w:szCs w:val="26"/>
        </w:rPr>
        <w:t xml:space="preserve">Государственная пошлина составила </w:t>
      </w:r>
      <w:r>
        <w:rPr>
          <w:sz w:val="26"/>
          <w:szCs w:val="26"/>
        </w:rPr>
        <w:t xml:space="preserve">1,2 тыс. </w:t>
      </w:r>
      <w:r w:rsidRPr="00BE1C36">
        <w:rPr>
          <w:sz w:val="26"/>
          <w:szCs w:val="26"/>
        </w:rPr>
        <w:t>рублей</w:t>
      </w:r>
      <w:r w:rsidRPr="00BE1C36">
        <w:rPr>
          <w:b/>
          <w:sz w:val="26"/>
          <w:szCs w:val="26"/>
        </w:rPr>
        <w:t>,</w:t>
      </w:r>
      <w:r w:rsidRPr="00BE1C36">
        <w:rPr>
          <w:sz w:val="26"/>
          <w:szCs w:val="26"/>
        </w:rPr>
        <w:t xml:space="preserve"> что составляет </w:t>
      </w:r>
      <w:r>
        <w:rPr>
          <w:sz w:val="26"/>
          <w:szCs w:val="26"/>
        </w:rPr>
        <w:t>40</w:t>
      </w:r>
      <w:r w:rsidRPr="00BE1C36">
        <w:rPr>
          <w:sz w:val="26"/>
          <w:szCs w:val="26"/>
        </w:rPr>
        <w:t xml:space="preserve"> % планового задания (план </w:t>
      </w:r>
      <w:r>
        <w:rPr>
          <w:sz w:val="26"/>
          <w:szCs w:val="26"/>
        </w:rPr>
        <w:t>3,0 тыс.</w:t>
      </w:r>
      <w:r w:rsidRPr="00BE1C36">
        <w:rPr>
          <w:sz w:val="26"/>
          <w:szCs w:val="26"/>
        </w:rPr>
        <w:t>руб.).</w:t>
      </w:r>
    </w:p>
    <w:p w:rsidR="00124EB9" w:rsidRPr="00BE1C36" w:rsidRDefault="00124EB9" w:rsidP="00033000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Доходы от аренды  получены в размере </w:t>
      </w:r>
      <w:r>
        <w:rPr>
          <w:sz w:val="26"/>
          <w:szCs w:val="26"/>
        </w:rPr>
        <w:t>13,130 тыс.</w:t>
      </w:r>
      <w:r w:rsidRPr="00BE1C36">
        <w:rPr>
          <w:sz w:val="26"/>
          <w:szCs w:val="26"/>
        </w:rPr>
        <w:t xml:space="preserve"> рублей. </w:t>
      </w:r>
    </w:p>
    <w:p w:rsidR="00124EB9" w:rsidRPr="00BE1C36" w:rsidRDefault="00124EB9" w:rsidP="00033000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Из районного бюджета в адрес </w:t>
      </w:r>
      <w:r>
        <w:rPr>
          <w:sz w:val="26"/>
          <w:szCs w:val="26"/>
        </w:rPr>
        <w:t>Речицкого</w:t>
      </w:r>
      <w:r w:rsidRPr="00BE1C36">
        <w:rPr>
          <w:sz w:val="26"/>
          <w:szCs w:val="26"/>
        </w:rPr>
        <w:t xml:space="preserve"> сельского поселения перечислено: межбюджетных трансфертов в сумме </w:t>
      </w:r>
      <w:r>
        <w:rPr>
          <w:sz w:val="26"/>
          <w:szCs w:val="26"/>
        </w:rPr>
        <w:t>190,322 тыс.</w:t>
      </w:r>
      <w:r w:rsidRPr="00BE1C36">
        <w:rPr>
          <w:sz w:val="26"/>
          <w:szCs w:val="26"/>
        </w:rPr>
        <w:t xml:space="preserve"> рублей, что составляет </w:t>
      </w:r>
      <w:r>
        <w:rPr>
          <w:sz w:val="26"/>
          <w:szCs w:val="26"/>
        </w:rPr>
        <w:t>25,8</w:t>
      </w:r>
      <w:r w:rsidRPr="00BE1C36">
        <w:rPr>
          <w:sz w:val="26"/>
          <w:szCs w:val="26"/>
        </w:rPr>
        <w:t>% к плану, субвенции –</w:t>
      </w:r>
      <w:r>
        <w:rPr>
          <w:sz w:val="26"/>
          <w:szCs w:val="26"/>
        </w:rPr>
        <w:t>81,150 тыс.</w:t>
      </w:r>
      <w:r w:rsidRPr="00BE1C36">
        <w:rPr>
          <w:sz w:val="26"/>
          <w:szCs w:val="26"/>
        </w:rPr>
        <w:t xml:space="preserve"> рублей, что составляет </w:t>
      </w:r>
      <w:r>
        <w:rPr>
          <w:sz w:val="26"/>
          <w:szCs w:val="26"/>
        </w:rPr>
        <w:t>50</w:t>
      </w:r>
      <w:r w:rsidRPr="00BE1C36">
        <w:rPr>
          <w:sz w:val="26"/>
          <w:szCs w:val="26"/>
        </w:rPr>
        <w:t xml:space="preserve">,0 % к плану, дотаций на выравнивание бюджетной обеспеченности в размере </w:t>
      </w:r>
      <w:r>
        <w:rPr>
          <w:sz w:val="26"/>
          <w:szCs w:val="26"/>
        </w:rPr>
        <w:t>733,3тыс.</w:t>
      </w:r>
      <w:r w:rsidRPr="00BE1C36">
        <w:rPr>
          <w:sz w:val="26"/>
          <w:szCs w:val="26"/>
        </w:rPr>
        <w:t xml:space="preserve"> рублей или </w:t>
      </w:r>
      <w:r>
        <w:rPr>
          <w:sz w:val="26"/>
          <w:szCs w:val="26"/>
        </w:rPr>
        <w:t>100</w:t>
      </w:r>
      <w:r w:rsidRPr="00BE1C36">
        <w:rPr>
          <w:sz w:val="26"/>
          <w:szCs w:val="26"/>
        </w:rPr>
        <w:t>% к плану года.</w:t>
      </w:r>
    </w:p>
    <w:p w:rsidR="00124EB9" w:rsidRPr="00BE1C36" w:rsidRDefault="00124EB9" w:rsidP="00033000">
      <w:pPr>
        <w:pStyle w:val="BodyText"/>
        <w:ind w:firstLine="708"/>
        <w:rPr>
          <w:sz w:val="26"/>
          <w:szCs w:val="26"/>
        </w:rPr>
      </w:pPr>
      <w:r w:rsidRPr="00BE1C36">
        <w:rPr>
          <w:sz w:val="26"/>
          <w:szCs w:val="26"/>
        </w:rPr>
        <w:t xml:space="preserve">Расходы  бюджета поселения за </w:t>
      </w:r>
      <w:r w:rsidRPr="009C0A55">
        <w:rPr>
          <w:sz w:val="26"/>
          <w:szCs w:val="26"/>
        </w:rPr>
        <w:t xml:space="preserve">1 </w:t>
      </w:r>
      <w:r>
        <w:rPr>
          <w:sz w:val="26"/>
          <w:szCs w:val="26"/>
        </w:rPr>
        <w:t>полугодие</w:t>
      </w:r>
      <w:r w:rsidRPr="009C0A55">
        <w:rPr>
          <w:sz w:val="26"/>
          <w:szCs w:val="26"/>
        </w:rPr>
        <w:t xml:space="preserve"> 2023 года</w:t>
      </w:r>
      <w:r>
        <w:rPr>
          <w:rFonts w:ascii="Arial" w:hAnsi="Arial" w:cs="Arial"/>
          <w:szCs w:val="24"/>
        </w:rPr>
        <w:t xml:space="preserve"> </w:t>
      </w:r>
      <w:r w:rsidRPr="00BE1C36">
        <w:rPr>
          <w:sz w:val="26"/>
          <w:szCs w:val="26"/>
        </w:rPr>
        <w:t xml:space="preserve">составили  </w:t>
      </w:r>
      <w:r>
        <w:rPr>
          <w:sz w:val="26"/>
          <w:szCs w:val="26"/>
        </w:rPr>
        <w:t>1865,535 тыс.</w:t>
      </w:r>
      <w:r w:rsidRPr="00BE1C36">
        <w:rPr>
          <w:sz w:val="26"/>
          <w:szCs w:val="26"/>
        </w:rPr>
        <w:t xml:space="preserve"> руб. или  </w:t>
      </w:r>
      <w:r>
        <w:rPr>
          <w:sz w:val="26"/>
          <w:szCs w:val="26"/>
        </w:rPr>
        <w:t>39,6</w:t>
      </w:r>
      <w:r w:rsidRPr="00BE1C36">
        <w:rPr>
          <w:sz w:val="26"/>
          <w:szCs w:val="26"/>
        </w:rPr>
        <w:t xml:space="preserve">% от общего объёма бюджета текущего финансового года. </w:t>
      </w:r>
    </w:p>
    <w:p w:rsidR="00124EB9" w:rsidRPr="00BE1C36" w:rsidRDefault="00124EB9" w:rsidP="00033000">
      <w:pPr>
        <w:pStyle w:val="BodyText"/>
        <w:ind w:firstLine="708"/>
        <w:rPr>
          <w:sz w:val="26"/>
          <w:szCs w:val="26"/>
        </w:rPr>
      </w:pPr>
      <w:r w:rsidRPr="00BE1C36">
        <w:rPr>
          <w:sz w:val="26"/>
          <w:szCs w:val="26"/>
        </w:rPr>
        <w:t xml:space="preserve">Из общей суммы расходов бюджета поселения </w:t>
      </w:r>
      <w:r>
        <w:rPr>
          <w:sz w:val="26"/>
          <w:szCs w:val="26"/>
        </w:rPr>
        <w:t xml:space="preserve">1,7 </w:t>
      </w:r>
      <w:r w:rsidRPr="00BE1C36">
        <w:rPr>
          <w:sz w:val="26"/>
          <w:szCs w:val="26"/>
        </w:rPr>
        <w:t xml:space="preserve">% составили расходы на выполнение переданных государственных полномочий, из них на осуществление первичного воинского учета в сельском поселении освоено </w:t>
      </w:r>
      <w:r>
        <w:rPr>
          <w:sz w:val="26"/>
          <w:szCs w:val="26"/>
        </w:rPr>
        <w:t>80,104 тыс.</w:t>
      </w:r>
      <w:r w:rsidRPr="00BE1C36">
        <w:rPr>
          <w:sz w:val="26"/>
          <w:szCs w:val="26"/>
        </w:rPr>
        <w:t xml:space="preserve"> руб., </w:t>
      </w:r>
    </w:p>
    <w:p w:rsidR="00124EB9" w:rsidRPr="00BE1C36" w:rsidRDefault="00124EB9" w:rsidP="00033000">
      <w:pPr>
        <w:pStyle w:val="BodyText"/>
        <w:ind w:firstLine="708"/>
        <w:rPr>
          <w:sz w:val="26"/>
          <w:szCs w:val="26"/>
        </w:rPr>
      </w:pPr>
      <w:r>
        <w:rPr>
          <w:sz w:val="26"/>
          <w:szCs w:val="26"/>
        </w:rPr>
        <w:t>1161,670 тыс.</w:t>
      </w:r>
      <w:r w:rsidRPr="00BE1C36">
        <w:rPr>
          <w:sz w:val="26"/>
          <w:szCs w:val="26"/>
        </w:rPr>
        <w:t xml:space="preserve"> рублей бюджета поселения составили расходы по разделу «Общегосударственные вопросы», что составляет </w:t>
      </w:r>
      <w:r>
        <w:rPr>
          <w:sz w:val="26"/>
          <w:szCs w:val="26"/>
        </w:rPr>
        <w:t>54,2</w:t>
      </w:r>
      <w:r w:rsidRPr="00BE1C36">
        <w:rPr>
          <w:sz w:val="26"/>
          <w:szCs w:val="26"/>
        </w:rPr>
        <w:t>% к годовому плану.</w:t>
      </w:r>
    </w:p>
    <w:p w:rsidR="00124EB9" w:rsidRPr="00BE1C36" w:rsidRDefault="00124EB9" w:rsidP="00033000">
      <w:pPr>
        <w:ind w:firstLine="708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В первоочередном порядке  финансировались социально-значимые статьи расходов. Расходы на заработную плату с начислениями органов местного самоуправления составили </w:t>
      </w:r>
      <w:r>
        <w:rPr>
          <w:sz w:val="26"/>
          <w:szCs w:val="26"/>
        </w:rPr>
        <w:t>884,748 тыс.</w:t>
      </w:r>
      <w:r w:rsidRPr="00BE1C36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 xml:space="preserve"> –18,8</w:t>
      </w:r>
      <w:r w:rsidRPr="00BE1C36">
        <w:rPr>
          <w:sz w:val="26"/>
          <w:szCs w:val="26"/>
        </w:rPr>
        <w:t xml:space="preserve">%  от общей суммы расходов  бюджета поселения. Расходы  на коммунальные услуги составили </w:t>
      </w:r>
      <w:r>
        <w:rPr>
          <w:sz w:val="26"/>
          <w:szCs w:val="26"/>
        </w:rPr>
        <w:t xml:space="preserve">32,788 тыс. </w:t>
      </w:r>
      <w:r w:rsidRPr="00BE1C36">
        <w:rPr>
          <w:sz w:val="26"/>
          <w:szCs w:val="26"/>
        </w:rPr>
        <w:t xml:space="preserve">рублей. Расходы на пенсионное обеспечение за </w:t>
      </w:r>
      <w:r w:rsidRPr="009C0A55">
        <w:rPr>
          <w:sz w:val="26"/>
          <w:szCs w:val="26"/>
        </w:rPr>
        <w:t xml:space="preserve">1 </w:t>
      </w:r>
      <w:r>
        <w:rPr>
          <w:sz w:val="26"/>
          <w:szCs w:val="26"/>
        </w:rPr>
        <w:t>полугодие</w:t>
      </w:r>
      <w:r w:rsidRPr="009C0A55">
        <w:rPr>
          <w:sz w:val="26"/>
          <w:szCs w:val="26"/>
        </w:rPr>
        <w:t xml:space="preserve"> 2023 года</w:t>
      </w:r>
      <w:r w:rsidRPr="00BE1C36">
        <w:rPr>
          <w:sz w:val="26"/>
          <w:szCs w:val="26"/>
        </w:rPr>
        <w:t xml:space="preserve"> составили </w:t>
      </w:r>
      <w:r>
        <w:rPr>
          <w:sz w:val="26"/>
          <w:szCs w:val="26"/>
        </w:rPr>
        <w:t>0</w:t>
      </w:r>
      <w:r w:rsidRPr="00BE1C36">
        <w:rPr>
          <w:sz w:val="26"/>
          <w:szCs w:val="26"/>
        </w:rPr>
        <w:t xml:space="preserve"> тыс. рублей.</w:t>
      </w:r>
      <w:r w:rsidRPr="00BE1C36">
        <w:rPr>
          <w:sz w:val="26"/>
          <w:szCs w:val="26"/>
        </w:rPr>
        <w:tab/>
      </w:r>
    </w:p>
    <w:p w:rsidR="00124EB9" w:rsidRPr="00BE1C36" w:rsidRDefault="00124EB9" w:rsidP="00033000">
      <w:pPr>
        <w:ind w:firstLine="72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 xml:space="preserve"> По разделу «Коммунальное хозяйство» расходы за </w:t>
      </w:r>
      <w:r w:rsidRPr="009C0A55">
        <w:rPr>
          <w:sz w:val="26"/>
          <w:szCs w:val="26"/>
        </w:rPr>
        <w:t xml:space="preserve">1 </w:t>
      </w:r>
      <w:r>
        <w:rPr>
          <w:sz w:val="26"/>
          <w:szCs w:val="26"/>
        </w:rPr>
        <w:t>полугодие</w:t>
      </w:r>
      <w:r w:rsidRPr="009C0A55">
        <w:rPr>
          <w:sz w:val="26"/>
          <w:szCs w:val="26"/>
        </w:rPr>
        <w:t xml:space="preserve"> 2023 года</w:t>
      </w:r>
      <w:r>
        <w:rPr>
          <w:rFonts w:ascii="Arial" w:hAnsi="Arial" w:cs="Arial"/>
          <w:szCs w:val="24"/>
        </w:rPr>
        <w:t xml:space="preserve"> </w:t>
      </w:r>
      <w:r w:rsidRPr="00BE1C36">
        <w:rPr>
          <w:sz w:val="26"/>
          <w:szCs w:val="26"/>
        </w:rPr>
        <w:t xml:space="preserve">составили </w:t>
      </w:r>
      <w:r>
        <w:rPr>
          <w:sz w:val="26"/>
          <w:szCs w:val="26"/>
        </w:rPr>
        <w:t xml:space="preserve">51,386 тыс. </w:t>
      </w:r>
      <w:r w:rsidRPr="00BE1C36">
        <w:rPr>
          <w:sz w:val="26"/>
          <w:szCs w:val="26"/>
        </w:rPr>
        <w:t xml:space="preserve"> рублей.</w:t>
      </w:r>
      <w:r>
        <w:rPr>
          <w:sz w:val="26"/>
          <w:szCs w:val="26"/>
        </w:rPr>
        <w:t xml:space="preserve"> На выполнения полномочий по созданию условий для организации  досуга и обеспечения жителей населения услугами организации культуры было перечислено 500, 0 тыс. рублей.</w:t>
      </w:r>
    </w:p>
    <w:p w:rsidR="00124EB9" w:rsidRPr="00BE1C36" w:rsidRDefault="00124EB9" w:rsidP="00033000">
      <w:pPr>
        <w:ind w:firstLine="720"/>
        <w:jc w:val="both"/>
        <w:rPr>
          <w:sz w:val="26"/>
          <w:szCs w:val="26"/>
        </w:rPr>
      </w:pPr>
      <w:r w:rsidRPr="00BE1C36">
        <w:rPr>
          <w:sz w:val="26"/>
          <w:szCs w:val="26"/>
        </w:rPr>
        <w:t>Остаток средств на счете на 1.</w:t>
      </w:r>
      <w:r>
        <w:rPr>
          <w:sz w:val="26"/>
          <w:szCs w:val="26"/>
        </w:rPr>
        <w:t>07</w:t>
      </w:r>
      <w:r w:rsidRPr="00BE1C36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BE1C36">
        <w:rPr>
          <w:sz w:val="26"/>
          <w:szCs w:val="26"/>
        </w:rPr>
        <w:t xml:space="preserve"> года составляет</w:t>
      </w:r>
      <w:r>
        <w:rPr>
          <w:sz w:val="26"/>
          <w:szCs w:val="26"/>
        </w:rPr>
        <w:t xml:space="preserve"> 1268,46</w:t>
      </w:r>
      <w:r w:rsidRPr="00BE1C36">
        <w:rPr>
          <w:sz w:val="26"/>
          <w:szCs w:val="26"/>
        </w:rPr>
        <w:t xml:space="preserve"> рублей.</w:t>
      </w:r>
    </w:p>
    <w:p w:rsidR="00124EB9" w:rsidRPr="00BE1C36" w:rsidRDefault="00124EB9" w:rsidP="00033000">
      <w:pPr>
        <w:ind w:firstLine="720"/>
        <w:jc w:val="both"/>
        <w:rPr>
          <w:sz w:val="26"/>
          <w:szCs w:val="26"/>
        </w:rPr>
      </w:pPr>
    </w:p>
    <w:p w:rsidR="00124EB9" w:rsidRPr="00BE1C36" w:rsidRDefault="00124EB9" w:rsidP="00033000">
      <w:pPr>
        <w:jc w:val="both"/>
        <w:rPr>
          <w:sz w:val="26"/>
          <w:szCs w:val="26"/>
        </w:rPr>
      </w:pPr>
      <w:r w:rsidRPr="00BE1C36">
        <w:rPr>
          <w:sz w:val="26"/>
          <w:szCs w:val="26"/>
        </w:rPr>
        <w:tab/>
      </w:r>
    </w:p>
    <w:p w:rsidR="00124EB9" w:rsidRPr="00BE1C36" w:rsidRDefault="00124EB9" w:rsidP="0003300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E1C3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BE1C36">
        <w:rPr>
          <w:sz w:val="26"/>
          <w:szCs w:val="26"/>
        </w:rPr>
        <w:t xml:space="preserve">Глава </w:t>
      </w:r>
      <w:r>
        <w:rPr>
          <w:sz w:val="26"/>
          <w:szCs w:val="26"/>
        </w:rPr>
        <w:t>Речицкого</w:t>
      </w:r>
      <w:r w:rsidRPr="00BE1C36">
        <w:rPr>
          <w:sz w:val="26"/>
          <w:szCs w:val="26"/>
        </w:rPr>
        <w:t xml:space="preserve"> </w:t>
      </w:r>
    </w:p>
    <w:p w:rsidR="00124EB9" w:rsidRPr="00BE1C36" w:rsidRDefault="00124EB9" w:rsidP="0003300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BE1C36">
        <w:rPr>
          <w:sz w:val="26"/>
          <w:szCs w:val="26"/>
        </w:rPr>
        <w:t xml:space="preserve">сельского поселения                </w:t>
      </w:r>
      <w:r>
        <w:rPr>
          <w:sz w:val="26"/>
          <w:szCs w:val="26"/>
        </w:rPr>
        <w:t xml:space="preserve">          </w:t>
      </w:r>
      <w:r w:rsidRPr="00BE1C36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С.В. Ревин</w:t>
      </w:r>
    </w:p>
    <w:p w:rsidR="00124EB9" w:rsidRDefault="00124EB9" w:rsidP="00033000">
      <w:pPr>
        <w:jc w:val="center"/>
        <w:rPr>
          <w:sz w:val="28"/>
        </w:rPr>
      </w:pPr>
    </w:p>
    <w:p w:rsidR="00124EB9" w:rsidRDefault="00124EB9" w:rsidP="00033000">
      <w:pPr>
        <w:sectPr w:rsidR="00124EB9" w:rsidSect="00033000">
          <w:pgSz w:w="11906" w:h="16838"/>
          <w:pgMar w:top="1134" w:right="851" w:bottom="1134" w:left="1191" w:header="709" w:footer="709" w:gutter="0"/>
          <w:cols w:space="708"/>
          <w:docGrid w:linePitch="360"/>
        </w:sectPr>
      </w:pPr>
    </w:p>
    <w:p w:rsidR="00124EB9" w:rsidRDefault="00124EB9" w:rsidP="00033000"/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p w:rsidR="00124EB9" w:rsidRDefault="00124EB9" w:rsidP="002002F3">
      <w:pPr>
        <w:keepNext/>
        <w:spacing w:after="0" w:line="240" w:lineRule="auto"/>
        <w:ind w:right="-2"/>
        <w:outlineLvl w:val="1"/>
      </w:pPr>
    </w:p>
    <w:sectPr w:rsidR="00124EB9" w:rsidSect="005824CD">
      <w:pgSz w:w="16838" w:h="11906" w:orient="landscape"/>
      <w:pgMar w:top="119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9593D"/>
    <w:multiLevelType w:val="hybridMultilevel"/>
    <w:tmpl w:val="A3C66C3E"/>
    <w:lvl w:ilvl="0" w:tplc="3FE4668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">
    <w:nsid w:val="77DA3FB5"/>
    <w:multiLevelType w:val="hybridMultilevel"/>
    <w:tmpl w:val="EA5EB3C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4CFE"/>
    <w:rsid w:val="00033000"/>
    <w:rsid w:val="00043BA1"/>
    <w:rsid w:val="000F5DD1"/>
    <w:rsid w:val="00124EB9"/>
    <w:rsid w:val="002002F3"/>
    <w:rsid w:val="00211D3C"/>
    <w:rsid w:val="002D11DA"/>
    <w:rsid w:val="002D6D6B"/>
    <w:rsid w:val="002E2750"/>
    <w:rsid w:val="003152E2"/>
    <w:rsid w:val="00373F7D"/>
    <w:rsid w:val="0041443A"/>
    <w:rsid w:val="00512B4F"/>
    <w:rsid w:val="005824CD"/>
    <w:rsid w:val="005B25BA"/>
    <w:rsid w:val="006368F8"/>
    <w:rsid w:val="00642708"/>
    <w:rsid w:val="006A618E"/>
    <w:rsid w:val="00732C80"/>
    <w:rsid w:val="00781382"/>
    <w:rsid w:val="007815DC"/>
    <w:rsid w:val="008B32A0"/>
    <w:rsid w:val="008F53CE"/>
    <w:rsid w:val="009C0A55"/>
    <w:rsid w:val="00A44D65"/>
    <w:rsid w:val="00B41E0B"/>
    <w:rsid w:val="00B76235"/>
    <w:rsid w:val="00B86D7F"/>
    <w:rsid w:val="00BD0048"/>
    <w:rsid w:val="00BE1C36"/>
    <w:rsid w:val="00BE2F23"/>
    <w:rsid w:val="00C74688"/>
    <w:rsid w:val="00C971CD"/>
    <w:rsid w:val="00D3342D"/>
    <w:rsid w:val="00D93D39"/>
    <w:rsid w:val="00EB6D13"/>
    <w:rsid w:val="00F27009"/>
    <w:rsid w:val="00FC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B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D11D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033000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033000"/>
    <w:rPr>
      <w:rFonts w:cs="Times New Roman"/>
      <w:color w:val="800080"/>
      <w:u w:val="single"/>
    </w:rPr>
  </w:style>
  <w:style w:type="paragraph" w:customStyle="1" w:styleId="xl67">
    <w:name w:val="xl67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1">
    <w:name w:val="xl71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3">
    <w:name w:val="xl73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7">
    <w:name w:val="xl77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8">
    <w:name w:val="xl78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79">
    <w:name w:val="xl79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0">
    <w:name w:val="xl80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1">
    <w:name w:val="xl81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2">
    <w:name w:val="xl82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3">
    <w:name w:val="xl83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4">
    <w:name w:val="xl84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5">
    <w:name w:val="xl85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6">
    <w:name w:val="xl86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7">
    <w:name w:val="xl87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88">
    <w:name w:val="xl88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  <w:lang w:eastAsia="ru-RU"/>
    </w:rPr>
  </w:style>
  <w:style w:type="paragraph" w:customStyle="1" w:styleId="xl89">
    <w:name w:val="xl89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0">
    <w:name w:val="xl90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1">
    <w:name w:val="xl91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92">
    <w:name w:val="xl92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93">
    <w:name w:val="xl93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94">
    <w:name w:val="xl94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96">
    <w:name w:val="xl96"/>
    <w:basedOn w:val="Normal"/>
    <w:uiPriority w:val="99"/>
    <w:rsid w:val="00033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97">
    <w:name w:val="xl97"/>
    <w:basedOn w:val="Normal"/>
    <w:uiPriority w:val="99"/>
    <w:rsid w:val="00033000"/>
    <w:pP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locked/>
    <w:rsid w:val="00033000"/>
    <w:pPr>
      <w:spacing w:after="0" w:line="240" w:lineRule="auto"/>
      <w:ind w:right="-908"/>
      <w:jc w:val="center"/>
    </w:pPr>
    <w:rPr>
      <w:rFonts w:ascii="Times New Roman" w:hAnsi="Times New Roman"/>
      <w:sz w:val="32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BD0048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BodyText">
    <w:name w:val="Body Text"/>
    <w:basedOn w:val="Normal"/>
    <w:link w:val="BodyTextChar"/>
    <w:uiPriority w:val="99"/>
    <w:rsid w:val="00033000"/>
    <w:pPr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D0048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033000"/>
    <w:pPr>
      <w:spacing w:after="0" w:line="240" w:lineRule="auto"/>
      <w:ind w:firstLine="708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D0048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5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18</Pages>
  <Words>7846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Admin</cp:lastModifiedBy>
  <cp:revision>12</cp:revision>
  <cp:lastPrinted>2023-08-02T07:47:00Z</cp:lastPrinted>
  <dcterms:created xsi:type="dcterms:W3CDTF">2022-10-04T19:25:00Z</dcterms:created>
  <dcterms:modified xsi:type="dcterms:W3CDTF">2023-08-03T06:12:00Z</dcterms:modified>
</cp:coreProperties>
</file>